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1ED7FF" w14:textId="5BD536BE" w:rsidR="28945C1F" w:rsidRPr="009F7ACB" w:rsidRDefault="0058796A" w:rsidP="000B61D9">
      <w:pPr>
        <w:pStyle w:val="KeinLeerraum"/>
        <w:rPr>
          <w:noProof/>
          <w:lang w:val="de-DE"/>
        </w:rPr>
      </w:pPr>
      <w:r w:rsidRPr="009F7ACB">
        <w:rPr>
          <w:noProof/>
          <w:lang w:val="de-DE"/>
        </w:rPr>
        <w:t>Leidenschaft für Wasser in jeder Form</w:t>
      </w:r>
    </w:p>
    <w:p w14:paraId="0A5593E2" w14:textId="5C2A10EE" w:rsidR="28945C1F" w:rsidRPr="009F7ACB" w:rsidRDefault="0058796A" w:rsidP="28945C1F">
      <w:pPr>
        <w:pStyle w:val="berschrift1"/>
      </w:pPr>
      <w:r w:rsidRPr="009F7ACB">
        <w:rPr>
          <w:noProof/>
          <w:lang w:val="de-DE"/>
        </w:rPr>
        <w:t xml:space="preserve">Ski-Legende und Musikerin Lizz Görgl </w:t>
      </w:r>
      <w:r w:rsidR="00D11D9F" w:rsidRPr="009F7ACB">
        <w:rPr>
          <w:noProof/>
          <w:lang w:val="de-DE"/>
        </w:rPr>
        <w:t>ist</w:t>
      </w:r>
      <w:r w:rsidRPr="009F7ACB">
        <w:rPr>
          <w:noProof/>
          <w:lang w:val="de-DE"/>
        </w:rPr>
        <w:t xml:space="preserve"> neue Markenbotschafterin für Geberit AquaClean</w:t>
      </w:r>
    </w:p>
    <w:p w14:paraId="3A5DE5AE" w14:textId="6482031B" w:rsidR="00B4524F" w:rsidRPr="009F7ACB" w:rsidRDefault="00B4524F" w:rsidP="00E767C3">
      <w:pPr>
        <w:pStyle w:val="Kopfzeile"/>
        <w:rPr>
          <w:rStyle w:val="Hervorhebung"/>
          <w:szCs w:val="20"/>
        </w:rPr>
      </w:pPr>
      <w:r w:rsidRPr="009F7ACB">
        <w:rPr>
          <w:rStyle w:val="Hervorhebung"/>
          <w:szCs w:val="20"/>
        </w:rPr>
        <w:t xml:space="preserve">Geberit </w:t>
      </w:r>
      <w:r w:rsidR="005B491D" w:rsidRPr="009F7ACB">
        <w:rPr>
          <w:rStyle w:val="Hervorhebung"/>
          <w:szCs w:val="20"/>
        </w:rPr>
        <w:t>Vertriebs GmbH</w:t>
      </w:r>
      <w:r w:rsidRPr="009F7ACB">
        <w:rPr>
          <w:rStyle w:val="Hervorhebung"/>
          <w:szCs w:val="20"/>
        </w:rPr>
        <w:t xml:space="preserve">, </w:t>
      </w:r>
      <w:r w:rsidR="005B491D" w:rsidRPr="009F7ACB">
        <w:rPr>
          <w:rStyle w:val="Hervorhebung"/>
          <w:szCs w:val="20"/>
        </w:rPr>
        <w:t>Pfullendorf</w:t>
      </w:r>
      <w:r w:rsidRPr="009F7ACB">
        <w:rPr>
          <w:rStyle w:val="Hervorhebung"/>
          <w:szCs w:val="20"/>
        </w:rPr>
        <w:t xml:space="preserve">, </w:t>
      </w:r>
      <w:r w:rsidR="00FE3583" w:rsidRPr="009F7ACB">
        <w:rPr>
          <w:rStyle w:val="Hervorhebung"/>
          <w:szCs w:val="20"/>
        </w:rPr>
        <w:t>November</w:t>
      </w:r>
      <w:r w:rsidR="00E65269" w:rsidRPr="009F7ACB">
        <w:rPr>
          <w:rStyle w:val="Hervorhebung"/>
          <w:szCs w:val="20"/>
        </w:rPr>
        <w:t xml:space="preserve"> 20</w:t>
      </w:r>
      <w:r w:rsidR="003147B8" w:rsidRPr="009F7ACB">
        <w:rPr>
          <w:rStyle w:val="Hervorhebung"/>
          <w:szCs w:val="20"/>
        </w:rPr>
        <w:t>2</w:t>
      </w:r>
      <w:r w:rsidR="00B970FB" w:rsidRPr="009F7ACB">
        <w:rPr>
          <w:rStyle w:val="Hervorhebung"/>
          <w:szCs w:val="20"/>
        </w:rPr>
        <w:t>3</w:t>
      </w:r>
    </w:p>
    <w:p w14:paraId="17FDC1F3" w14:textId="4259083F" w:rsidR="00A13A5D" w:rsidRPr="009F7ACB" w:rsidRDefault="00711769" w:rsidP="00365E30">
      <w:pPr>
        <w:pStyle w:val="Titel"/>
        <w:rPr>
          <w:bCs/>
        </w:rPr>
      </w:pPr>
      <w:r w:rsidRPr="009F7ACB">
        <w:rPr>
          <w:bCs/>
        </w:rPr>
        <w:t xml:space="preserve">Die Ski-Doppelweltmeisterin, erfolgreiche Sängerin, </w:t>
      </w:r>
      <w:proofErr w:type="spellStart"/>
      <w:r w:rsidRPr="009F7ACB">
        <w:rPr>
          <w:bCs/>
        </w:rPr>
        <w:t>Speakerin</w:t>
      </w:r>
      <w:proofErr w:type="spellEnd"/>
      <w:r w:rsidRPr="009F7ACB">
        <w:rPr>
          <w:bCs/>
        </w:rPr>
        <w:t xml:space="preserve"> und Trainerin</w:t>
      </w:r>
      <w:r w:rsidR="00C6089E">
        <w:rPr>
          <w:bCs/>
        </w:rPr>
        <w:t xml:space="preserve"> Lizz Görgl</w:t>
      </w:r>
      <w:r w:rsidRPr="009F7ACB">
        <w:rPr>
          <w:bCs/>
        </w:rPr>
        <w:t xml:space="preserve"> ist bereits seit 2010 glückliche Besitzerin eines Dusch-WCs – und möchte nun auch andere davon überzeugen: „Als erklärter Fan und langjährige Nutzerin weiß ich, wovon ich spreche, und trage sehr gerne dazu bei, diese innovative Form der Intimhygiene mit Geberit AquaClean noch bekannter zu machen“, sagt Lizz Görgl.</w:t>
      </w:r>
      <w:r w:rsidR="00B27A84" w:rsidRPr="009F7ACB">
        <w:rPr>
          <w:bCs/>
        </w:rPr>
        <w:t xml:space="preserve"> </w:t>
      </w:r>
      <w:r w:rsidR="004C6B26" w:rsidRPr="009F7ACB">
        <w:rPr>
          <w:bCs/>
        </w:rPr>
        <w:t xml:space="preserve">Mit der Markenbotschafterin Lizz Görgl </w:t>
      </w:r>
      <w:r w:rsidR="006C4044" w:rsidRPr="009F7ACB">
        <w:rPr>
          <w:bCs/>
        </w:rPr>
        <w:t>erweitert</w:t>
      </w:r>
      <w:r w:rsidR="004C6B26" w:rsidRPr="009F7ACB">
        <w:rPr>
          <w:bCs/>
        </w:rPr>
        <w:t xml:space="preserve"> </w:t>
      </w:r>
      <w:r w:rsidR="00F33128" w:rsidRPr="009F7ACB">
        <w:rPr>
          <w:bCs/>
        </w:rPr>
        <w:t xml:space="preserve">der europäische Marktführer für Sanitärprodukte </w:t>
      </w:r>
      <w:r w:rsidR="004C6B26" w:rsidRPr="009F7ACB">
        <w:rPr>
          <w:bCs/>
        </w:rPr>
        <w:t>Geberit seine</w:t>
      </w:r>
      <w:r w:rsidR="00FA44AA" w:rsidRPr="009F7ACB">
        <w:rPr>
          <w:bCs/>
        </w:rPr>
        <w:t xml:space="preserve"> Koo</w:t>
      </w:r>
      <w:r w:rsidR="006C4044" w:rsidRPr="009F7ACB">
        <w:rPr>
          <w:bCs/>
        </w:rPr>
        <w:t>p</w:t>
      </w:r>
      <w:r w:rsidR="00FA44AA" w:rsidRPr="009F7ACB">
        <w:rPr>
          <w:bCs/>
        </w:rPr>
        <w:t>eration</w:t>
      </w:r>
      <w:r w:rsidR="00365E30" w:rsidRPr="009F7ACB">
        <w:rPr>
          <w:bCs/>
        </w:rPr>
        <w:t>en</w:t>
      </w:r>
      <w:r w:rsidR="00FA44AA" w:rsidRPr="009F7ACB">
        <w:rPr>
          <w:bCs/>
        </w:rPr>
        <w:t xml:space="preserve"> </w:t>
      </w:r>
      <w:r w:rsidR="006C4044" w:rsidRPr="009F7ACB">
        <w:rPr>
          <w:bCs/>
        </w:rPr>
        <w:t xml:space="preserve">mit </w:t>
      </w:r>
      <w:r w:rsidR="00516590" w:rsidRPr="009F7ACB">
        <w:rPr>
          <w:bCs/>
        </w:rPr>
        <w:t>starken Frauen aus dem Sport. In Deutschland</w:t>
      </w:r>
      <w:r w:rsidR="00D62F26" w:rsidRPr="009F7ACB">
        <w:rPr>
          <w:bCs/>
        </w:rPr>
        <w:t xml:space="preserve"> </w:t>
      </w:r>
      <w:r w:rsidR="00AC720C" w:rsidRPr="009F7ACB">
        <w:rPr>
          <w:bCs/>
        </w:rPr>
        <w:t xml:space="preserve">unterstützen die </w:t>
      </w:r>
      <w:r w:rsidR="00286478" w:rsidRPr="009F7ACB">
        <w:rPr>
          <w:bCs/>
        </w:rPr>
        <w:t>Profi-</w:t>
      </w:r>
      <w:r w:rsidR="00AC720C" w:rsidRPr="009F7ACB">
        <w:rPr>
          <w:bCs/>
        </w:rPr>
        <w:t xml:space="preserve">Beachvolleyballerinnen Sandra </w:t>
      </w:r>
      <w:proofErr w:type="spellStart"/>
      <w:r w:rsidR="00AC720C" w:rsidRPr="009F7ACB">
        <w:rPr>
          <w:bCs/>
        </w:rPr>
        <w:t>Ittlinger</w:t>
      </w:r>
      <w:proofErr w:type="spellEnd"/>
      <w:r w:rsidR="00AC720C" w:rsidRPr="009F7ACB">
        <w:rPr>
          <w:bCs/>
        </w:rPr>
        <w:t>, Karla Borger, Sarah Schulz und Anna Behlen die Kampagne.</w:t>
      </w:r>
      <w:r w:rsidR="00980492" w:rsidRPr="009F7ACB">
        <w:rPr>
          <w:bCs/>
        </w:rPr>
        <w:t xml:space="preserve"> Das</w:t>
      </w:r>
      <w:r w:rsidR="00DD1B9C" w:rsidRPr="009F7ACB">
        <w:rPr>
          <w:bCs/>
        </w:rPr>
        <w:t xml:space="preserve"> AquaClean Dusch-WC und </w:t>
      </w:r>
      <w:r w:rsidR="00F00A52" w:rsidRPr="009F7ACB">
        <w:rPr>
          <w:bCs/>
        </w:rPr>
        <w:t xml:space="preserve">Sport sind </w:t>
      </w:r>
      <w:r w:rsidR="0044569A" w:rsidRPr="009F7ACB">
        <w:rPr>
          <w:bCs/>
        </w:rPr>
        <w:t xml:space="preserve">für </w:t>
      </w:r>
      <w:r w:rsidR="00282342" w:rsidRPr="009F7ACB">
        <w:rPr>
          <w:bCs/>
        </w:rPr>
        <w:t xml:space="preserve">Geberit </w:t>
      </w:r>
      <w:r w:rsidR="00F00A52" w:rsidRPr="009F7ACB">
        <w:rPr>
          <w:bCs/>
        </w:rPr>
        <w:t>eine perfekte Verbindung</w:t>
      </w:r>
      <w:r w:rsidR="00CC7B40" w:rsidRPr="009F7ACB">
        <w:rPr>
          <w:bCs/>
        </w:rPr>
        <w:t>,</w:t>
      </w:r>
      <w:r w:rsidR="00F00A52" w:rsidRPr="009F7ACB">
        <w:rPr>
          <w:bCs/>
        </w:rPr>
        <w:t xml:space="preserve"> denn körperliches Wohlbefinden</w:t>
      </w:r>
      <w:r w:rsidR="00511E29" w:rsidRPr="009F7ACB">
        <w:rPr>
          <w:bCs/>
        </w:rPr>
        <w:t>, Fitness und Selbstbewusstsein spielen auf beiden S</w:t>
      </w:r>
      <w:r w:rsidR="00F33128" w:rsidRPr="009F7ACB">
        <w:rPr>
          <w:bCs/>
        </w:rPr>
        <w:t>ei</w:t>
      </w:r>
      <w:r w:rsidR="00511E29" w:rsidRPr="009F7ACB">
        <w:rPr>
          <w:bCs/>
        </w:rPr>
        <w:t>ten eine wichtige Rolle.</w:t>
      </w:r>
    </w:p>
    <w:p w14:paraId="34EAA297" w14:textId="77777777" w:rsidR="002B47DE" w:rsidRPr="009F7ACB" w:rsidRDefault="004D5600" w:rsidP="00D66B8E">
      <w:pPr>
        <w:spacing w:after="0" w:line="360" w:lineRule="auto"/>
      </w:pPr>
      <w:r w:rsidRPr="009F7ACB">
        <w:t xml:space="preserve">Auch wenn es gefrorenes Wasser war, in Form von Schnee, das Lizz Görgl zu ihren größten sportlichen Erfolgen trug – die Leidenschaft für „das Element des Lebens“ trägt sie immer schon in sich. Wesentlich für den Erfolg im Spitzensport sind aber natürlich auch Entspannung und Wellness. Für beides spielt Wasser eine wichtige Rolle. „Ich liebe es beispielsweise in die Sauna zu gehen“, erzählt sie, „Danach fühle ich mich wie neu geboren. Vor allem, wenn ich nach einem Saunagang kalt </w:t>
      </w:r>
      <w:proofErr w:type="spellStart"/>
      <w:r w:rsidRPr="009F7ACB">
        <w:t>dusche</w:t>
      </w:r>
      <w:proofErr w:type="spellEnd"/>
      <w:r w:rsidRPr="009F7ACB">
        <w:t xml:space="preserve">.“ Die Duschfunktion schätzt sie auch am AquaClean – da aber bitte in angenehmer Körpertemperatur: „Ich finde die Reinigung sehr angenehm und schlicht weg erfrischend“ und fügt hinzu: „Außerdem benötigt man weniger Ressourcen, was ich wiederum der Umwelt zuliebe gut finde.“ </w:t>
      </w:r>
    </w:p>
    <w:p w14:paraId="5CA9DCFA" w14:textId="77777777" w:rsidR="002B47DE" w:rsidRPr="009F7ACB" w:rsidRDefault="002B47DE" w:rsidP="00D66B8E">
      <w:pPr>
        <w:spacing w:after="0" w:line="360" w:lineRule="auto"/>
      </w:pPr>
    </w:p>
    <w:p w14:paraId="2379DFE9" w14:textId="6E7F45BC" w:rsidR="00C8003B" w:rsidRPr="009F7ACB" w:rsidRDefault="00106614" w:rsidP="00D66B8E">
      <w:pPr>
        <w:spacing w:after="0" w:line="360" w:lineRule="auto"/>
      </w:pPr>
      <w:r w:rsidRPr="007B5D26">
        <w:rPr>
          <w:rStyle w:val="normaltextrun"/>
          <w:color w:val="000000"/>
          <w:szCs w:val="20"/>
          <w:shd w:val="clear" w:color="auto" w:fill="FFFFFF"/>
        </w:rPr>
        <w:t>D</w:t>
      </w:r>
      <w:r w:rsidR="003B588C" w:rsidRPr="007B5D26">
        <w:rPr>
          <w:rStyle w:val="normaltextrun"/>
          <w:color w:val="000000"/>
          <w:szCs w:val="20"/>
          <w:shd w:val="clear" w:color="auto" w:fill="FFFFFF"/>
        </w:rPr>
        <w:t xml:space="preserve">as Geberit AquaClean Dusch-WC </w:t>
      </w:r>
      <w:r w:rsidRPr="007B5D26">
        <w:rPr>
          <w:rStyle w:val="normaltextrun"/>
          <w:color w:val="000000"/>
          <w:szCs w:val="20"/>
          <w:shd w:val="clear" w:color="auto" w:fill="FFFFFF"/>
        </w:rPr>
        <w:t>reinigt</w:t>
      </w:r>
      <w:r w:rsidR="003B588C" w:rsidRPr="007B5D26">
        <w:rPr>
          <w:rStyle w:val="normaltextrun"/>
          <w:color w:val="000000"/>
          <w:szCs w:val="20"/>
          <w:shd w:val="clear" w:color="auto" w:fill="FFFFFF"/>
        </w:rPr>
        <w:t xml:space="preserve"> den Po nach dem Toilettengang mit einem, körperwarmen Wasserstrahl.</w:t>
      </w:r>
      <w:r w:rsidR="003B588C" w:rsidRPr="007B5D26">
        <w:rPr>
          <w:lang w:val="de-CH"/>
        </w:rPr>
        <w:t xml:space="preserve"> </w:t>
      </w:r>
      <w:r w:rsidR="004D5600" w:rsidRPr="007B5D26">
        <w:t>Die</w:t>
      </w:r>
      <w:r w:rsidR="00204D1B" w:rsidRPr="007B5D26">
        <w:t xml:space="preserve"> sanfte Reinigung mit Wasser bringt</w:t>
      </w:r>
      <w:r w:rsidR="004D5600" w:rsidRPr="007B5D26">
        <w:t xml:space="preserve"> vielfältige Vorteile </w:t>
      </w:r>
      <w:r w:rsidR="00204D1B" w:rsidRPr="007B5D26">
        <w:t xml:space="preserve">und sorgt für ein </w:t>
      </w:r>
      <w:r w:rsidR="004D5600" w:rsidRPr="007B5D26">
        <w:t>einmalige</w:t>
      </w:r>
      <w:r w:rsidR="00204D1B" w:rsidRPr="007B5D26">
        <w:t>s</w:t>
      </w:r>
      <w:r w:rsidR="004D5600" w:rsidRPr="007B5D26">
        <w:t xml:space="preserve"> Frischegefühl nach jedem Toilettengang</w:t>
      </w:r>
      <w:r w:rsidR="00204D1B" w:rsidRPr="007B5D26">
        <w:t xml:space="preserve">. In Österreich </w:t>
      </w:r>
      <w:r w:rsidR="00005CA1" w:rsidRPr="007B5D26">
        <w:t xml:space="preserve">läuft mit dem Testimonial Lizz Görgl eine </w:t>
      </w:r>
      <w:r w:rsidR="004D5600" w:rsidRPr="007B5D26">
        <w:t>Print- und Onlinekampagne</w:t>
      </w:r>
      <w:r w:rsidR="00FB5DD3" w:rsidRPr="007B5D26">
        <w:t xml:space="preserve"> für das </w:t>
      </w:r>
      <w:proofErr w:type="spellStart"/>
      <w:r w:rsidR="00FB5DD3" w:rsidRPr="007B5D26">
        <w:t>Gebrit</w:t>
      </w:r>
      <w:proofErr w:type="spellEnd"/>
      <w:r w:rsidR="00FB5DD3" w:rsidRPr="007B5D26">
        <w:t xml:space="preserve"> AquaClean, die </w:t>
      </w:r>
      <w:r w:rsidR="00BE6215" w:rsidRPr="007B5D26">
        <w:t xml:space="preserve">auch Wintersportfans aus Deutschland </w:t>
      </w:r>
      <w:r w:rsidR="00481B92" w:rsidRPr="007B5D26">
        <w:t>vielerorts entdecken</w:t>
      </w:r>
      <w:r w:rsidR="00BE6215" w:rsidRPr="007B5D26">
        <w:t xml:space="preserve"> </w:t>
      </w:r>
      <w:r w:rsidR="008D3543" w:rsidRPr="007B5D26">
        <w:t>können</w:t>
      </w:r>
      <w:r w:rsidR="004D5600" w:rsidRPr="007B5D26">
        <w:t>. Nicht nur beim Produkt, sondern auch zwischenmenschlich ist man beiderseits begeistert von der Zusammenarbeit: „Lizz Görgl ist eine Powerfrau, die nach ihrer erfolgreichen Karriere als Skifahrerin nun ihren Traum vom Singen verwirklicht.</w:t>
      </w:r>
      <w:r w:rsidR="004D5600" w:rsidRPr="009F7ACB">
        <w:t xml:space="preserve"> </w:t>
      </w:r>
    </w:p>
    <w:p w14:paraId="793E48FE" w14:textId="77777777" w:rsidR="00CE39EE" w:rsidRPr="009F7ACB" w:rsidRDefault="00CE39EE" w:rsidP="00801A89">
      <w:pPr>
        <w:spacing w:after="0" w:line="360" w:lineRule="auto"/>
      </w:pPr>
    </w:p>
    <w:p w14:paraId="16921C71" w14:textId="2CC1CFC6" w:rsidR="00DF580D" w:rsidRPr="009F7ACB" w:rsidRDefault="00DF580D" w:rsidP="00DF580D">
      <w:pPr>
        <w:spacing w:after="0" w:line="360" w:lineRule="auto"/>
      </w:pPr>
      <w:r w:rsidRPr="009F7ACB">
        <w:t xml:space="preserve">„Wir teilen eine Leidenschaft: die Leidenschaft für Wasser. </w:t>
      </w:r>
      <w:r w:rsidR="00CC23A7">
        <w:t xml:space="preserve">Lizz </w:t>
      </w:r>
      <w:r w:rsidR="00E765E5" w:rsidRPr="009F7ACB">
        <w:t>Görgl</w:t>
      </w:r>
      <w:r w:rsidRPr="009F7ACB">
        <w:t xml:space="preserve"> liebt Wasser in jeder Form, und für Geberit ist Wasser das wichtigste Element, um das sich alles </w:t>
      </w:r>
      <w:r w:rsidR="007A6243" w:rsidRPr="009F7ACB">
        <w:t xml:space="preserve">– </w:t>
      </w:r>
      <w:r w:rsidRPr="009F7ACB">
        <w:t xml:space="preserve">von unseren Produkten bis hin zu unserer Mission als Unternehmen </w:t>
      </w:r>
      <w:r w:rsidR="007A6243" w:rsidRPr="009F7ACB">
        <w:t>–</w:t>
      </w:r>
      <w:r w:rsidRPr="009F7ACB">
        <w:t xml:space="preserve"> dreht.“ erklärt Peter Ernst, Leiter Design und Ausstellung bei Geberit</w:t>
      </w:r>
      <w:r w:rsidR="000E2E38" w:rsidRPr="009F7ACB">
        <w:t xml:space="preserve"> Österreich</w:t>
      </w:r>
      <w:r w:rsidRPr="009F7ACB">
        <w:t>: „In unseren Dusch-WCs stecken Jahrzehnte an Forschungs- und Entwicklungsarbeit, um die natürliche und sanfte Intimhygiene direkt am WC zu perfektionieren.“</w:t>
      </w:r>
    </w:p>
    <w:p w14:paraId="1552B6B0" w14:textId="77777777" w:rsidR="00CC259F" w:rsidRPr="009F7ACB" w:rsidRDefault="00CC259F" w:rsidP="00DF580D">
      <w:pPr>
        <w:spacing w:after="0" w:line="360" w:lineRule="auto"/>
      </w:pPr>
    </w:p>
    <w:p w14:paraId="3B1F40D1" w14:textId="224CBA6B" w:rsidR="00DF580D" w:rsidRPr="009F7ACB" w:rsidRDefault="00DF580D" w:rsidP="00DF580D">
      <w:pPr>
        <w:spacing w:after="0" w:line="360" w:lineRule="auto"/>
      </w:pPr>
      <w:r w:rsidRPr="009F7ACB">
        <w:lastRenderedPageBreak/>
        <w:t xml:space="preserve">Lizz </w:t>
      </w:r>
      <w:r w:rsidR="00E765E5" w:rsidRPr="009F7ACB">
        <w:t xml:space="preserve">Görgl </w:t>
      </w:r>
      <w:r w:rsidRPr="009F7ACB">
        <w:t xml:space="preserve">bestätigt: „Als langjährige Nutzerin bin ich von der Reinigung mit Wasser, wie sie Geberit AquaClean bietet, zu 100 Prozent überzeugt. Geberit war mir als </w:t>
      </w:r>
      <w:proofErr w:type="spellStart"/>
      <w:r w:rsidRPr="009F7ACB">
        <w:t>Topmarke</w:t>
      </w:r>
      <w:proofErr w:type="spellEnd"/>
      <w:r w:rsidRPr="009F7ACB">
        <w:t xml:space="preserve"> im Bereich Bad und Sanitärtechnik immer ein Begriff und ich freute mich sehr, als man an mich herangetreten ist. Die Zusammenarbeit ist hochprofessionell und zugleich fast familiär“</w:t>
      </w:r>
      <w:r w:rsidR="003723BA" w:rsidRPr="009F7ACB">
        <w:t xml:space="preserve">, lobt </w:t>
      </w:r>
      <w:r w:rsidR="00C53CF5" w:rsidRPr="009F7ACB">
        <w:t xml:space="preserve">Lizz Görgl den Kooperationspartner und </w:t>
      </w:r>
      <w:r w:rsidR="0084536D" w:rsidRPr="009F7ACB">
        <w:t>verrät noch</w:t>
      </w:r>
      <w:r w:rsidR="00C56EC2" w:rsidRPr="009F7ACB">
        <w:t>, dass sie „</w:t>
      </w:r>
      <w:r w:rsidRPr="009F7ACB">
        <w:t xml:space="preserve">im Rahmen des </w:t>
      </w:r>
      <w:proofErr w:type="spellStart"/>
      <w:r w:rsidRPr="009F7ACB">
        <w:t>Videodrehs</w:t>
      </w:r>
      <w:proofErr w:type="spellEnd"/>
      <w:r w:rsidRPr="009F7ACB">
        <w:t xml:space="preserve"> für die Kampagne auch singen durfte“.</w:t>
      </w:r>
    </w:p>
    <w:p w14:paraId="4621D2B8" w14:textId="77777777" w:rsidR="00DF580D" w:rsidRPr="009F7ACB" w:rsidRDefault="00DF580D" w:rsidP="00801A89">
      <w:pPr>
        <w:spacing w:after="0" w:line="360" w:lineRule="auto"/>
        <w:rPr>
          <w:b/>
          <w:bCs/>
        </w:rPr>
      </w:pPr>
    </w:p>
    <w:p w14:paraId="106421D7" w14:textId="5854BFFF" w:rsidR="00922B14" w:rsidRPr="009F7ACB" w:rsidRDefault="00922B14" w:rsidP="00713837">
      <w:pPr>
        <w:rPr>
          <w:bCs/>
        </w:rPr>
      </w:pPr>
    </w:p>
    <w:p w14:paraId="2EA13377" w14:textId="0BEA9845" w:rsidR="00A51C53" w:rsidRPr="009F7ACB" w:rsidRDefault="00C2107F" w:rsidP="00A51C53">
      <w:pPr>
        <w:pStyle w:val="Untertitel"/>
      </w:pPr>
      <w:r w:rsidRPr="009F7ACB">
        <w:t>B</w:t>
      </w:r>
      <w:r w:rsidR="005B491D" w:rsidRPr="009F7ACB">
        <w:t>ildmaterial</w:t>
      </w:r>
    </w:p>
    <w:tbl>
      <w:tblPr>
        <w:tblStyle w:val="Tabellenraster"/>
        <w:tblW w:w="0" w:type="auto"/>
        <w:tblCellMar>
          <w:top w:w="57" w:type="dxa"/>
          <w:left w:w="0" w:type="dxa"/>
          <w:bottom w:w="57" w:type="dxa"/>
          <w:right w:w="0" w:type="dxa"/>
        </w:tblCellMar>
        <w:tblLook w:val="04A0" w:firstRow="1" w:lastRow="0" w:firstColumn="1" w:lastColumn="0" w:noHBand="0" w:noVBand="1"/>
      </w:tblPr>
      <w:tblGrid>
        <w:gridCol w:w="4236"/>
        <w:gridCol w:w="5108"/>
      </w:tblGrid>
      <w:tr w:rsidR="005964E0" w:rsidRPr="009F7ACB" w14:paraId="54812E62" w14:textId="77777777" w:rsidTr="0069116C">
        <w:trPr>
          <w:cantSplit/>
          <w:trHeight w:val="1964"/>
        </w:trPr>
        <w:tc>
          <w:tcPr>
            <w:tcW w:w="4240" w:type="dxa"/>
          </w:tcPr>
          <w:p w14:paraId="50218B1B" w14:textId="28AA19DD" w:rsidR="00D365D8" w:rsidRPr="009F7ACB" w:rsidRDefault="00623A56" w:rsidP="00076A04">
            <w:pPr>
              <w:rPr>
                <w:noProof/>
                <w:lang w:eastAsia="de-DE"/>
              </w:rPr>
            </w:pPr>
            <w:r w:rsidRPr="009F7ACB">
              <w:rPr>
                <w:noProof/>
                <w:lang w:eastAsia="de-DE"/>
              </w:rPr>
              <w:drawing>
                <wp:anchor distT="0" distB="0" distL="114300" distR="114300" simplePos="0" relativeHeight="251656704" behindDoc="0" locked="0" layoutInCell="1" allowOverlap="1" wp14:anchorId="20AEF42D" wp14:editId="359132CC">
                  <wp:simplePos x="0" y="0"/>
                  <wp:positionH relativeFrom="column">
                    <wp:posOffset>71755</wp:posOffset>
                  </wp:positionH>
                  <wp:positionV relativeFrom="paragraph">
                    <wp:posOffset>72190</wp:posOffset>
                  </wp:positionV>
                  <wp:extent cx="2092325" cy="1394460"/>
                  <wp:effectExtent l="0" t="0" r="3175" b="0"/>
                  <wp:wrapSquare wrapText="bothSides"/>
                  <wp:docPr id="97186314" name="Grafik 1" descr="Ein Bild, das Wand, Im Haus, Person,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186314" name="Grafik 1" descr="Ein Bild, das Wand, Im Haus, Person, Kleidung enthält.&#10;&#10;Automatisch generierte Beschreibung"/>
                          <pic:cNvPicPr/>
                        </pic:nvPicPr>
                        <pic:blipFill>
                          <a:blip r:embed="rId11" cstate="screen">
                            <a:extLst>
                              <a:ext uri="{28A0092B-C50C-407E-A947-70E740481C1C}">
                                <a14:useLocalDpi xmlns:a14="http://schemas.microsoft.com/office/drawing/2010/main"/>
                              </a:ext>
                            </a:extLst>
                          </a:blip>
                          <a:stretch>
                            <a:fillRect/>
                          </a:stretch>
                        </pic:blipFill>
                        <pic:spPr>
                          <a:xfrm>
                            <a:off x="0" y="0"/>
                            <a:ext cx="2092325" cy="1394460"/>
                          </a:xfrm>
                          <a:prstGeom prst="rect">
                            <a:avLst/>
                          </a:prstGeom>
                        </pic:spPr>
                      </pic:pic>
                    </a:graphicData>
                  </a:graphic>
                  <wp14:sizeRelH relativeFrom="margin">
                    <wp14:pctWidth>0</wp14:pctWidth>
                  </wp14:sizeRelH>
                  <wp14:sizeRelV relativeFrom="margin">
                    <wp14:pctHeight>0</wp14:pctHeight>
                  </wp14:sizeRelV>
                </wp:anchor>
              </w:drawing>
            </w:r>
          </w:p>
        </w:tc>
        <w:tc>
          <w:tcPr>
            <w:tcW w:w="5114" w:type="dxa"/>
          </w:tcPr>
          <w:p w14:paraId="31E25FC7" w14:textId="74986C64" w:rsidR="00D365D8" w:rsidRPr="009F7ACB" w:rsidRDefault="00D365D8" w:rsidP="00533583">
            <w:pPr>
              <w:widowControl w:val="0"/>
              <w:autoSpaceDE w:val="0"/>
              <w:autoSpaceDN w:val="0"/>
              <w:adjustRightInd w:val="0"/>
              <w:rPr>
                <w:color w:val="000000"/>
                <w:szCs w:val="20"/>
              </w:rPr>
            </w:pPr>
            <w:r w:rsidRPr="009F7ACB">
              <w:rPr>
                <w:b/>
                <w:color w:val="000000"/>
              </w:rPr>
              <w:t>[</w:t>
            </w:r>
            <w:r w:rsidR="008A21DF" w:rsidRPr="009F7ACB">
              <w:rPr>
                <w:b/>
                <w:color w:val="000000"/>
              </w:rPr>
              <w:t>Geberit_</w:t>
            </w:r>
            <w:r w:rsidR="0049358F" w:rsidRPr="009F7ACB">
              <w:rPr>
                <w:rFonts w:eastAsia="MS Mincho"/>
                <w:b/>
                <w:szCs w:val="20"/>
                <w:lang w:eastAsia="ja-JP"/>
              </w:rPr>
              <w:t>LizzGoergl_1</w:t>
            </w:r>
            <w:r w:rsidRPr="009F7ACB">
              <w:rPr>
                <w:rFonts w:eastAsia="MS Mincho"/>
                <w:b/>
                <w:lang w:eastAsia="ja-JP"/>
              </w:rPr>
              <w:t>.jpg</w:t>
            </w:r>
            <w:r w:rsidRPr="009F7ACB">
              <w:rPr>
                <w:b/>
                <w:color w:val="000000"/>
              </w:rPr>
              <w:t>]</w:t>
            </w:r>
            <w:r w:rsidR="00B132B1" w:rsidRPr="009F7ACB">
              <w:rPr>
                <w:b/>
                <w:color w:val="000000"/>
              </w:rPr>
              <w:br/>
            </w:r>
            <w:r w:rsidR="00533583" w:rsidRPr="009F7ACB">
              <w:rPr>
                <w:color w:val="000000"/>
                <w:szCs w:val="20"/>
              </w:rPr>
              <w:t xml:space="preserve">Powerfrau: Die Ski-Doppelweltmeisterin, Sängerin, </w:t>
            </w:r>
            <w:proofErr w:type="spellStart"/>
            <w:r w:rsidR="00533583" w:rsidRPr="009F7ACB">
              <w:rPr>
                <w:color w:val="000000"/>
                <w:szCs w:val="20"/>
              </w:rPr>
              <w:t>Speakerin</w:t>
            </w:r>
            <w:proofErr w:type="spellEnd"/>
            <w:r w:rsidR="00533583" w:rsidRPr="009F7ACB">
              <w:rPr>
                <w:color w:val="000000"/>
                <w:szCs w:val="20"/>
              </w:rPr>
              <w:t xml:space="preserve"> und Trainerin ist Markenbotschafterin für Geberit AquaClean.</w:t>
            </w:r>
            <w:r w:rsidR="00713837" w:rsidRPr="009F7ACB">
              <w:rPr>
                <w:color w:val="000000"/>
              </w:rPr>
              <w:br/>
              <w:t>Foto: Geberit</w:t>
            </w:r>
          </w:p>
        </w:tc>
      </w:tr>
      <w:tr w:rsidR="005964E0" w:rsidRPr="009F7ACB" w14:paraId="3D6E8553" w14:textId="77777777" w:rsidTr="0069116C">
        <w:trPr>
          <w:cantSplit/>
          <w:trHeight w:val="1964"/>
        </w:trPr>
        <w:tc>
          <w:tcPr>
            <w:tcW w:w="4240" w:type="dxa"/>
          </w:tcPr>
          <w:p w14:paraId="28C54201" w14:textId="2CA03C7B" w:rsidR="00623A56" w:rsidRPr="009F7ACB" w:rsidRDefault="00027BB5" w:rsidP="00623A56">
            <w:pPr>
              <w:rPr>
                <w:noProof/>
                <w:lang w:eastAsia="de-DE"/>
              </w:rPr>
            </w:pPr>
            <w:r w:rsidRPr="009F7ACB">
              <w:rPr>
                <w:noProof/>
                <w:lang w:eastAsia="de-DE"/>
              </w:rPr>
              <w:drawing>
                <wp:anchor distT="0" distB="0" distL="114300" distR="114300" simplePos="0" relativeHeight="251658752" behindDoc="0" locked="0" layoutInCell="1" allowOverlap="1" wp14:anchorId="1A3D1460" wp14:editId="6D597201">
                  <wp:simplePos x="0" y="0"/>
                  <wp:positionH relativeFrom="column">
                    <wp:posOffset>72190</wp:posOffset>
                  </wp:positionH>
                  <wp:positionV relativeFrom="paragraph">
                    <wp:posOffset>85390</wp:posOffset>
                  </wp:positionV>
                  <wp:extent cx="2109470" cy="1406525"/>
                  <wp:effectExtent l="0" t="0" r="5080" b="3175"/>
                  <wp:wrapSquare wrapText="bothSides"/>
                  <wp:docPr id="1357572078" name="Grafik 2" descr="Ein Bild, das Im Haus, Wand, Kleidung,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7572078" name="Grafik 2" descr="Ein Bild, das Im Haus, Wand, Kleidung, Person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2109470" cy="1406525"/>
                          </a:xfrm>
                          <a:prstGeom prst="rect">
                            <a:avLst/>
                          </a:prstGeom>
                        </pic:spPr>
                      </pic:pic>
                    </a:graphicData>
                  </a:graphic>
                  <wp14:sizeRelH relativeFrom="page">
                    <wp14:pctWidth>0</wp14:pctWidth>
                  </wp14:sizeRelH>
                  <wp14:sizeRelV relativeFrom="page">
                    <wp14:pctHeight>0</wp14:pctHeight>
                  </wp14:sizeRelV>
                </wp:anchor>
              </w:drawing>
            </w:r>
          </w:p>
        </w:tc>
        <w:tc>
          <w:tcPr>
            <w:tcW w:w="5114" w:type="dxa"/>
          </w:tcPr>
          <w:p w14:paraId="3281ED04" w14:textId="16832A26" w:rsidR="00623A56" w:rsidRPr="009F7ACB" w:rsidRDefault="00623A56" w:rsidP="003B1F08">
            <w:pPr>
              <w:widowControl w:val="0"/>
              <w:autoSpaceDE w:val="0"/>
              <w:autoSpaceDN w:val="0"/>
              <w:adjustRightInd w:val="0"/>
              <w:rPr>
                <w:color w:val="000000"/>
                <w:szCs w:val="20"/>
              </w:rPr>
            </w:pPr>
            <w:r w:rsidRPr="009F7ACB">
              <w:rPr>
                <w:b/>
                <w:color w:val="000000"/>
              </w:rPr>
              <w:t>[Geberit_</w:t>
            </w:r>
            <w:r w:rsidR="0049358F" w:rsidRPr="009F7ACB">
              <w:rPr>
                <w:rFonts w:eastAsia="MS Mincho"/>
                <w:b/>
                <w:szCs w:val="20"/>
                <w:lang w:eastAsia="ja-JP"/>
              </w:rPr>
              <w:t>LizzGoergl</w:t>
            </w:r>
            <w:r w:rsidR="002836F3" w:rsidRPr="009F7ACB">
              <w:rPr>
                <w:rFonts w:eastAsia="MS Mincho"/>
                <w:b/>
                <w:szCs w:val="20"/>
                <w:lang w:eastAsia="ja-JP"/>
              </w:rPr>
              <w:t>_PeterErnst</w:t>
            </w:r>
            <w:r w:rsidRPr="009F7ACB">
              <w:rPr>
                <w:rFonts w:eastAsia="MS Mincho"/>
                <w:b/>
                <w:lang w:eastAsia="ja-JP"/>
              </w:rPr>
              <w:t>.jpg</w:t>
            </w:r>
            <w:r w:rsidRPr="009F7ACB">
              <w:rPr>
                <w:b/>
                <w:color w:val="000000"/>
              </w:rPr>
              <w:t>]</w:t>
            </w:r>
            <w:r w:rsidRPr="009F7ACB">
              <w:rPr>
                <w:b/>
                <w:color w:val="000000"/>
              </w:rPr>
              <w:br/>
            </w:r>
            <w:r w:rsidR="003B1F08" w:rsidRPr="009F7ACB">
              <w:rPr>
                <w:color w:val="000000"/>
                <w:szCs w:val="20"/>
              </w:rPr>
              <w:t>Leidenschaft für Wasser: Lizz Görgl und Peter Ernst (rechts), Verkaufsleiter Design und Ausstellung Geberit Vertriebsgesellschaft</w:t>
            </w:r>
            <w:r w:rsidR="00F535E6" w:rsidRPr="009F7ACB">
              <w:rPr>
                <w:color w:val="000000"/>
                <w:szCs w:val="20"/>
              </w:rPr>
              <w:t xml:space="preserve"> Österreich</w:t>
            </w:r>
            <w:r w:rsidR="003B1F08" w:rsidRPr="009F7ACB">
              <w:rPr>
                <w:color w:val="000000"/>
                <w:szCs w:val="20"/>
              </w:rPr>
              <w:t>,</w:t>
            </w:r>
            <w:r w:rsidR="00C56EC2" w:rsidRPr="009F7ACB">
              <w:rPr>
                <w:color w:val="000000"/>
                <w:szCs w:val="20"/>
              </w:rPr>
              <w:t xml:space="preserve"> </w:t>
            </w:r>
            <w:r w:rsidR="003B1F08" w:rsidRPr="009F7ACB">
              <w:rPr>
                <w:color w:val="000000"/>
                <w:szCs w:val="20"/>
              </w:rPr>
              <w:t>freuen sich auf die Zusammenarbeit.</w:t>
            </w:r>
            <w:r w:rsidRPr="009F7ACB">
              <w:rPr>
                <w:color w:val="000000"/>
              </w:rPr>
              <w:br/>
              <w:t>Foto: Geberit</w:t>
            </w:r>
          </w:p>
        </w:tc>
      </w:tr>
      <w:tr w:rsidR="005964E0" w:rsidRPr="009F7ACB" w14:paraId="653D5017" w14:textId="77777777" w:rsidTr="0069116C">
        <w:trPr>
          <w:cantSplit/>
          <w:trHeight w:val="1964"/>
        </w:trPr>
        <w:tc>
          <w:tcPr>
            <w:tcW w:w="4240" w:type="dxa"/>
          </w:tcPr>
          <w:p w14:paraId="5C81519C" w14:textId="53280E9A" w:rsidR="001A4DD3" w:rsidRPr="009F7ACB" w:rsidRDefault="001A4DD3" w:rsidP="001A4DD3">
            <w:pPr>
              <w:rPr>
                <w:noProof/>
                <w:lang w:eastAsia="de-DE"/>
              </w:rPr>
            </w:pPr>
            <w:r w:rsidRPr="009F7ACB">
              <w:rPr>
                <w:noProof/>
                <w:lang w:eastAsia="de-DE"/>
              </w:rPr>
              <w:drawing>
                <wp:anchor distT="0" distB="0" distL="114300" distR="114300" simplePos="0" relativeHeight="251663360" behindDoc="0" locked="0" layoutInCell="1" allowOverlap="1" wp14:anchorId="42C51BC3" wp14:editId="02B98E37">
                  <wp:simplePos x="0" y="0"/>
                  <wp:positionH relativeFrom="column">
                    <wp:posOffset>81080</wp:posOffset>
                  </wp:positionH>
                  <wp:positionV relativeFrom="paragraph">
                    <wp:posOffset>48126</wp:posOffset>
                  </wp:positionV>
                  <wp:extent cx="2100580" cy="1400810"/>
                  <wp:effectExtent l="0" t="0" r="0" b="8890"/>
                  <wp:wrapSquare wrapText="bothSides"/>
                  <wp:docPr id="1503466662" name="Grafik 4" descr="Ein Bild, das Wand, Im Haus, Person,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3466662" name="Grafik 4" descr="Ein Bild, das Wand, Im Haus, Person, Kleidung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2100580" cy="1400810"/>
                          </a:xfrm>
                          <a:prstGeom prst="rect">
                            <a:avLst/>
                          </a:prstGeom>
                        </pic:spPr>
                      </pic:pic>
                    </a:graphicData>
                  </a:graphic>
                  <wp14:sizeRelH relativeFrom="margin">
                    <wp14:pctWidth>0</wp14:pctWidth>
                  </wp14:sizeRelH>
                  <wp14:sizeRelV relativeFrom="margin">
                    <wp14:pctHeight>0</wp14:pctHeight>
                  </wp14:sizeRelV>
                </wp:anchor>
              </w:drawing>
            </w:r>
          </w:p>
        </w:tc>
        <w:tc>
          <w:tcPr>
            <w:tcW w:w="5114" w:type="dxa"/>
          </w:tcPr>
          <w:p w14:paraId="6824C242" w14:textId="40F4A3FC" w:rsidR="001A4DD3" w:rsidRPr="009F7ACB" w:rsidRDefault="001A4DD3" w:rsidP="001A4DD3">
            <w:pPr>
              <w:widowControl w:val="0"/>
              <w:autoSpaceDE w:val="0"/>
              <w:autoSpaceDN w:val="0"/>
              <w:adjustRightInd w:val="0"/>
            </w:pPr>
            <w:r w:rsidRPr="009F7ACB">
              <w:rPr>
                <w:b/>
                <w:color w:val="000000"/>
              </w:rPr>
              <w:t>[Geberit_</w:t>
            </w:r>
            <w:r w:rsidRPr="009F7ACB">
              <w:rPr>
                <w:rFonts w:eastAsia="MS Mincho"/>
                <w:b/>
                <w:szCs w:val="20"/>
                <w:lang w:eastAsia="ja-JP"/>
              </w:rPr>
              <w:t>LizzGoergl_2</w:t>
            </w:r>
            <w:r w:rsidRPr="009F7ACB">
              <w:rPr>
                <w:rFonts w:eastAsia="MS Mincho"/>
                <w:b/>
                <w:lang w:eastAsia="ja-JP"/>
              </w:rPr>
              <w:t>.jpg</w:t>
            </w:r>
            <w:r w:rsidRPr="009F7ACB">
              <w:rPr>
                <w:b/>
                <w:color w:val="000000"/>
              </w:rPr>
              <w:t>]</w:t>
            </w:r>
            <w:r w:rsidRPr="009F7ACB">
              <w:rPr>
                <w:b/>
                <w:color w:val="000000"/>
              </w:rPr>
              <w:br/>
            </w:r>
            <w:r w:rsidR="00B0125B" w:rsidRPr="009F7ACB">
              <w:t xml:space="preserve">Ski-Doppelweltmeisterin </w:t>
            </w:r>
            <w:r w:rsidR="00BF788E" w:rsidRPr="009F7ACB">
              <w:t>Lizz G</w:t>
            </w:r>
            <w:r w:rsidR="003010C2" w:rsidRPr="009F7ACB">
              <w:t xml:space="preserve">örgl </w:t>
            </w:r>
            <w:r w:rsidR="00D21D4C" w:rsidRPr="009F7ACB">
              <w:t xml:space="preserve">ist als langjährige Nutzerin von der Reinigung mit Wasser, wie sie Geberit AquaClean bietet, </w:t>
            </w:r>
            <w:r w:rsidR="0022043C">
              <w:t>begeis</w:t>
            </w:r>
            <w:r w:rsidR="00CC23A7">
              <w:t>t</w:t>
            </w:r>
            <w:r w:rsidR="0022043C">
              <w:t>ert</w:t>
            </w:r>
            <w:r w:rsidR="00D21D4C" w:rsidRPr="009F7ACB">
              <w:t>.</w:t>
            </w:r>
            <w:r w:rsidRPr="009F7ACB">
              <w:rPr>
                <w:color w:val="000000"/>
              </w:rPr>
              <w:br/>
              <w:t>Foto: Geberit</w:t>
            </w:r>
          </w:p>
        </w:tc>
      </w:tr>
      <w:tr w:rsidR="005964E0" w:rsidRPr="009F7ACB" w14:paraId="569540D6" w14:textId="77777777" w:rsidTr="0069116C">
        <w:trPr>
          <w:cantSplit/>
          <w:trHeight w:val="1964"/>
        </w:trPr>
        <w:tc>
          <w:tcPr>
            <w:tcW w:w="4240" w:type="dxa"/>
          </w:tcPr>
          <w:p w14:paraId="0C59CA25" w14:textId="58F26C4B" w:rsidR="001A4DD3" w:rsidRPr="009F7ACB" w:rsidRDefault="001A4DD3" w:rsidP="001A4DD3">
            <w:pPr>
              <w:rPr>
                <w:noProof/>
                <w:lang w:eastAsia="de-DE"/>
              </w:rPr>
            </w:pPr>
            <w:r w:rsidRPr="009F7ACB">
              <w:rPr>
                <w:noProof/>
                <w:lang w:eastAsia="de-DE"/>
              </w:rPr>
              <w:lastRenderedPageBreak/>
              <w:drawing>
                <wp:anchor distT="0" distB="0" distL="114300" distR="114300" simplePos="0" relativeHeight="251662336" behindDoc="0" locked="0" layoutInCell="1" allowOverlap="1" wp14:anchorId="67316D02" wp14:editId="663E8FF1">
                  <wp:simplePos x="0" y="0"/>
                  <wp:positionH relativeFrom="column">
                    <wp:posOffset>46892</wp:posOffset>
                  </wp:positionH>
                  <wp:positionV relativeFrom="paragraph">
                    <wp:posOffset>42301</wp:posOffset>
                  </wp:positionV>
                  <wp:extent cx="2091690" cy="1394460"/>
                  <wp:effectExtent l="0" t="0" r="3810" b="0"/>
                  <wp:wrapSquare wrapText="bothSides"/>
                  <wp:docPr id="1642588378" name="Grafik 3" descr="Ein Bild, das Wand, Im Haus, Kleidung,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2588378" name="Grafik 3" descr="Ein Bild, das Wand, Im Haus, Kleidung, Person enthält.&#10;&#10;Automatisch generierte Beschreibung"/>
                          <pic:cNvPicPr/>
                        </pic:nvPicPr>
                        <pic:blipFill>
                          <a:blip r:embed="rId14" cstate="screen">
                            <a:extLst>
                              <a:ext uri="{28A0092B-C50C-407E-A947-70E740481C1C}">
                                <a14:useLocalDpi xmlns:a14="http://schemas.microsoft.com/office/drawing/2010/main"/>
                              </a:ext>
                            </a:extLst>
                          </a:blip>
                          <a:stretch>
                            <a:fillRect/>
                          </a:stretch>
                        </pic:blipFill>
                        <pic:spPr>
                          <a:xfrm>
                            <a:off x="0" y="0"/>
                            <a:ext cx="2091690" cy="1394460"/>
                          </a:xfrm>
                          <a:prstGeom prst="rect">
                            <a:avLst/>
                          </a:prstGeom>
                        </pic:spPr>
                      </pic:pic>
                    </a:graphicData>
                  </a:graphic>
                  <wp14:sizeRelH relativeFrom="page">
                    <wp14:pctWidth>0</wp14:pctWidth>
                  </wp14:sizeRelH>
                  <wp14:sizeRelV relativeFrom="page">
                    <wp14:pctHeight>0</wp14:pctHeight>
                  </wp14:sizeRelV>
                </wp:anchor>
              </w:drawing>
            </w:r>
          </w:p>
        </w:tc>
        <w:tc>
          <w:tcPr>
            <w:tcW w:w="5114" w:type="dxa"/>
          </w:tcPr>
          <w:p w14:paraId="6BAC9321" w14:textId="573FE0FC" w:rsidR="001A4DD3" w:rsidRPr="009F7ACB" w:rsidRDefault="001A4DD3" w:rsidP="001A4DD3">
            <w:pPr>
              <w:widowControl w:val="0"/>
              <w:autoSpaceDE w:val="0"/>
              <w:autoSpaceDN w:val="0"/>
              <w:adjustRightInd w:val="0"/>
              <w:rPr>
                <w:b/>
                <w:color w:val="000000"/>
              </w:rPr>
            </w:pPr>
            <w:r w:rsidRPr="009F7ACB">
              <w:rPr>
                <w:b/>
                <w:color w:val="000000"/>
              </w:rPr>
              <w:t>[Geberit_</w:t>
            </w:r>
            <w:r w:rsidRPr="009F7ACB">
              <w:rPr>
                <w:rFonts w:eastAsia="MS Mincho"/>
                <w:b/>
                <w:szCs w:val="20"/>
                <w:lang w:eastAsia="ja-JP"/>
              </w:rPr>
              <w:t>LizzGoergl_3</w:t>
            </w:r>
            <w:r w:rsidRPr="009F7ACB">
              <w:rPr>
                <w:rFonts w:eastAsia="MS Mincho"/>
                <w:b/>
                <w:lang w:eastAsia="ja-JP"/>
              </w:rPr>
              <w:t>.jpg</w:t>
            </w:r>
            <w:r w:rsidRPr="009F7ACB">
              <w:rPr>
                <w:b/>
                <w:color w:val="000000"/>
              </w:rPr>
              <w:t>]</w:t>
            </w:r>
            <w:r w:rsidRPr="009F7ACB">
              <w:rPr>
                <w:b/>
                <w:color w:val="000000"/>
              </w:rPr>
              <w:br/>
            </w:r>
            <w:r w:rsidR="00C324F4" w:rsidRPr="009F7ACB">
              <w:t xml:space="preserve">Wesentlich für den Erfolg im Spitzensport sind </w:t>
            </w:r>
            <w:r w:rsidR="0042290B" w:rsidRPr="009F7ACB">
              <w:t xml:space="preserve">laut Lizz Görgl </w:t>
            </w:r>
            <w:r w:rsidR="00C324F4" w:rsidRPr="009F7ACB">
              <w:t xml:space="preserve">auch Entspannung und Wellness. </w:t>
            </w:r>
            <w:r w:rsidR="0022043C">
              <w:t>Bei</w:t>
            </w:r>
            <w:r w:rsidR="00C324F4" w:rsidRPr="009F7ACB">
              <w:t xml:space="preserve"> beide</w:t>
            </w:r>
            <w:r w:rsidR="0022043C">
              <w:t>m</w:t>
            </w:r>
            <w:r w:rsidR="00C324F4" w:rsidRPr="009F7ACB">
              <w:t xml:space="preserve"> spielt Wasser eine wichtige Rolle</w:t>
            </w:r>
            <w:r w:rsidR="0042290B" w:rsidRPr="009F7ACB">
              <w:t>.</w:t>
            </w:r>
            <w:r w:rsidRPr="009F7ACB">
              <w:rPr>
                <w:color w:val="000000"/>
              </w:rPr>
              <w:br/>
              <w:t>Foto: Geberit</w:t>
            </w:r>
          </w:p>
        </w:tc>
      </w:tr>
    </w:tbl>
    <w:p w14:paraId="778A82D7" w14:textId="77777777" w:rsidR="00461BAF" w:rsidRPr="009F7ACB" w:rsidRDefault="00461BAF" w:rsidP="00085424">
      <w:pPr>
        <w:spacing w:after="0" w:line="240" w:lineRule="auto"/>
        <w:rPr>
          <w:rStyle w:val="Fett"/>
          <w:b/>
        </w:rPr>
      </w:pPr>
    </w:p>
    <w:p w14:paraId="7B4687CA" w14:textId="77777777" w:rsidR="0069116C" w:rsidRPr="009F7ACB" w:rsidRDefault="0069116C" w:rsidP="00B970FB">
      <w:pPr>
        <w:spacing w:after="0" w:line="276" w:lineRule="auto"/>
        <w:rPr>
          <w:rStyle w:val="Fett"/>
          <w:b/>
        </w:rPr>
      </w:pPr>
    </w:p>
    <w:p w14:paraId="32B2EA99" w14:textId="03B96AE5" w:rsidR="008D397A" w:rsidRPr="009F7ACB" w:rsidRDefault="00CC6242" w:rsidP="00B970FB">
      <w:pPr>
        <w:spacing w:after="0" w:line="276" w:lineRule="auto"/>
        <w:rPr>
          <w:rStyle w:val="Fett"/>
          <w:b/>
        </w:rPr>
      </w:pPr>
      <w:r w:rsidRPr="009F7ACB">
        <w:rPr>
          <w:rStyle w:val="Fett"/>
          <w:b/>
        </w:rPr>
        <w:t>Weitere Auskünfte erteilt:</w:t>
      </w:r>
    </w:p>
    <w:p w14:paraId="63280DF3" w14:textId="256C8BC0" w:rsidR="00F02A16" w:rsidRPr="009F7ACB" w:rsidRDefault="00534498" w:rsidP="00B970FB">
      <w:pPr>
        <w:pStyle w:val="Boilerpatebold"/>
        <w:spacing w:line="276" w:lineRule="auto"/>
        <w:rPr>
          <w:rStyle w:val="Fett"/>
          <w:b w:val="0"/>
        </w:rPr>
      </w:pPr>
      <w:r w:rsidRPr="009F7ACB">
        <w:rPr>
          <w:rStyle w:val="Fett"/>
          <w:b w:val="0"/>
          <w:lang w:val="fr-CH"/>
        </w:rPr>
        <w:t xml:space="preserve">AM </w:t>
      </w:r>
      <w:proofErr w:type="spellStart"/>
      <w:r w:rsidRPr="009F7ACB">
        <w:rPr>
          <w:rStyle w:val="Fett"/>
          <w:b w:val="0"/>
          <w:lang w:val="fr-CH"/>
        </w:rPr>
        <w:t>Kommunikation</w:t>
      </w:r>
      <w:proofErr w:type="spellEnd"/>
      <w:r w:rsidR="00055A5C" w:rsidRPr="009F7ACB">
        <w:rPr>
          <w:rStyle w:val="Fett"/>
          <w:b w:val="0"/>
          <w:lang w:val="fr-CH"/>
        </w:rPr>
        <w:br/>
      </w:r>
      <w:r w:rsidR="00CC6242" w:rsidRPr="009F7ACB">
        <w:rPr>
          <w:rStyle w:val="Fett"/>
          <w:b w:val="0"/>
          <w:lang w:val="fr-CH"/>
        </w:rPr>
        <w:t>König-Karl-</w:t>
      </w:r>
      <w:proofErr w:type="spellStart"/>
      <w:r w:rsidR="00CC6242" w:rsidRPr="009F7ACB">
        <w:rPr>
          <w:rStyle w:val="Fett"/>
          <w:b w:val="0"/>
          <w:lang w:val="fr-CH"/>
        </w:rPr>
        <w:t>Straße</w:t>
      </w:r>
      <w:proofErr w:type="spellEnd"/>
      <w:r w:rsidR="00CC6242" w:rsidRPr="009F7ACB">
        <w:rPr>
          <w:rStyle w:val="Fett"/>
          <w:b w:val="0"/>
          <w:lang w:val="fr-CH"/>
        </w:rPr>
        <w:t xml:space="preserve"> 10, 70372 Stuttgart</w:t>
      </w:r>
      <w:r w:rsidR="00AB7E1B" w:rsidRPr="009F7ACB">
        <w:rPr>
          <w:rStyle w:val="Fett"/>
          <w:b w:val="0"/>
          <w:lang w:val="fr-CH"/>
        </w:rPr>
        <w:br/>
      </w:r>
      <w:r w:rsidR="00AB46EF" w:rsidRPr="009F7ACB">
        <w:rPr>
          <w:rStyle w:val="Fett"/>
          <w:b w:val="0"/>
          <w:lang w:val="fr-CH"/>
        </w:rPr>
        <w:t>Annibale Picicci</w:t>
      </w:r>
      <w:r w:rsidR="00AB7E1B" w:rsidRPr="009F7ACB">
        <w:rPr>
          <w:rStyle w:val="Fett"/>
          <w:b w:val="0"/>
          <w:lang w:val="fr-CH"/>
        </w:rPr>
        <w:br/>
        <w:t xml:space="preserve">Tel. </w:t>
      </w:r>
      <w:r w:rsidR="00AB7E1B" w:rsidRPr="009F7ACB">
        <w:rPr>
          <w:rStyle w:val="Fett"/>
          <w:b w:val="0"/>
        </w:rPr>
        <w:t>+4</w:t>
      </w:r>
      <w:r w:rsidR="00CC6242" w:rsidRPr="009F7ACB">
        <w:rPr>
          <w:rStyle w:val="Fett"/>
          <w:b w:val="0"/>
        </w:rPr>
        <w:t>9</w:t>
      </w:r>
      <w:r w:rsidR="00AB7E1B" w:rsidRPr="009F7ACB">
        <w:rPr>
          <w:rStyle w:val="Fett"/>
          <w:b w:val="0"/>
        </w:rPr>
        <w:t xml:space="preserve"> (0)</w:t>
      </w:r>
      <w:r w:rsidR="00CC6242" w:rsidRPr="009F7ACB">
        <w:rPr>
          <w:rStyle w:val="Fett"/>
          <w:b w:val="0"/>
        </w:rPr>
        <w:t>711 92545-1</w:t>
      </w:r>
      <w:r w:rsidR="00AB46EF" w:rsidRPr="009F7ACB">
        <w:rPr>
          <w:rStyle w:val="Fett"/>
          <w:b w:val="0"/>
        </w:rPr>
        <w:t>2</w:t>
      </w:r>
    </w:p>
    <w:p w14:paraId="740EE9C4" w14:textId="3558E288" w:rsidR="00CC6242" w:rsidRPr="009F7ACB" w:rsidRDefault="00CC6242" w:rsidP="00B970FB">
      <w:pPr>
        <w:pStyle w:val="Boilerpatebold"/>
        <w:spacing w:line="276" w:lineRule="auto"/>
        <w:rPr>
          <w:rStyle w:val="Fett"/>
          <w:b w:val="0"/>
        </w:rPr>
      </w:pPr>
      <w:r w:rsidRPr="009F7ACB">
        <w:rPr>
          <w:rStyle w:val="Fett"/>
          <w:b w:val="0"/>
        </w:rPr>
        <w:t xml:space="preserve">Mail: </w:t>
      </w:r>
      <w:r w:rsidR="00AB46EF" w:rsidRPr="009F7ACB">
        <w:rPr>
          <w:rStyle w:val="Fett"/>
          <w:b w:val="0"/>
        </w:rPr>
        <w:t>a.picicci</w:t>
      </w:r>
      <w:r w:rsidRPr="009F7ACB">
        <w:rPr>
          <w:rStyle w:val="Fett"/>
          <w:b w:val="0"/>
        </w:rPr>
        <w:t>@a</w:t>
      </w:r>
      <w:r w:rsidR="00534498" w:rsidRPr="009F7ACB">
        <w:rPr>
          <w:rStyle w:val="Fett"/>
          <w:b w:val="0"/>
        </w:rPr>
        <w:t>mkommunikation</w:t>
      </w:r>
      <w:r w:rsidRPr="009F7ACB">
        <w:rPr>
          <w:rStyle w:val="Fett"/>
          <w:b w:val="0"/>
        </w:rPr>
        <w:t xml:space="preserve">.de </w:t>
      </w:r>
    </w:p>
    <w:p w14:paraId="32AA1E14" w14:textId="77777777" w:rsidR="00055A5C" w:rsidRPr="009F7ACB" w:rsidRDefault="00055A5C" w:rsidP="00B970FB">
      <w:pPr>
        <w:pStyle w:val="Boilerpatebold"/>
        <w:spacing w:line="276" w:lineRule="auto"/>
        <w:rPr>
          <w:rStyle w:val="Fett"/>
          <w:b w:val="0"/>
        </w:rPr>
      </w:pPr>
    </w:p>
    <w:p w14:paraId="3BDBBA65" w14:textId="77777777" w:rsidR="00461BAF" w:rsidRPr="009F7ACB" w:rsidRDefault="00461BAF" w:rsidP="00B970FB">
      <w:pPr>
        <w:pStyle w:val="Boilerpatebold"/>
        <w:spacing w:line="276" w:lineRule="auto"/>
        <w:rPr>
          <w:rStyle w:val="Fett"/>
        </w:rPr>
      </w:pPr>
    </w:p>
    <w:p w14:paraId="25BBB6B0" w14:textId="77777777" w:rsidR="0051596B" w:rsidRPr="009F7ACB" w:rsidRDefault="0051596B" w:rsidP="00B970FB">
      <w:pPr>
        <w:pStyle w:val="Boilerpatebold"/>
        <w:spacing w:line="276" w:lineRule="auto"/>
        <w:rPr>
          <w:rStyle w:val="Fett"/>
        </w:rPr>
      </w:pPr>
      <w:r w:rsidRPr="009F7ACB">
        <w:rPr>
          <w:rStyle w:val="Fett"/>
        </w:rPr>
        <w:t>Über Geberit</w:t>
      </w:r>
    </w:p>
    <w:p w14:paraId="30B0869C" w14:textId="77777777" w:rsidR="00AB46EF" w:rsidRPr="00D638BB" w:rsidRDefault="00AB46EF" w:rsidP="00B970FB">
      <w:pPr>
        <w:kinsoku w:val="0"/>
        <w:overflowPunct w:val="0"/>
        <w:spacing w:before="2" w:line="276" w:lineRule="auto"/>
        <w:textAlignment w:val="baseline"/>
        <w:rPr>
          <w:b/>
          <w:bCs/>
          <w:sz w:val="16"/>
          <w:szCs w:val="16"/>
        </w:rPr>
      </w:pPr>
      <w:r w:rsidRPr="009F7ACB">
        <w:rPr>
          <w:color w:val="242424"/>
          <w:sz w:val="16"/>
          <w:szCs w:val="16"/>
          <w:shd w:val="clear" w:color="auto" w:fill="FFFFFF"/>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2022 einen Nettoumsatz von CHF 3,4 Milliarden. Die Geberit Aktien sind an der SIX Swiss Exchange kotiert und seit 2012 Bestandteil des SMI (Swiss Market Index).</w:t>
      </w:r>
    </w:p>
    <w:p w14:paraId="482793ED" w14:textId="3C5CAA1F" w:rsidR="0039084B" w:rsidRPr="00AB46EF" w:rsidRDefault="0039084B" w:rsidP="0039084B">
      <w:pPr>
        <w:kinsoku w:val="0"/>
        <w:overflowPunct w:val="0"/>
        <w:spacing w:before="2" w:line="276" w:lineRule="auto"/>
        <w:textAlignment w:val="baseline"/>
        <w:rPr>
          <w:sz w:val="16"/>
          <w:szCs w:val="16"/>
        </w:rPr>
      </w:pPr>
    </w:p>
    <w:p w14:paraId="3450E36D" w14:textId="45B7581A" w:rsidR="006B47B6" w:rsidRDefault="006B47B6" w:rsidP="0051596B">
      <w:pPr>
        <w:pStyle w:val="Boilerpatebold"/>
        <w:rPr>
          <w:b w:val="0"/>
        </w:rPr>
      </w:pPr>
    </w:p>
    <w:sectPr w:rsidR="006B47B6">
      <w:headerReference w:type="default" r:id="rId15"/>
      <w:footerReference w:type="default" r:id="rId16"/>
      <w:headerReference w:type="first" r:id="rId17"/>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711D0C" w14:textId="77777777" w:rsidR="008B2B51" w:rsidRDefault="008B2B51" w:rsidP="00C0638B">
      <w:r>
        <w:separator/>
      </w:r>
    </w:p>
  </w:endnote>
  <w:endnote w:type="continuationSeparator" w:id="0">
    <w:p w14:paraId="7C968E6D" w14:textId="77777777" w:rsidR="008B2B51" w:rsidRDefault="008B2B51" w:rsidP="00C0638B">
      <w:r>
        <w:continuationSeparator/>
      </w:r>
    </w:p>
  </w:endnote>
  <w:endnote w:type="continuationNotice" w:id="1">
    <w:p w14:paraId="3912B984" w14:textId="77777777" w:rsidR="008B2B51" w:rsidRDefault="008B2B5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C8003B" w:rsidRDefault="00C8003B" w:rsidP="00C0638B">
    <w:pPr>
      <w:pStyle w:val="Fuzeile"/>
    </w:pPr>
    <w:r>
      <w:rPr>
        <w:snapToGrid w:val="0"/>
      </w:rPr>
      <w:fldChar w:fldCharType="begin"/>
    </w:r>
    <w:r>
      <w:rPr>
        <w:snapToGrid w:val="0"/>
      </w:rPr>
      <w:instrText xml:space="preserve"> PAGE </w:instrText>
    </w:r>
    <w:r>
      <w:rPr>
        <w:snapToGrid w:val="0"/>
      </w:rPr>
      <w:fldChar w:fldCharType="separate"/>
    </w:r>
    <w:r w:rsidR="00004A20">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E717FF" w14:textId="77777777" w:rsidR="008B2B51" w:rsidRDefault="008B2B51" w:rsidP="00C0638B">
      <w:r>
        <w:separator/>
      </w:r>
    </w:p>
  </w:footnote>
  <w:footnote w:type="continuationSeparator" w:id="0">
    <w:p w14:paraId="4B9F3232" w14:textId="77777777" w:rsidR="008B2B51" w:rsidRDefault="008B2B51" w:rsidP="00C0638B">
      <w:r>
        <w:continuationSeparator/>
      </w:r>
    </w:p>
  </w:footnote>
  <w:footnote w:type="continuationNotice" w:id="1">
    <w:p w14:paraId="2E26BDFE" w14:textId="77777777" w:rsidR="008B2B51" w:rsidRDefault="008B2B5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C8003B" w:rsidRDefault="00C8003B"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C8003B" w:rsidRDefault="00C8003B" w:rsidP="00C0638B">
    <w:pPr>
      <w:pStyle w:val="Kopfzeile"/>
    </w:pPr>
  </w:p>
  <w:p w14:paraId="3939F970" w14:textId="77777777" w:rsidR="00C8003B" w:rsidRDefault="00C8003B" w:rsidP="00C0638B">
    <w:pPr>
      <w:pStyle w:val="Kopfzeile"/>
    </w:pPr>
  </w:p>
  <w:p w14:paraId="1D10099C" w14:textId="77777777" w:rsidR="00C8003B" w:rsidRDefault="00C8003B" w:rsidP="00C0638B">
    <w:pPr>
      <w:pStyle w:val="Kopfzeile"/>
    </w:pPr>
  </w:p>
  <w:p w14:paraId="6BA002F4" w14:textId="77777777" w:rsidR="00C8003B" w:rsidRDefault="00C8003B"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C8003B" w:rsidRDefault="00C8003B"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421725764">
    <w:abstractNumId w:val="0"/>
  </w:num>
  <w:num w:numId="2" w16cid:durableId="866021909">
    <w:abstractNumId w:val="2"/>
  </w:num>
  <w:num w:numId="3" w16cid:durableId="13644054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35FF"/>
    <w:rsid w:val="00004A20"/>
    <w:rsid w:val="00005CA1"/>
    <w:rsid w:val="00006036"/>
    <w:rsid w:val="00014B8E"/>
    <w:rsid w:val="00027BB5"/>
    <w:rsid w:val="00031FB8"/>
    <w:rsid w:val="00033BB8"/>
    <w:rsid w:val="000435CF"/>
    <w:rsid w:val="00044480"/>
    <w:rsid w:val="00045C33"/>
    <w:rsid w:val="00055A5C"/>
    <w:rsid w:val="000628BD"/>
    <w:rsid w:val="00063A9A"/>
    <w:rsid w:val="000649E4"/>
    <w:rsid w:val="00065EBD"/>
    <w:rsid w:val="000738CF"/>
    <w:rsid w:val="00073E45"/>
    <w:rsid w:val="00076A04"/>
    <w:rsid w:val="00084B16"/>
    <w:rsid w:val="00085424"/>
    <w:rsid w:val="000912B7"/>
    <w:rsid w:val="0009294D"/>
    <w:rsid w:val="00095958"/>
    <w:rsid w:val="0009617A"/>
    <w:rsid w:val="00096B04"/>
    <w:rsid w:val="00096E28"/>
    <w:rsid w:val="000A0DF8"/>
    <w:rsid w:val="000A20E7"/>
    <w:rsid w:val="000A2D58"/>
    <w:rsid w:val="000A46CD"/>
    <w:rsid w:val="000A7415"/>
    <w:rsid w:val="000B5D29"/>
    <w:rsid w:val="000B61D9"/>
    <w:rsid w:val="000C34FB"/>
    <w:rsid w:val="000D0825"/>
    <w:rsid w:val="000D1568"/>
    <w:rsid w:val="000D2273"/>
    <w:rsid w:val="000E2E38"/>
    <w:rsid w:val="000E4EC4"/>
    <w:rsid w:val="000E68E9"/>
    <w:rsid w:val="000F69A3"/>
    <w:rsid w:val="000F6A6E"/>
    <w:rsid w:val="000F6BD5"/>
    <w:rsid w:val="000F749D"/>
    <w:rsid w:val="0010640E"/>
    <w:rsid w:val="00106614"/>
    <w:rsid w:val="00106C60"/>
    <w:rsid w:val="0011200D"/>
    <w:rsid w:val="00120AF2"/>
    <w:rsid w:val="00120FA7"/>
    <w:rsid w:val="001265FF"/>
    <w:rsid w:val="00126DD7"/>
    <w:rsid w:val="0013303F"/>
    <w:rsid w:val="001362ED"/>
    <w:rsid w:val="00136CA5"/>
    <w:rsid w:val="00137250"/>
    <w:rsid w:val="001464FA"/>
    <w:rsid w:val="00146652"/>
    <w:rsid w:val="001507F4"/>
    <w:rsid w:val="00150D35"/>
    <w:rsid w:val="0015394B"/>
    <w:rsid w:val="00160863"/>
    <w:rsid w:val="00163AA8"/>
    <w:rsid w:val="00163B4B"/>
    <w:rsid w:val="0017569E"/>
    <w:rsid w:val="0018186A"/>
    <w:rsid w:val="00182035"/>
    <w:rsid w:val="001828EB"/>
    <w:rsid w:val="00191A7E"/>
    <w:rsid w:val="00191CD9"/>
    <w:rsid w:val="001A00B2"/>
    <w:rsid w:val="001A014F"/>
    <w:rsid w:val="001A27AB"/>
    <w:rsid w:val="001A3CD8"/>
    <w:rsid w:val="001A3D0A"/>
    <w:rsid w:val="001A4321"/>
    <w:rsid w:val="001A4DD3"/>
    <w:rsid w:val="001A5E6F"/>
    <w:rsid w:val="001B14CA"/>
    <w:rsid w:val="001C23E4"/>
    <w:rsid w:val="001D359D"/>
    <w:rsid w:val="001D67CA"/>
    <w:rsid w:val="001E18DB"/>
    <w:rsid w:val="001E4148"/>
    <w:rsid w:val="001E5F11"/>
    <w:rsid w:val="001F0F8D"/>
    <w:rsid w:val="001F273F"/>
    <w:rsid w:val="00203563"/>
    <w:rsid w:val="00204CCF"/>
    <w:rsid w:val="00204D1B"/>
    <w:rsid w:val="00206C7C"/>
    <w:rsid w:val="002122B9"/>
    <w:rsid w:val="0021427B"/>
    <w:rsid w:val="002176F2"/>
    <w:rsid w:val="0022043C"/>
    <w:rsid w:val="0022087C"/>
    <w:rsid w:val="002211CE"/>
    <w:rsid w:val="00221C19"/>
    <w:rsid w:val="00225C5E"/>
    <w:rsid w:val="00231637"/>
    <w:rsid w:val="002378E4"/>
    <w:rsid w:val="002403F9"/>
    <w:rsid w:val="0024228F"/>
    <w:rsid w:val="00243DCB"/>
    <w:rsid w:val="00256DA4"/>
    <w:rsid w:val="00267D61"/>
    <w:rsid w:val="00270527"/>
    <w:rsid w:val="0027304F"/>
    <w:rsid w:val="00274BB0"/>
    <w:rsid w:val="0027782E"/>
    <w:rsid w:val="00282342"/>
    <w:rsid w:val="0028343A"/>
    <w:rsid w:val="002836F3"/>
    <w:rsid w:val="00286478"/>
    <w:rsid w:val="002909BE"/>
    <w:rsid w:val="002916A7"/>
    <w:rsid w:val="002A569F"/>
    <w:rsid w:val="002A68E4"/>
    <w:rsid w:val="002B4364"/>
    <w:rsid w:val="002B47DE"/>
    <w:rsid w:val="002C5FE1"/>
    <w:rsid w:val="002D0013"/>
    <w:rsid w:val="002D07E9"/>
    <w:rsid w:val="002D429A"/>
    <w:rsid w:val="002D5B20"/>
    <w:rsid w:val="002D5E34"/>
    <w:rsid w:val="002D5E61"/>
    <w:rsid w:val="002D71A8"/>
    <w:rsid w:val="002E5DFD"/>
    <w:rsid w:val="002F11DB"/>
    <w:rsid w:val="002F2F6F"/>
    <w:rsid w:val="002F4E16"/>
    <w:rsid w:val="003010C2"/>
    <w:rsid w:val="00303B05"/>
    <w:rsid w:val="00305C12"/>
    <w:rsid w:val="0030682A"/>
    <w:rsid w:val="00311832"/>
    <w:rsid w:val="003147B8"/>
    <w:rsid w:val="00315AE3"/>
    <w:rsid w:val="00321032"/>
    <w:rsid w:val="003240E8"/>
    <w:rsid w:val="00334C49"/>
    <w:rsid w:val="003351CE"/>
    <w:rsid w:val="0034154B"/>
    <w:rsid w:val="00342C54"/>
    <w:rsid w:val="00351289"/>
    <w:rsid w:val="0035639C"/>
    <w:rsid w:val="00365E30"/>
    <w:rsid w:val="00370AC6"/>
    <w:rsid w:val="003723BA"/>
    <w:rsid w:val="00374C82"/>
    <w:rsid w:val="003760E8"/>
    <w:rsid w:val="0039084B"/>
    <w:rsid w:val="00392467"/>
    <w:rsid w:val="0039283A"/>
    <w:rsid w:val="00393EDE"/>
    <w:rsid w:val="003A616D"/>
    <w:rsid w:val="003B100C"/>
    <w:rsid w:val="003B1F08"/>
    <w:rsid w:val="003B588C"/>
    <w:rsid w:val="003B59B8"/>
    <w:rsid w:val="003B6BCC"/>
    <w:rsid w:val="003C08E9"/>
    <w:rsid w:val="003E143B"/>
    <w:rsid w:val="003E1A1F"/>
    <w:rsid w:val="003E4F6A"/>
    <w:rsid w:val="003F5DEC"/>
    <w:rsid w:val="004001C9"/>
    <w:rsid w:val="00400327"/>
    <w:rsid w:val="00400425"/>
    <w:rsid w:val="004013B6"/>
    <w:rsid w:val="00401EAB"/>
    <w:rsid w:val="00404E1E"/>
    <w:rsid w:val="00406D59"/>
    <w:rsid w:val="00407F6F"/>
    <w:rsid w:val="0041134C"/>
    <w:rsid w:val="0041193A"/>
    <w:rsid w:val="00417054"/>
    <w:rsid w:val="0042290B"/>
    <w:rsid w:val="004236FE"/>
    <w:rsid w:val="00426EBF"/>
    <w:rsid w:val="00427249"/>
    <w:rsid w:val="00431757"/>
    <w:rsid w:val="00444FB2"/>
    <w:rsid w:val="0044569A"/>
    <w:rsid w:val="00447320"/>
    <w:rsid w:val="0045394F"/>
    <w:rsid w:val="00457BEB"/>
    <w:rsid w:val="00461BAF"/>
    <w:rsid w:val="0046327B"/>
    <w:rsid w:val="00463B2C"/>
    <w:rsid w:val="004677B1"/>
    <w:rsid w:val="004776C0"/>
    <w:rsid w:val="00477AC6"/>
    <w:rsid w:val="00480161"/>
    <w:rsid w:val="00481B92"/>
    <w:rsid w:val="00481FA4"/>
    <w:rsid w:val="00482FAD"/>
    <w:rsid w:val="00486445"/>
    <w:rsid w:val="004920F9"/>
    <w:rsid w:val="0049358F"/>
    <w:rsid w:val="004A0285"/>
    <w:rsid w:val="004A3EA4"/>
    <w:rsid w:val="004A5EC2"/>
    <w:rsid w:val="004A6420"/>
    <w:rsid w:val="004B3FDC"/>
    <w:rsid w:val="004B44D5"/>
    <w:rsid w:val="004B45BA"/>
    <w:rsid w:val="004B53A1"/>
    <w:rsid w:val="004B6F7B"/>
    <w:rsid w:val="004C3FDA"/>
    <w:rsid w:val="004C6B26"/>
    <w:rsid w:val="004C6ED7"/>
    <w:rsid w:val="004C7453"/>
    <w:rsid w:val="004D1990"/>
    <w:rsid w:val="004D4A83"/>
    <w:rsid w:val="004D5600"/>
    <w:rsid w:val="004E47C3"/>
    <w:rsid w:val="004E6B3B"/>
    <w:rsid w:val="004E7FBE"/>
    <w:rsid w:val="004F712F"/>
    <w:rsid w:val="00511E29"/>
    <w:rsid w:val="005120AC"/>
    <w:rsid w:val="00513003"/>
    <w:rsid w:val="0051596B"/>
    <w:rsid w:val="00516590"/>
    <w:rsid w:val="00516F61"/>
    <w:rsid w:val="005203D6"/>
    <w:rsid w:val="00520DD7"/>
    <w:rsid w:val="005277DD"/>
    <w:rsid w:val="005326BE"/>
    <w:rsid w:val="00533583"/>
    <w:rsid w:val="005338A9"/>
    <w:rsid w:val="00534498"/>
    <w:rsid w:val="00535CF8"/>
    <w:rsid w:val="00543EE4"/>
    <w:rsid w:val="0054634D"/>
    <w:rsid w:val="00555E24"/>
    <w:rsid w:val="00556C2D"/>
    <w:rsid w:val="0056773A"/>
    <w:rsid w:val="00571FCD"/>
    <w:rsid w:val="00572272"/>
    <w:rsid w:val="00572E53"/>
    <w:rsid w:val="005759A5"/>
    <w:rsid w:val="0058796A"/>
    <w:rsid w:val="00591D43"/>
    <w:rsid w:val="0059323A"/>
    <w:rsid w:val="005941FC"/>
    <w:rsid w:val="00595428"/>
    <w:rsid w:val="005964E0"/>
    <w:rsid w:val="0059661F"/>
    <w:rsid w:val="00597CCF"/>
    <w:rsid w:val="005A5ABC"/>
    <w:rsid w:val="005B491D"/>
    <w:rsid w:val="005B6308"/>
    <w:rsid w:val="005C0D0F"/>
    <w:rsid w:val="005C3DA7"/>
    <w:rsid w:val="005D279D"/>
    <w:rsid w:val="005E0088"/>
    <w:rsid w:val="005E528F"/>
    <w:rsid w:val="005E543B"/>
    <w:rsid w:val="005F1C10"/>
    <w:rsid w:val="005F5FBC"/>
    <w:rsid w:val="006009D4"/>
    <w:rsid w:val="00611A0A"/>
    <w:rsid w:val="00612B9F"/>
    <w:rsid w:val="00621B96"/>
    <w:rsid w:val="00623A56"/>
    <w:rsid w:val="00630D22"/>
    <w:rsid w:val="00634009"/>
    <w:rsid w:val="00636E19"/>
    <w:rsid w:val="00640B13"/>
    <w:rsid w:val="00655090"/>
    <w:rsid w:val="0065706F"/>
    <w:rsid w:val="00657B88"/>
    <w:rsid w:val="00657CC5"/>
    <w:rsid w:val="006606A9"/>
    <w:rsid w:val="006641F5"/>
    <w:rsid w:val="006671CE"/>
    <w:rsid w:val="0067490E"/>
    <w:rsid w:val="00682ECE"/>
    <w:rsid w:val="0068408A"/>
    <w:rsid w:val="00685137"/>
    <w:rsid w:val="0069116C"/>
    <w:rsid w:val="00696D99"/>
    <w:rsid w:val="006A01D0"/>
    <w:rsid w:val="006A3ABA"/>
    <w:rsid w:val="006B1A0B"/>
    <w:rsid w:val="006B47B6"/>
    <w:rsid w:val="006B51C6"/>
    <w:rsid w:val="006B5D24"/>
    <w:rsid w:val="006B6CAA"/>
    <w:rsid w:val="006B74FA"/>
    <w:rsid w:val="006C01CE"/>
    <w:rsid w:val="006C4044"/>
    <w:rsid w:val="006C5CD9"/>
    <w:rsid w:val="006D1154"/>
    <w:rsid w:val="006D349A"/>
    <w:rsid w:val="006D3E7D"/>
    <w:rsid w:val="006D6059"/>
    <w:rsid w:val="006E3B74"/>
    <w:rsid w:val="006E5951"/>
    <w:rsid w:val="006E5E17"/>
    <w:rsid w:val="006F4BC0"/>
    <w:rsid w:val="007043B9"/>
    <w:rsid w:val="0070520A"/>
    <w:rsid w:val="00711769"/>
    <w:rsid w:val="007124C6"/>
    <w:rsid w:val="00713837"/>
    <w:rsid w:val="0071437C"/>
    <w:rsid w:val="007154A8"/>
    <w:rsid w:val="0071793C"/>
    <w:rsid w:val="00717C9B"/>
    <w:rsid w:val="00720079"/>
    <w:rsid w:val="00722C18"/>
    <w:rsid w:val="0072308A"/>
    <w:rsid w:val="00727196"/>
    <w:rsid w:val="00730462"/>
    <w:rsid w:val="00731D95"/>
    <w:rsid w:val="00733A8E"/>
    <w:rsid w:val="00742FBF"/>
    <w:rsid w:val="007431E3"/>
    <w:rsid w:val="0074431C"/>
    <w:rsid w:val="007448C0"/>
    <w:rsid w:val="00745B3E"/>
    <w:rsid w:val="0075387D"/>
    <w:rsid w:val="00755C48"/>
    <w:rsid w:val="00771BDE"/>
    <w:rsid w:val="00775E34"/>
    <w:rsid w:val="00782DDC"/>
    <w:rsid w:val="00784D7F"/>
    <w:rsid w:val="00785B70"/>
    <w:rsid w:val="0078777A"/>
    <w:rsid w:val="00791AD2"/>
    <w:rsid w:val="007936A7"/>
    <w:rsid w:val="00793E41"/>
    <w:rsid w:val="007A53AE"/>
    <w:rsid w:val="007A5790"/>
    <w:rsid w:val="007A6243"/>
    <w:rsid w:val="007B10AF"/>
    <w:rsid w:val="007B23AB"/>
    <w:rsid w:val="007B2E65"/>
    <w:rsid w:val="007B5D26"/>
    <w:rsid w:val="007C08D8"/>
    <w:rsid w:val="007C17D6"/>
    <w:rsid w:val="007C2E96"/>
    <w:rsid w:val="007C3631"/>
    <w:rsid w:val="007C484A"/>
    <w:rsid w:val="007C4859"/>
    <w:rsid w:val="007D28DB"/>
    <w:rsid w:val="007E30EF"/>
    <w:rsid w:val="007E4885"/>
    <w:rsid w:val="007E6A89"/>
    <w:rsid w:val="007F5990"/>
    <w:rsid w:val="007F5FF9"/>
    <w:rsid w:val="00801A89"/>
    <w:rsid w:val="00801F0C"/>
    <w:rsid w:val="008023B0"/>
    <w:rsid w:val="0080783B"/>
    <w:rsid w:val="00810F98"/>
    <w:rsid w:val="00813137"/>
    <w:rsid w:val="008223D1"/>
    <w:rsid w:val="00827C4B"/>
    <w:rsid w:val="0083151A"/>
    <w:rsid w:val="00834DE2"/>
    <w:rsid w:val="008359F8"/>
    <w:rsid w:val="0084536D"/>
    <w:rsid w:val="00851843"/>
    <w:rsid w:val="00865C85"/>
    <w:rsid w:val="00866A44"/>
    <w:rsid w:val="008674E4"/>
    <w:rsid w:val="008707E8"/>
    <w:rsid w:val="00871F6B"/>
    <w:rsid w:val="00874F7B"/>
    <w:rsid w:val="00892E4F"/>
    <w:rsid w:val="008937EA"/>
    <w:rsid w:val="00893E14"/>
    <w:rsid w:val="008A21DF"/>
    <w:rsid w:val="008A534E"/>
    <w:rsid w:val="008A5CF2"/>
    <w:rsid w:val="008A72DE"/>
    <w:rsid w:val="008B15D6"/>
    <w:rsid w:val="008B2B51"/>
    <w:rsid w:val="008B2FBA"/>
    <w:rsid w:val="008B3DA4"/>
    <w:rsid w:val="008B4FFC"/>
    <w:rsid w:val="008B560D"/>
    <w:rsid w:val="008B5C1D"/>
    <w:rsid w:val="008B76DF"/>
    <w:rsid w:val="008C416B"/>
    <w:rsid w:val="008C49C0"/>
    <w:rsid w:val="008C5654"/>
    <w:rsid w:val="008C6E0C"/>
    <w:rsid w:val="008D2B5C"/>
    <w:rsid w:val="008D3543"/>
    <w:rsid w:val="008D397A"/>
    <w:rsid w:val="008D592C"/>
    <w:rsid w:val="008D5FEF"/>
    <w:rsid w:val="008E4C71"/>
    <w:rsid w:val="008E6943"/>
    <w:rsid w:val="008F0959"/>
    <w:rsid w:val="008F2359"/>
    <w:rsid w:val="008F5DDF"/>
    <w:rsid w:val="009056CA"/>
    <w:rsid w:val="00906A35"/>
    <w:rsid w:val="00921352"/>
    <w:rsid w:val="00922B14"/>
    <w:rsid w:val="00925849"/>
    <w:rsid w:val="009330AA"/>
    <w:rsid w:val="00934FF8"/>
    <w:rsid w:val="00936C6F"/>
    <w:rsid w:val="009475B3"/>
    <w:rsid w:val="00947AA6"/>
    <w:rsid w:val="0095297A"/>
    <w:rsid w:val="009559AA"/>
    <w:rsid w:val="00962DA2"/>
    <w:rsid w:val="00977B90"/>
    <w:rsid w:val="00980492"/>
    <w:rsid w:val="00996D56"/>
    <w:rsid w:val="009A36B5"/>
    <w:rsid w:val="009B0E0F"/>
    <w:rsid w:val="009B596C"/>
    <w:rsid w:val="009B7477"/>
    <w:rsid w:val="009C03E3"/>
    <w:rsid w:val="009C54D0"/>
    <w:rsid w:val="009C5CE6"/>
    <w:rsid w:val="009D2F1B"/>
    <w:rsid w:val="009E0312"/>
    <w:rsid w:val="009E47D9"/>
    <w:rsid w:val="009F6EC8"/>
    <w:rsid w:val="009F7ACB"/>
    <w:rsid w:val="00A026D7"/>
    <w:rsid w:val="00A06B17"/>
    <w:rsid w:val="00A13A5D"/>
    <w:rsid w:val="00A14A0C"/>
    <w:rsid w:val="00A15926"/>
    <w:rsid w:val="00A17E7F"/>
    <w:rsid w:val="00A20F70"/>
    <w:rsid w:val="00A258F5"/>
    <w:rsid w:val="00A33B55"/>
    <w:rsid w:val="00A4503E"/>
    <w:rsid w:val="00A51C53"/>
    <w:rsid w:val="00A52F7C"/>
    <w:rsid w:val="00A71391"/>
    <w:rsid w:val="00A812E2"/>
    <w:rsid w:val="00A8501E"/>
    <w:rsid w:val="00A969B2"/>
    <w:rsid w:val="00AA240C"/>
    <w:rsid w:val="00AA520B"/>
    <w:rsid w:val="00AA566F"/>
    <w:rsid w:val="00AB1712"/>
    <w:rsid w:val="00AB46EF"/>
    <w:rsid w:val="00AB7E1B"/>
    <w:rsid w:val="00AC720C"/>
    <w:rsid w:val="00AE2E08"/>
    <w:rsid w:val="00AE6945"/>
    <w:rsid w:val="00AF03BD"/>
    <w:rsid w:val="00AF3FF5"/>
    <w:rsid w:val="00AF4040"/>
    <w:rsid w:val="00AF43A4"/>
    <w:rsid w:val="00B0125B"/>
    <w:rsid w:val="00B024FE"/>
    <w:rsid w:val="00B03573"/>
    <w:rsid w:val="00B06CF2"/>
    <w:rsid w:val="00B132B1"/>
    <w:rsid w:val="00B27A84"/>
    <w:rsid w:val="00B353E7"/>
    <w:rsid w:val="00B36EA7"/>
    <w:rsid w:val="00B406FE"/>
    <w:rsid w:val="00B42482"/>
    <w:rsid w:val="00B44A37"/>
    <w:rsid w:val="00B4524F"/>
    <w:rsid w:val="00B458FA"/>
    <w:rsid w:val="00B652A2"/>
    <w:rsid w:val="00B660CD"/>
    <w:rsid w:val="00B7341B"/>
    <w:rsid w:val="00B7560D"/>
    <w:rsid w:val="00B830F1"/>
    <w:rsid w:val="00B84557"/>
    <w:rsid w:val="00B939D2"/>
    <w:rsid w:val="00B970FB"/>
    <w:rsid w:val="00BA0DF1"/>
    <w:rsid w:val="00BA3B26"/>
    <w:rsid w:val="00BA54E5"/>
    <w:rsid w:val="00BB26E9"/>
    <w:rsid w:val="00BC4F8C"/>
    <w:rsid w:val="00BD4958"/>
    <w:rsid w:val="00BD5DDC"/>
    <w:rsid w:val="00BD77F5"/>
    <w:rsid w:val="00BE45A3"/>
    <w:rsid w:val="00BE6215"/>
    <w:rsid w:val="00BF6AF0"/>
    <w:rsid w:val="00BF788E"/>
    <w:rsid w:val="00C02790"/>
    <w:rsid w:val="00C0638B"/>
    <w:rsid w:val="00C15DFE"/>
    <w:rsid w:val="00C15FED"/>
    <w:rsid w:val="00C201B7"/>
    <w:rsid w:val="00C20BE1"/>
    <w:rsid w:val="00C2107F"/>
    <w:rsid w:val="00C219BC"/>
    <w:rsid w:val="00C24B92"/>
    <w:rsid w:val="00C24CF4"/>
    <w:rsid w:val="00C24D76"/>
    <w:rsid w:val="00C31E71"/>
    <w:rsid w:val="00C324F4"/>
    <w:rsid w:val="00C37712"/>
    <w:rsid w:val="00C40E0A"/>
    <w:rsid w:val="00C4293E"/>
    <w:rsid w:val="00C4690A"/>
    <w:rsid w:val="00C46E05"/>
    <w:rsid w:val="00C51523"/>
    <w:rsid w:val="00C5234E"/>
    <w:rsid w:val="00C53CF5"/>
    <w:rsid w:val="00C55F77"/>
    <w:rsid w:val="00C56EC2"/>
    <w:rsid w:val="00C6015B"/>
    <w:rsid w:val="00C6089E"/>
    <w:rsid w:val="00C73EEA"/>
    <w:rsid w:val="00C8003B"/>
    <w:rsid w:val="00C81D0D"/>
    <w:rsid w:val="00CA5031"/>
    <w:rsid w:val="00CB00DC"/>
    <w:rsid w:val="00CB1073"/>
    <w:rsid w:val="00CB3CDF"/>
    <w:rsid w:val="00CB510F"/>
    <w:rsid w:val="00CB5126"/>
    <w:rsid w:val="00CB5339"/>
    <w:rsid w:val="00CB7A24"/>
    <w:rsid w:val="00CC146D"/>
    <w:rsid w:val="00CC1C38"/>
    <w:rsid w:val="00CC23A7"/>
    <w:rsid w:val="00CC259F"/>
    <w:rsid w:val="00CC277B"/>
    <w:rsid w:val="00CC6242"/>
    <w:rsid w:val="00CC7B40"/>
    <w:rsid w:val="00CE39EE"/>
    <w:rsid w:val="00CF5AF1"/>
    <w:rsid w:val="00CF6418"/>
    <w:rsid w:val="00D000AA"/>
    <w:rsid w:val="00D02590"/>
    <w:rsid w:val="00D05B1C"/>
    <w:rsid w:val="00D0714C"/>
    <w:rsid w:val="00D11D9F"/>
    <w:rsid w:val="00D15029"/>
    <w:rsid w:val="00D20F07"/>
    <w:rsid w:val="00D21D4C"/>
    <w:rsid w:val="00D365D8"/>
    <w:rsid w:val="00D37AB0"/>
    <w:rsid w:val="00D4103B"/>
    <w:rsid w:val="00D4309E"/>
    <w:rsid w:val="00D43A9E"/>
    <w:rsid w:val="00D461DA"/>
    <w:rsid w:val="00D62F26"/>
    <w:rsid w:val="00D66B8E"/>
    <w:rsid w:val="00D814A2"/>
    <w:rsid w:val="00D81BC6"/>
    <w:rsid w:val="00D82246"/>
    <w:rsid w:val="00D87D5F"/>
    <w:rsid w:val="00DA5778"/>
    <w:rsid w:val="00DA68DA"/>
    <w:rsid w:val="00DB1CFF"/>
    <w:rsid w:val="00DB3ECA"/>
    <w:rsid w:val="00DC55B6"/>
    <w:rsid w:val="00DC6426"/>
    <w:rsid w:val="00DC7319"/>
    <w:rsid w:val="00DD0B55"/>
    <w:rsid w:val="00DD17CE"/>
    <w:rsid w:val="00DD1B9C"/>
    <w:rsid w:val="00DD54A5"/>
    <w:rsid w:val="00DE6B2F"/>
    <w:rsid w:val="00DF23F6"/>
    <w:rsid w:val="00DF2F60"/>
    <w:rsid w:val="00DF580D"/>
    <w:rsid w:val="00DF78D1"/>
    <w:rsid w:val="00E05D0A"/>
    <w:rsid w:val="00E07613"/>
    <w:rsid w:val="00E23D46"/>
    <w:rsid w:val="00E2523B"/>
    <w:rsid w:val="00E4020A"/>
    <w:rsid w:val="00E41553"/>
    <w:rsid w:val="00E43A1A"/>
    <w:rsid w:val="00E55CD5"/>
    <w:rsid w:val="00E574DD"/>
    <w:rsid w:val="00E57CF2"/>
    <w:rsid w:val="00E60210"/>
    <w:rsid w:val="00E60701"/>
    <w:rsid w:val="00E60791"/>
    <w:rsid w:val="00E65269"/>
    <w:rsid w:val="00E66699"/>
    <w:rsid w:val="00E72297"/>
    <w:rsid w:val="00E765E5"/>
    <w:rsid w:val="00E767C3"/>
    <w:rsid w:val="00E76B95"/>
    <w:rsid w:val="00E77054"/>
    <w:rsid w:val="00E83FC2"/>
    <w:rsid w:val="00E874A5"/>
    <w:rsid w:val="00E921B0"/>
    <w:rsid w:val="00EA0196"/>
    <w:rsid w:val="00EA286E"/>
    <w:rsid w:val="00EB77A9"/>
    <w:rsid w:val="00EB7D61"/>
    <w:rsid w:val="00EC3969"/>
    <w:rsid w:val="00EC3BD8"/>
    <w:rsid w:val="00EC463D"/>
    <w:rsid w:val="00EC68F1"/>
    <w:rsid w:val="00EC6904"/>
    <w:rsid w:val="00EC6CAD"/>
    <w:rsid w:val="00EC7445"/>
    <w:rsid w:val="00ED22D1"/>
    <w:rsid w:val="00EE10CF"/>
    <w:rsid w:val="00EE3167"/>
    <w:rsid w:val="00EE4200"/>
    <w:rsid w:val="00EE51A3"/>
    <w:rsid w:val="00EE6194"/>
    <w:rsid w:val="00EF0CF9"/>
    <w:rsid w:val="00EF1BA8"/>
    <w:rsid w:val="00EF3556"/>
    <w:rsid w:val="00EF69A1"/>
    <w:rsid w:val="00F00A52"/>
    <w:rsid w:val="00F02398"/>
    <w:rsid w:val="00F02A16"/>
    <w:rsid w:val="00F034B4"/>
    <w:rsid w:val="00F0661C"/>
    <w:rsid w:val="00F120CA"/>
    <w:rsid w:val="00F1550B"/>
    <w:rsid w:val="00F16969"/>
    <w:rsid w:val="00F2324B"/>
    <w:rsid w:val="00F31C10"/>
    <w:rsid w:val="00F33128"/>
    <w:rsid w:val="00F339C2"/>
    <w:rsid w:val="00F36135"/>
    <w:rsid w:val="00F417CC"/>
    <w:rsid w:val="00F44E81"/>
    <w:rsid w:val="00F4514A"/>
    <w:rsid w:val="00F47016"/>
    <w:rsid w:val="00F535E6"/>
    <w:rsid w:val="00F6243E"/>
    <w:rsid w:val="00F7365E"/>
    <w:rsid w:val="00F75DC0"/>
    <w:rsid w:val="00F800C7"/>
    <w:rsid w:val="00F84324"/>
    <w:rsid w:val="00F86DE1"/>
    <w:rsid w:val="00F87881"/>
    <w:rsid w:val="00F94023"/>
    <w:rsid w:val="00F97312"/>
    <w:rsid w:val="00FA0C1F"/>
    <w:rsid w:val="00FA22A5"/>
    <w:rsid w:val="00FA44AA"/>
    <w:rsid w:val="00FA7847"/>
    <w:rsid w:val="00FB259D"/>
    <w:rsid w:val="00FB280F"/>
    <w:rsid w:val="00FB2BFC"/>
    <w:rsid w:val="00FB5DD3"/>
    <w:rsid w:val="00FC77F8"/>
    <w:rsid w:val="00FE152D"/>
    <w:rsid w:val="00FE2670"/>
    <w:rsid w:val="00FE3583"/>
    <w:rsid w:val="00FE72BA"/>
    <w:rsid w:val="00FF0EF5"/>
    <w:rsid w:val="0BBEB0AB"/>
    <w:rsid w:val="28945C1F"/>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753F96A8-FA32-2D47-90C4-965C3AD14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caption"/>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caption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775E34"/>
    <w:rPr>
      <w:rFonts w:ascii="Arial" w:hAnsi="Arial" w:cs="Arial"/>
      <w:szCs w:val="22"/>
      <w:lang w:val="de-DE"/>
    </w:rPr>
  </w:style>
  <w:style w:type="character" w:customStyle="1" w:styleId="normaltextrun">
    <w:name w:val="normaltextrun"/>
    <w:basedOn w:val="Absatz-Standardschriftart"/>
    <w:rsid w:val="006C40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2" ma:contentTypeDescription="Ein neues Dokument erstellen." ma:contentTypeScope="" ma:versionID="5b24fa327aab8e741d6ab7be0776d43c">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c09927d0a1d90c85e8b0b4dba88ad354"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2.xml><?xml version="1.0" encoding="utf-8"?>
<ds:datastoreItem xmlns:ds="http://schemas.openxmlformats.org/officeDocument/2006/customXml" ds:itemID="{6AF06F3F-5DE6-4230-BD70-E11DC71A6A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73789228-BDAB-7C41-B029-224A8D8D7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3</Pages>
  <Words>695</Words>
  <Characters>4380</Characters>
  <Application>Microsoft Office Word</Application>
  <DocSecurity>0</DocSecurity>
  <Lines>36</Lines>
  <Paragraphs>10</Paragraphs>
  <ScaleCrop>false</ScaleCrop>
  <Company>Geberit</Company>
  <LinksUpToDate>false</LinksUpToDate>
  <CharactersWithSpaces>5065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Olaf Grewe</dc:creator>
  <cp:lastModifiedBy>Ann-Katrin Fritz</cp:lastModifiedBy>
  <cp:revision>125</cp:revision>
  <cp:lastPrinted>2017-02-16T10:02:00Z</cp:lastPrinted>
  <dcterms:created xsi:type="dcterms:W3CDTF">2023-11-06T09:51:00Z</dcterms:created>
  <dcterms:modified xsi:type="dcterms:W3CDTF">2023-11-24T11:36:00Z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2023-11-06T09:51:00Z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ActionId">
    <vt:lpwstr>18033eed-1cb9-4d77-aced-2cc04c0da84f</vt:lpwstr>
  </property>
  <property fmtid="{D5CDD505-2E9C-101B-9397-08002B2CF9AE}" pid="10" name="MSIP_Label_583d9081-ff0c-403e-9495-6ce7896734ce_ContentBits">
    <vt:lpwstr>0</vt:lpwstr>
  </property>
</Properties>
</file>