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6C3476D1" w:rsidR="007324A4" w:rsidRPr="00031A6F" w:rsidRDefault="005751BA" w:rsidP="00D75C38">
      <w:pPr>
        <w:pStyle w:val="KeinLeerraum"/>
        <w:rPr>
          <w:lang w:val="de-DE"/>
        </w:rPr>
      </w:pPr>
      <w:r>
        <w:rPr>
          <w:lang w:val="de-DE"/>
        </w:rPr>
        <w:t>Neue</w:t>
      </w:r>
      <w:r w:rsidR="00CA28FF">
        <w:rPr>
          <w:lang w:val="de-DE"/>
        </w:rPr>
        <w:t xml:space="preserve"> Generation </w:t>
      </w:r>
      <w:r w:rsidR="007054A4">
        <w:rPr>
          <w:lang w:val="de-DE"/>
        </w:rPr>
        <w:t>des Spülkasten</w:t>
      </w:r>
      <w:r w:rsidR="00273476">
        <w:rPr>
          <w:lang w:val="de-DE"/>
        </w:rPr>
        <w:t>-</w:t>
      </w:r>
      <w:r w:rsidR="00CA28FF">
        <w:rPr>
          <w:lang w:val="de-DE"/>
        </w:rPr>
        <w:t>Klassikers</w:t>
      </w:r>
    </w:p>
    <w:p w14:paraId="14B0BCBE" w14:textId="025D3A38" w:rsidR="00E303B9" w:rsidRPr="00031A6F" w:rsidRDefault="00CA28FF" w:rsidP="00E303B9">
      <w:pPr>
        <w:pStyle w:val="berschrift1"/>
        <w:rPr>
          <w:lang w:val="de-DE"/>
        </w:rPr>
      </w:pPr>
      <w:r>
        <w:rPr>
          <w:lang w:val="de-DE"/>
        </w:rPr>
        <w:t xml:space="preserve">Geberit erweitert Funktionsumfang des </w:t>
      </w:r>
      <w:r w:rsidR="0091477C">
        <w:rPr>
          <w:lang w:val="de-DE"/>
        </w:rPr>
        <w:t>Sigma Unterputzspülkasten</w:t>
      </w:r>
      <w:r>
        <w:rPr>
          <w:lang w:val="de-DE"/>
        </w:rPr>
        <w:t>s</w:t>
      </w:r>
      <w:r w:rsidR="0091477C">
        <w:rPr>
          <w:lang w:val="de-DE"/>
        </w:rPr>
        <w:t xml:space="preserve"> </w:t>
      </w:r>
    </w:p>
    <w:p w14:paraId="075AFA2A" w14:textId="5AF8C8C1" w:rsidR="00B4524F" w:rsidRPr="00031A6F" w:rsidRDefault="00B4524F" w:rsidP="00E767C3">
      <w:pPr>
        <w:pStyle w:val="Kopfzeile"/>
        <w:rPr>
          <w:rStyle w:val="Hervorhebung"/>
          <w:sz w:val="20"/>
          <w:szCs w:val="20"/>
          <w:lang w:val="de-DE"/>
        </w:rPr>
      </w:pPr>
      <w:r w:rsidRPr="00031A6F">
        <w:rPr>
          <w:rStyle w:val="Hervorhebung"/>
          <w:sz w:val="20"/>
          <w:szCs w:val="20"/>
          <w:lang w:val="de-DE"/>
        </w:rPr>
        <w:t xml:space="preserve">Geberit </w:t>
      </w:r>
      <w:r w:rsidR="005B491D" w:rsidRPr="00031A6F">
        <w:rPr>
          <w:rStyle w:val="Hervorhebung"/>
          <w:sz w:val="20"/>
          <w:szCs w:val="20"/>
          <w:lang w:val="de-DE"/>
        </w:rPr>
        <w:t>Vertriebs GmbH</w:t>
      </w:r>
      <w:r w:rsidRPr="00031A6F">
        <w:rPr>
          <w:rStyle w:val="Hervorhebung"/>
          <w:sz w:val="20"/>
          <w:szCs w:val="20"/>
          <w:lang w:val="de-DE"/>
        </w:rPr>
        <w:t xml:space="preserve">, </w:t>
      </w:r>
      <w:r w:rsidR="005B491D" w:rsidRPr="00031A6F">
        <w:rPr>
          <w:rStyle w:val="Hervorhebung"/>
          <w:sz w:val="20"/>
          <w:szCs w:val="20"/>
          <w:lang w:val="de-DE"/>
        </w:rPr>
        <w:t>Pfullendorf</w:t>
      </w:r>
      <w:r w:rsidRPr="00031A6F">
        <w:rPr>
          <w:rStyle w:val="Hervorhebung"/>
          <w:sz w:val="20"/>
          <w:szCs w:val="20"/>
          <w:lang w:val="de-DE"/>
        </w:rPr>
        <w:t xml:space="preserve">, </w:t>
      </w:r>
      <w:r w:rsidR="00FD11BD" w:rsidRPr="00031A6F">
        <w:rPr>
          <w:rStyle w:val="Hervorhebung"/>
          <w:sz w:val="20"/>
          <w:szCs w:val="20"/>
          <w:lang w:val="de-DE"/>
        </w:rPr>
        <w:t xml:space="preserve">Januar </w:t>
      </w:r>
      <w:r w:rsidR="00FA41DD" w:rsidRPr="00031A6F">
        <w:rPr>
          <w:rStyle w:val="Hervorhebung"/>
          <w:sz w:val="20"/>
          <w:szCs w:val="20"/>
          <w:lang w:val="de-DE"/>
        </w:rPr>
        <w:t>202</w:t>
      </w:r>
      <w:r w:rsidR="00FD11BD" w:rsidRPr="00031A6F">
        <w:rPr>
          <w:rStyle w:val="Hervorhebung"/>
          <w:sz w:val="20"/>
          <w:szCs w:val="20"/>
          <w:lang w:val="de-DE"/>
        </w:rPr>
        <w:t>3</w:t>
      </w:r>
    </w:p>
    <w:p w14:paraId="36CEA577" w14:textId="6B7786B6" w:rsidR="00B51AA0" w:rsidRPr="00031A6F" w:rsidRDefault="009D0CF4" w:rsidP="00C9175A">
      <w:pPr>
        <w:pStyle w:val="Titel"/>
      </w:pPr>
      <w:r>
        <w:rPr>
          <w:sz w:val="20"/>
          <w:szCs w:val="20"/>
          <w:lang w:val="de-DE"/>
        </w:rPr>
        <w:t>Der Geberit Sigma Unterputz</w:t>
      </w:r>
      <w:r w:rsidR="00923CAF">
        <w:rPr>
          <w:sz w:val="20"/>
          <w:szCs w:val="20"/>
          <w:lang w:val="de-DE"/>
        </w:rPr>
        <w:t>s</w:t>
      </w:r>
      <w:r>
        <w:rPr>
          <w:sz w:val="20"/>
          <w:szCs w:val="20"/>
          <w:lang w:val="de-DE"/>
        </w:rPr>
        <w:t xml:space="preserve">pülkasten </w:t>
      </w:r>
      <w:r w:rsidR="002046B5">
        <w:rPr>
          <w:sz w:val="20"/>
          <w:szCs w:val="20"/>
          <w:lang w:val="de-DE"/>
        </w:rPr>
        <w:t>hat sich</w:t>
      </w:r>
      <w:r>
        <w:rPr>
          <w:sz w:val="20"/>
          <w:szCs w:val="20"/>
          <w:lang w:val="de-DE"/>
        </w:rPr>
        <w:t xml:space="preserve"> seit </w:t>
      </w:r>
      <w:r w:rsidR="00C1222B">
        <w:rPr>
          <w:sz w:val="20"/>
          <w:szCs w:val="20"/>
          <w:lang w:val="de-DE"/>
        </w:rPr>
        <w:t xml:space="preserve">mehr als fünf Jahrzehnten </w:t>
      </w:r>
      <w:r w:rsidR="00CA28FF">
        <w:rPr>
          <w:sz w:val="20"/>
          <w:szCs w:val="20"/>
          <w:lang w:val="de-DE"/>
        </w:rPr>
        <w:t xml:space="preserve">bei Architekten </w:t>
      </w:r>
      <w:r w:rsidR="00C1222B">
        <w:rPr>
          <w:sz w:val="20"/>
          <w:szCs w:val="20"/>
          <w:lang w:val="de-DE"/>
        </w:rPr>
        <w:t>bewährt</w:t>
      </w:r>
      <w:r w:rsidR="00CA28FF">
        <w:rPr>
          <w:sz w:val="20"/>
          <w:szCs w:val="20"/>
          <w:lang w:val="de-DE"/>
        </w:rPr>
        <w:t>.</w:t>
      </w:r>
      <w:r w:rsidR="00C1222B">
        <w:rPr>
          <w:sz w:val="20"/>
          <w:szCs w:val="20"/>
          <w:lang w:val="de-DE"/>
        </w:rPr>
        <w:t xml:space="preserve"> </w:t>
      </w:r>
      <w:r w:rsidR="00CA28FF">
        <w:rPr>
          <w:sz w:val="20"/>
          <w:szCs w:val="20"/>
          <w:lang w:val="de-DE"/>
        </w:rPr>
        <w:t xml:space="preserve">Mittlerweile </w:t>
      </w:r>
      <w:r w:rsidR="00C1222B">
        <w:rPr>
          <w:sz w:val="20"/>
          <w:szCs w:val="20"/>
          <w:lang w:val="de-DE"/>
        </w:rPr>
        <w:t xml:space="preserve">gehört </w:t>
      </w:r>
      <w:r w:rsidR="00CA28FF">
        <w:rPr>
          <w:sz w:val="20"/>
          <w:szCs w:val="20"/>
          <w:lang w:val="de-DE"/>
        </w:rPr>
        <w:t xml:space="preserve">er </w:t>
      </w:r>
      <w:r w:rsidR="00C1222B">
        <w:rPr>
          <w:sz w:val="20"/>
          <w:szCs w:val="20"/>
          <w:lang w:val="de-DE"/>
        </w:rPr>
        <w:t>zum Standard in der Ausstattung von Sanitärräumen</w:t>
      </w:r>
      <w:r w:rsidR="00A76702">
        <w:rPr>
          <w:sz w:val="20"/>
          <w:szCs w:val="20"/>
          <w:lang w:val="de-DE"/>
        </w:rPr>
        <w:t xml:space="preserve">. </w:t>
      </w:r>
      <w:r w:rsidR="00B65826">
        <w:rPr>
          <w:sz w:val="20"/>
          <w:szCs w:val="20"/>
          <w:lang w:val="de-DE"/>
        </w:rPr>
        <w:t xml:space="preserve">Stetige Weiterentwicklungen und Verbesserungen </w:t>
      </w:r>
      <w:r w:rsidR="007E2D6E">
        <w:rPr>
          <w:sz w:val="20"/>
          <w:szCs w:val="20"/>
          <w:lang w:val="de-DE"/>
        </w:rPr>
        <w:t xml:space="preserve">– wie beispielsweise die </w:t>
      </w:r>
      <w:r w:rsidR="00CC1B87" w:rsidRPr="00CC1B87">
        <w:rPr>
          <w:sz w:val="20"/>
          <w:szCs w:val="20"/>
          <w:lang w:val="de-DE"/>
        </w:rPr>
        <w:t>2021</w:t>
      </w:r>
      <w:r w:rsidR="007E2D6E">
        <w:rPr>
          <w:sz w:val="20"/>
          <w:szCs w:val="20"/>
          <w:lang w:val="de-DE"/>
        </w:rPr>
        <w:t xml:space="preserve"> </w:t>
      </w:r>
      <w:r w:rsidR="007E2D6E" w:rsidRPr="001479A9">
        <w:rPr>
          <w:sz w:val="20"/>
          <w:szCs w:val="20"/>
          <w:lang w:val="de-DE"/>
        </w:rPr>
        <w:t xml:space="preserve">eingeführte integrierte Hygienespülung </w:t>
      </w:r>
      <w:r w:rsidR="00663200" w:rsidRPr="001479A9">
        <w:rPr>
          <w:sz w:val="20"/>
          <w:szCs w:val="20"/>
          <w:lang w:val="de-DE"/>
        </w:rPr>
        <w:t>–</w:t>
      </w:r>
      <w:r w:rsidR="007E2D6E" w:rsidRPr="001479A9">
        <w:rPr>
          <w:sz w:val="20"/>
          <w:szCs w:val="20"/>
          <w:lang w:val="de-DE"/>
        </w:rPr>
        <w:t xml:space="preserve"> </w:t>
      </w:r>
      <w:r w:rsidR="00663200" w:rsidRPr="001479A9">
        <w:rPr>
          <w:sz w:val="20"/>
          <w:szCs w:val="20"/>
          <w:lang w:val="de-DE"/>
        </w:rPr>
        <w:t xml:space="preserve">berücksichtigen die Bedürfnisse von </w:t>
      </w:r>
      <w:r w:rsidR="00CA28FF">
        <w:rPr>
          <w:sz w:val="20"/>
          <w:szCs w:val="20"/>
          <w:lang w:val="de-DE"/>
        </w:rPr>
        <w:t>Architekten</w:t>
      </w:r>
      <w:r w:rsidR="00663200" w:rsidRPr="001479A9">
        <w:rPr>
          <w:sz w:val="20"/>
          <w:szCs w:val="20"/>
          <w:lang w:val="de-DE"/>
        </w:rPr>
        <w:t xml:space="preserve"> und </w:t>
      </w:r>
      <w:r w:rsidR="00CA28FF">
        <w:rPr>
          <w:sz w:val="20"/>
          <w:szCs w:val="20"/>
          <w:lang w:val="de-DE"/>
        </w:rPr>
        <w:t>Bauherren</w:t>
      </w:r>
      <w:r w:rsidR="00663200" w:rsidRPr="001479A9">
        <w:rPr>
          <w:sz w:val="20"/>
          <w:szCs w:val="20"/>
          <w:lang w:val="de-DE"/>
        </w:rPr>
        <w:t xml:space="preserve"> von heute und morgen. </w:t>
      </w:r>
      <w:r w:rsidR="001F19E4" w:rsidRPr="001479A9">
        <w:rPr>
          <w:sz w:val="20"/>
          <w:szCs w:val="20"/>
          <w:lang w:val="de-DE"/>
        </w:rPr>
        <w:t xml:space="preserve">Ab </w:t>
      </w:r>
      <w:r w:rsidR="000F0913" w:rsidRPr="001479A9">
        <w:rPr>
          <w:sz w:val="20"/>
          <w:szCs w:val="20"/>
          <w:lang w:val="de-DE"/>
        </w:rPr>
        <w:t xml:space="preserve">1. </w:t>
      </w:r>
      <w:r w:rsidR="00EC37E9" w:rsidRPr="001479A9">
        <w:rPr>
          <w:sz w:val="20"/>
          <w:szCs w:val="20"/>
          <w:lang w:val="de-DE"/>
        </w:rPr>
        <w:t>Juli 2023</w:t>
      </w:r>
      <w:r w:rsidR="001F19E4" w:rsidRPr="001479A9">
        <w:rPr>
          <w:sz w:val="20"/>
          <w:szCs w:val="20"/>
          <w:lang w:val="de-DE"/>
        </w:rPr>
        <w:t xml:space="preserve"> gibt es eine neue Generation des Spülkastens</w:t>
      </w:r>
      <w:r w:rsidR="001522D2" w:rsidRPr="001479A9">
        <w:rPr>
          <w:sz w:val="20"/>
          <w:szCs w:val="20"/>
          <w:lang w:val="de-DE"/>
        </w:rPr>
        <w:t xml:space="preserve"> mit integrierte</w:t>
      </w:r>
      <w:r w:rsidR="00732F2C" w:rsidRPr="001479A9">
        <w:rPr>
          <w:sz w:val="20"/>
          <w:szCs w:val="20"/>
          <w:lang w:val="de-DE"/>
        </w:rPr>
        <w:t>r</w:t>
      </w:r>
      <w:r w:rsidR="001522D2" w:rsidRPr="001479A9">
        <w:rPr>
          <w:sz w:val="20"/>
          <w:szCs w:val="20"/>
          <w:lang w:val="de-DE"/>
        </w:rPr>
        <w:t xml:space="preserve"> Hygienespülung</w:t>
      </w:r>
      <w:r w:rsidR="00732F2C" w:rsidRPr="001479A9">
        <w:rPr>
          <w:sz w:val="20"/>
          <w:szCs w:val="20"/>
          <w:lang w:val="de-DE"/>
        </w:rPr>
        <w:t>,</w:t>
      </w:r>
      <w:r w:rsidR="001F19E4" w:rsidRPr="001479A9">
        <w:rPr>
          <w:sz w:val="20"/>
          <w:szCs w:val="20"/>
          <w:lang w:val="de-DE"/>
        </w:rPr>
        <w:t xml:space="preserve"> erweitertem Funktionsumfang, </w:t>
      </w:r>
      <w:r w:rsidR="007F2A63" w:rsidRPr="001479A9">
        <w:rPr>
          <w:sz w:val="20"/>
          <w:szCs w:val="20"/>
          <w:lang w:val="de-DE"/>
        </w:rPr>
        <w:t xml:space="preserve">mehr </w:t>
      </w:r>
      <w:r w:rsidR="001F19E4" w:rsidRPr="001479A9">
        <w:rPr>
          <w:sz w:val="20"/>
          <w:szCs w:val="20"/>
          <w:lang w:val="de-DE"/>
        </w:rPr>
        <w:t>Connectiv</w:t>
      </w:r>
      <w:r w:rsidR="007828DE" w:rsidRPr="001479A9">
        <w:rPr>
          <w:sz w:val="20"/>
          <w:szCs w:val="20"/>
          <w:lang w:val="de-DE"/>
        </w:rPr>
        <w:t>ity, neuen Steuerungsmöglichkeiten und Stromanschluss</w:t>
      </w:r>
      <w:r w:rsidR="007828DE">
        <w:rPr>
          <w:sz w:val="20"/>
          <w:szCs w:val="20"/>
          <w:lang w:val="de-DE"/>
        </w:rPr>
        <w:t xml:space="preserve"> über die Power &amp; Connect-Box.</w:t>
      </w:r>
    </w:p>
    <w:p w14:paraId="083CF4C8" w14:textId="75578AE1" w:rsidR="001A7BB1" w:rsidRDefault="001A7BB1" w:rsidP="007B5825">
      <w:pPr>
        <w:rPr>
          <w:bCs/>
          <w:sz w:val="20"/>
          <w:szCs w:val="20"/>
          <w:lang w:val="de-DE"/>
        </w:rPr>
      </w:pPr>
      <w:r>
        <w:rPr>
          <w:bCs/>
          <w:sz w:val="20"/>
          <w:szCs w:val="20"/>
          <w:lang w:val="de-DE"/>
        </w:rPr>
        <w:t>Die neue Generation des Sigma Unterputz</w:t>
      </w:r>
      <w:r w:rsidR="00712FFA">
        <w:rPr>
          <w:bCs/>
          <w:sz w:val="20"/>
          <w:szCs w:val="20"/>
          <w:lang w:val="de-DE"/>
        </w:rPr>
        <w:t>s</w:t>
      </w:r>
      <w:r>
        <w:rPr>
          <w:bCs/>
          <w:sz w:val="20"/>
          <w:szCs w:val="20"/>
          <w:lang w:val="de-DE"/>
        </w:rPr>
        <w:t xml:space="preserve">pülkastens ist ganz auf die Erfüllung der Anforderungen von </w:t>
      </w:r>
      <w:r w:rsidR="00CA28FF">
        <w:rPr>
          <w:bCs/>
          <w:sz w:val="20"/>
          <w:szCs w:val="20"/>
          <w:lang w:val="de-DE"/>
        </w:rPr>
        <w:t>Architekten</w:t>
      </w:r>
      <w:r>
        <w:rPr>
          <w:bCs/>
          <w:sz w:val="20"/>
          <w:szCs w:val="20"/>
          <w:lang w:val="de-DE"/>
        </w:rPr>
        <w:t xml:space="preserve">, </w:t>
      </w:r>
      <w:r w:rsidR="00655F31">
        <w:rPr>
          <w:bCs/>
          <w:sz w:val="20"/>
          <w:szCs w:val="20"/>
          <w:lang w:val="de-DE"/>
        </w:rPr>
        <w:t xml:space="preserve">Planern, </w:t>
      </w:r>
      <w:r>
        <w:rPr>
          <w:bCs/>
          <w:sz w:val="20"/>
          <w:szCs w:val="20"/>
          <w:lang w:val="de-DE"/>
        </w:rPr>
        <w:t>Facility Managern</w:t>
      </w:r>
      <w:r w:rsidR="00523A7C">
        <w:rPr>
          <w:bCs/>
          <w:sz w:val="20"/>
          <w:szCs w:val="20"/>
          <w:lang w:val="de-DE"/>
        </w:rPr>
        <w:t xml:space="preserve"> </w:t>
      </w:r>
      <w:r w:rsidR="00B439D4">
        <w:rPr>
          <w:bCs/>
          <w:sz w:val="20"/>
          <w:szCs w:val="20"/>
          <w:lang w:val="de-DE"/>
        </w:rPr>
        <w:t>sowie</w:t>
      </w:r>
      <w:r w:rsidR="00523A7C">
        <w:rPr>
          <w:bCs/>
          <w:sz w:val="20"/>
          <w:szCs w:val="20"/>
          <w:lang w:val="de-DE"/>
        </w:rPr>
        <w:t xml:space="preserve"> von</w:t>
      </w:r>
      <w:r w:rsidR="00B439D4">
        <w:rPr>
          <w:bCs/>
          <w:sz w:val="20"/>
          <w:szCs w:val="20"/>
          <w:lang w:val="de-DE"/>
        </w:rPr>
        <w:t xml:space="preserve"> private</w:t>
      </w:r>
      <w:r w:rsidR="001D102A">
        <w:rPr>
          <w:bCs/>
          <w:sz w:val="20"/>
          <w:szCs w:val="20"/>
          <w:lang w:val="de-DE"/>
        </w:rPr>
        <w:t>n</w:t>
      </w:r>
      <w:r w:rsidR="00B439D4">
        <w:rPr>
          <w:bCs/>
          <w:sz w:val="20"/>
          <w:szCs w:val="20"/>
          <w:lang w:val="de-DE"/>
        </w:rPr>
        <w:t xml:space="preserve"> und institutionelle</w:t>
      </w:r>
      <w:r w:rsidR="001D102A">
        <w:rPr>
          <w:bCs/>
          <w:sz w:val="20"/>
          <w:szCs w:val="20"/>
          <w:lang w:val="de-DE"/>
        </w:rPr>
        <w:t>n</w:t>
      </w:r>
      <w:r w:rsidR="00B439D4">
        <w:rPr>
          <w:bCs/>
          <w:sz w:val="20"/>
          <w:szCs w:val="20"/>
          <w:lang w:val="de-DE"/>
        </w:rPr>
        <w:t xml:space="preserve"> Nutzer</w:t>
      </w:r>
      <w:r w:rsidR="001D102A">
        <w:rPr>
          <w:bCs/>
          <w:sz w:val="20"/>
          <w:szCs w:val="20"/>
          <w:lang w:val="de-DE"/>
        </w:rPr>
        <w:t>n</w:t>
      </w:r>
      <w:r w:rsidR="00523A7C">
        <w:rPr>
          <w:bCs/>
          <w:sz w:val="20"/>
          <w:szCs w:val="20"/>
          <w:lang w:val="de-DE"/>
        </w:rPr>
        <w:t xml:space="preserve"> a</w:t>
      </w:r>
      <w:r>
        <w:rPr>
          <w:bCs/>
          <w:sz w:val="20"/>
          <w:szCs w:val="20"/>
          <w:lang w:val="de-DE"/>
        </w:rPr>
        <w:t xml:space="preserve">usgerichtet. </w:t>
      </w:r>
      <w:r w:rsidR="00CA28FF">
        <w:rPr>
          <w:bCs/>
          <w:sz w:val="20"/>
          <w:szCs w:val="20"/>
          <w:lang w:val="de-DE"/>
        </w:rPr>
        <w:t>Der Spülkasten</w:t>
      </w:r>
      <w:r w:rsidR="003C61A5">
        <w:rPr>
          <w:bCs/>
          <w:sz w:val="20"/>
          <w:szCs w:val="20"/>
          <w:lang w:val="de-DE"/>
        </w:rPr>
        <w:t xml:space="preserve"> bietet </w:t>
      </w:r>
      <w:r w:rsidR="00CA28FF">
        <w:rPr>
          <w:bCs/>
          <w:sz w:val="20"/>
          <w:szCs w:val="20"/>
          <w:lang w:val="de-DE"/>
        </w:rPr>
        <w:t xml:space="preserve">künftig </w:t>
      </w:r>
      <w:r w:rsidR="003C61A5">
        <w:rPr>
          <w:bCs/>
          <w:sz w:val="20"/>
          <w:szCs w:val="20"/>
          <w:lang w:val="de-DE"/>
        </w:rPr>
        <w:t>mehr Komfort</w:t>
      </w:r>
      <w:r w:rsidR="00732F2C">
        <w:rPr>
          <w:bCs/>
          <w:sz w:val="20"/>
          <w:szCs w:val="20"/>
          <w:lang w:val="de-DE"/>
        </w:rPr>
        <w:t xml:space="preserve"> und</w:t>
      </w:r>
      <w:r w:rsidR="003C61A5">
        <w:rPr>
          <w:bCs/>
          <w:sz w:val="20"/>
          <w:szCs w:val="20"/>
          <w:lang w:val="de-DE"/>
        </w:rPr>
        <w:t xml:space="preserve"> zahlreiche Vernetzungsmöglichkeiten</w:t>
      </w:r>
      <w:r w:rsidR="00732F2C">
        <w:rPr>
          <w:bCs/>
          <w:sz w:val="20"/>
          <w:szCs w:val="20"/>
          <w:lang w:val="de-DE"/>
        </w:rPr>
        <w:t>.</w:t>
      </w:r>
    </w:p>
    <w:p w14:paraId="61519A5B" w14:textId="62CE0F71" w:rsidR="009739E9" w:rsidRPr="001479A9" w:rsidRDefault="00C82F2F" w:rsidP="007B5825">
      <w:pPr>
        <w:rPr>
          <w:bCs/>
          <w:sz w:val="20"/>
          <w:szCs w:val="20"/>
          <w:lang w:val="de-DE"/>
        </w:rPr>
      </w:pPr>
      <w:r>
        <w:rPr>
          <w:b/>
          <w:sz w:val="20"/>
          <w:szCs w:val="20"/>
          <w:lang w:val="de-DE"/>
        </w:rPr>
        <w:t>Erweiterte Funktionen für mehr Komfort</w:t>
      </w:r>
      <w:r w:rsidR="003C61A5">
        <w:rPr>
          <w:b/>
          <w:sz w:val="20"/>
          <w:szCs w:val="20"/>
          <w:lang w:val="de-DE"/>
        </w:rPr>
        <w:br/>
      </w:r>
      <w:r w:rsidR="005037FB">
        <w:rPr>
          <w:bCs/>
          <w:sz w:val="20"/>
          <w:szCs w:val="20"/>
          <w:lang w:val="de-DE"/>
        </w:rPr>
        <w:t xml:space="preserve">Intelligente Spülprogramme sorgen </w:t>
      </w:r>
      <w:r w:rsidR="005037FB" w:rsidRPr="001479A9">
        <w:rPr>
          <w:bCs/>
          <w:sz w:val="20"/>
          <w:szCs w:val="20"/>
          <w:lang w:val="de-DE"/>
        </w:rPr>
        <w:t xml:space="preserve">für </w:t>
      </w:r>
      <w:r w:rsidR="00732F2C" w:rsidRPr="001479A9">
        <w:rPr>
          <w:bCs/>
          <w:sz w:val="20"/>
          <w:szCs w:val="20"/>
          <w:lang w:val="de-DE"/>
        </w:rPr>
        <w:t>einen zuverlässigen Austausch des Trinkwassers</w:t>
      </w:r>
      <w:r w:rsidR="00403F55" w:rsidRPr="001479A9">
        <w:rPr>
          <w:bCs/>
          <w:sz w:val="20"/>
          <w:szCs w:val="20"/>
          <w:lang w:val="de-DE"/>
        </w:rPr>
        <w:t>. Die Intervall-, Zeit-, Temperatur- und Volumensteuerung</w:t>
      </w:r>
      <w:r w:rsidR="005526D1" w:rsidRPr="001479A9">
        <w:rPr>
          <w:bCs/>
          <w:sz w:val="20"/>
          <w:szCs w:val="20"/>
          <w:lang w:val="de-DE"/>
        </w:rPr>
        <w:t>en</w:t>
      </w:r>
      <w:r w:rsidR="00403F55" w:rsidRPr="001479A9">
        <w:rPr>
          <w:bCs/>
          <w:sz w:val="20"/>
          <w:szCs w:val="20"/>
          <w:lang w:val="de-DE"/>
        </w:rPr>
        <w:t xml:space="preserve"> lassen sich </w:t>
      </w:r>
      <w:r w:rsidR="007E334C" w:rsidRPr="001479A9">
        <w:rPr>
          <w:bCs/>
          <w:sz w:val="20"/>
          <w:szCs w:val="20"/>
          <w:lang w:val="de-DE"/>
        </w:rPr>
        <w:t xml:space="preserve">noch </w:t>
      </w:r>
      <w:r w:rsidR="00D92399" w:rsidRPr="001479A9">
        <w:rPr>
          <w:bCs/>
          <w:sz w:val="20"/>
          <w:szCs w:val="20"/>
          <w:lang w:val="de-DE"/>
        </w:rPr>
        <w:t>bedarfsgerechter</w:t>
      </w:r>
      <w:r w:rsidR="00D02C66" w:rsidRPr="001479A9">
        <w:rPr>
          <w:bCs/>
          <w:sz w:val="20"/>
          <w:szCs w:val="20"/>
          <w:lang w:val="de-DE"/>
        </w:rPr>
        <w:t xml:space="preserve"> einsetzen</w:t>
      </w:r>
      <w:r w:rsidR="007E334C" w:rsidRPr="001479A9">
        <w:rPr>
          <w:bCs/>
          <w:sz w:val="20"/>
          <w:szCs w:val="20"/>
          <w:lang w:val="de-DE"/>
        </w:rPr>
        <w:t>.</w:t>
      </w:r>
      <w:r w:rsidR="006E128B" w:rsidRPr="001479A9">
        <w:rPr>
          <w:bCs/>
          <w:sz w:val="20"/>
          <w:szCs w:val="20"/>
          <w:lang w:val="de-DE"/>
        </w:rPr>
        <w:t xml:space="preserve"> </w:t>
      </w:r>
      <w:r w:rsidR="00BF42C6" w:rsidRPr="001479A9">
        <w:rPr>
          <w:bCs/>
          <w:sz w:val="20"/>
          <w:szCs w:val="20"/>
          <w:lang w:val="de-DE"/>
        </w:rPr>
        <w:t>Neu ist auch die Kaltwasser-Nutzungserkennung</w:t>
      </w:r>
      <w:r w:rsidR="00B220A5" w:rsidRPr="001479A9">
        <w:rPr>
          <w:bCs/>
          <w:sz w:val="20"/>
          <w:szCs w:val="20"/>
          <w:lang w:val="de-DE"/>
        </w:rPr>
        <w:t xml:space="preserve">: </w:t>
      </w:r>
      <w:r w:rsidR="00607DA2" w:rsidRPr="001479A9">
        <w:rPr>
          <w:bCs/>
          <w:sz w:val="20"/>
          <w:szCs w:val="20"/>
          <w:lang w:val="de-DE"/>
        </w:rPr>
        <w:t>H</w:t>
      </w:r>
      <w:r w:rsidR="00B220A5" w:rsidRPr="001479A9">
        <w:rPr>
          <w:bCs/>
          <w:sz w:val="20"/>
          <w:szCs w:val="20"/>
          <w:lang w:val="de-DE"/>
        </w:rPr>
        <w:t>at ein Spülvorgang</w:t>
      </w:r>
      <w:r w:rsidR="006932B6" w:rsidRPr="001479A9">
        <w:rPr>
          <w:bCs/>
          <w:sz w:val="20"/>
          <w:szCs w:val="20"/>
          <w:lang w:val="de-DE"/>
        </w:rPr>
        <w:t xml:space="preserve"> des WCs </w:t>
      </w:r>
      <w:r w:rsidR="005755A2" w:rsidRPr="001479A9">
        <w:rPr>
          <w:bCs/>
          <w:sz w:val="20"/>
          <w:szCs w:val="20"/>
          <w:lang w:val="de-DE"/>
        </w:rPr>
        <w:t>durch einen Nutzer</w:t>
      </w:r>
      <w:r w:rsidR="00B220A5" w:rsidRPr="001479A9">
        <w:rPr>
          <w:bCs/>
          <w:sz w:val="20"/>
          <w:szCs w:val="20"/>
          <w:lang w:val="de-DE"/>
        </w:rPr>
        <w:t xml:space="preserve"> stattgefunden,</w:t>
      </w:r>
      <w:r w:rsidR="005755A2" w:rsidRPr="001479A9">
        <w:rPr>
          <w:bCs/>
          <w:sz w:val="20"/>
          <w:szCs w:val="20"/>
          <w:lang w:val="de-DE"/>
        </w:rPr>
        <w:t xml:space="preserve"> orientiert sich die Hygienespülung daran und </w:t>
      </w:r>
      <w:r w:rsidR="00D02C66" w:rsidRPr="001479A9">
        <w:rPr>
          <w:bCs/>
          <w:sz w:val="20"/>
          <w:szCs w:val="20"/>
          <w:lang w:val="de-DE"/>
        </w:rPr>
        <w:t xml:space="preserve">setzt </w:t>
      </w:r>
      <w:r w:rsidR="009A4BD9" w:rsidRPr="001479A9">
        <w:rPr>
          <w:bCs/>
          <w:sz w:val="20"/>
          <w:szCs w:val="20"/>
          <w:lang w:val="de-DE"/>
        </w:rPr>
        <w:t xml:space="preserve">den geplanten Spülvorgang </w:t>
      </w:r>
      <w:r w:rsidR="002009E9" w:rsidRPr="001479A9">
        <w:rPr>
          <w:bCs/>
          <w:sz w:val="20"/>
          <w:szCs w:val="20"/>
          <w:lang w:val="de-DE"/>
        </w:rPr>
        <w:t>zurück</w:t>
      </w:r>
      <w:r w:rsidR="009A4BD9" w:rsidRPr="001479A9">
        <w:rPr>
          <w:bCs/>
          <w:sz w:val="20"/>
          <w:szCs w:val="20"/>
          <w:lang w:val="de-DE"/>
        </w:rPr>
        <w:t xml:space="preserve">, um den Wasserverbrauch nicht unnötig zu erhöhen. Findet bis </w:t>
      </w:r>
      <w:r w:rsidR="004B3A55" w:rsidRPr="001479A9">
        <w:rPr>
          <w:bCs/>
          <w:sz w:val="20"/>
          <w:szCs w:val="20"/>
          <w:lang w:val="de-DE"/>
        </w:rPr>
        <w:t xml:space="preserve">zur </w:t>
      </w:r>
      <w:r w:rsidR="009A4BD9" w:rsidRPr="001479A9">
        <w:rPr>
          <w:bCs/>
          <w:sz w:val="20"/>
          <w:szCs w:val="20"/>
          <w:lang w:val="de-DE"/>
        </w:rPr>
        <w:t xml:space="preserve">nächsten geplanten </w:t>
      </w:r>
      <w:r w:rsidR="002009E9" w:rsidRPr="001479A9">
        <w:rPr>
          <w:bCs/>
          <w:sz w:val="20"/>
          <w:szCs w:val="20"/>
          <w:lang w:val="de-DE"/>
        </w:rPr>
        <w:t xml:space="preserve">Hygienespülung </w:t>
      </w:r>
      <w:r w:rsidR="009A4BD9" w:rsidRPr="001479A9">
        <w:rPr>
          <w:bCs/>
          <w:sz w:val="20"/>
          <w:szCs w:val="20"/>
          <w:lang w:val="de-DE"/>
        </w:rPr>
        <w:t xml:space="preserve">kein </w:t>
      </w:r>
      <w:r w:rsidR="00923F9B" w:rsidRPr="001479A9">
        <w:rPr>
          <w:bCs/>
          <w:sz w:val="20"/>
          <w:szCs w:val="20"/>
          <w:lang w:val="de-DE"/>
        </w:rPr>
        <w:t xml:space="preserve">Spülvorgang des Spülkastens </w:t>
      </w:r>
      <w:r w:rsidR="009266D7" w:rsidRPr="001479A9">
        <w:rPr>
          <w:bCs/>
          <w:sz w:val="20"/>
          <w:szCs w:val="20"/>
          <w:lang w:val="de-DE"/>
        </w:rPr>
        <w:t>statt, setzt die Hygienespülung wieder ein und spült planmäßig die Leitung.</w:t>
      </w:r>
      <w:r w:rsidR="00B220A5" w:rsidRPr="001479A9">
        <w:rPr>
          <w:bCs/>
          <w:sz w:val="20"/>
          <w:szCs w:val="20"/>
          <w:lang w:val="de-DE"/>
        </w:rPr>
        <w:t xml:space="preserve"> </w:t>
      </w:r>
    </w:p>
    <w:p w14:paraId="00460CD9" w14:textId="2D4825DE" w:rsidR="00CB00EA" w:rsidRPr="0023204F" w:rsidRDefault="0023204F" w:rsidP="007B5825">
      <w:pPr>
        <w:rPr>
          <w:bCs/>
          <w:sz w:val="20"/>
          <w:szCs w:val="20"/>
          <w:lang w:val="de-DE"/>
        </w:rPr>
      </w:pPr>
      <w:r w:rsidRPr="001479A9">
        <w:rPr>
          <w:b/>
          <w:sz w:val="20"/>
          <w:szCs w:val="20"/>
          <w:lang w:val="de-DE"/>
        </w:rPr>
        <w:t>Digital vernetzt</w:t>
      </w:r>
      <w:r w:rsidRPr="001479A9">
        <w:rPr>
          <w:b/>
          <w:sz w:val="20"/>
          <w:szCs w:val="20"/>
          <w:lang w:val="de-DE"/>
        </w:rPr>
        <w:br/>
      </w:r>
      <w:r w:rsidR="005F2AFF" w:rsidRPr="001479A9">
        <w:rPr>
          <w:bCs/>
          <w:sz w:val="20"/>
          <w:szCs w:val="20"/>
          <w:lang w:val="de-DE"/>
        </w:rPr>
        <w:t>Die Basis für die digitale Vernetzung der Geberit Produkte ist die Geberit</w:t>
      </w:r>
      <w:r w:rsidR="005F2AFF">
        <w:rPr>
          <w:bCs/>
          <w:sz w:val="20"/>
          <w:szCs w:val="20"/>
          <w:lang w:val="de-DE"/>
        </w:rPr>
        <w:t xml:space="preserve"> Power &amp; Connect Box, </w:t>
      </w:r>
      <w:r w:rsidR="0090583D">
        <w:rPr>
          <w:bCs/>
          <w:sz w:val="20"/>
          <w:szCs w:val="20"/>
          <w:lang w:val="de-DE"/>
        </w:rPr>
        <w:t>über die der</w:t>
      </w:r>
      <w:r w:rsidR="005F2AFF">
        <w:rPr>
          <w:bCs/>
          <w:sz w:val="20"/>
          <w:szCs w:val="20"/>
          <w:lang w:val="de-DE"/>
        </w:rPr>
        <w:t xml:space="preserve"> Unterputzspülkasten den Stromanschluss erhält. </w:t>
      </w:r>
      <w:r w:rsidR="004E0438">
        <w:rPr>
          <w:bCs/>
          <w:sz w:val="20"/>
          <w:szCs w:val="20"/>
          <w:lang w:val="de-DE"/>
        </w:rPr>
        <w:t>Die neue Generation des Sigma Unterputzspülkasten</w:t>
      </w:r>
      <w:r w:rsidR="00CA28FF">
        <w:rPr>
          <w:bCs/>
          <w:sz w:val="20"/>
          <w:szCs w:val="20"/>
          <w:lang w:val="de-DE"/>
        </w:rPr>
        <w:t>s</w:t>
      </w:r>
      <w:r w:rsidR="004E0438">
        <w:rPr>
          <w:bCs/>
          <w:sz w:val="20"/>
          <w:szCs w:val="20"/>
          <w:lang w:val="de-DE"/>
        </w:rPr>
        <w:t xml:space="preserve"> ermöglicht eine</w:t>
      </w:r>
      <w:r w:rsidR="005C6F6B">
        <w:rPr>
          <w:bCs/>
          <w:sz w:val="20"/>
          <w:szCs w:val="20"/>
          <w:lang w:val="de-DE"/>
        </w:rPr>
        <w:t xml:space="preserve"> vielseitige</w:t>
      </w:r>
      <w:r w:rsidR="00FC57CE">
        <w:rPr>
          <w:bCs/>
          <w:sz w:val="20"/>
          <w:szCs w:val="20"/>
          <w:lang w:val="de-DE"/>
        </w:rPr>
        <w:t>, intuitive</w:t>
      </w:r>
      <w:r w:rsidR="005C6F6B">
        <w:rPr>
          <w:bCs/>
          <w:sz w:val="20"/>
          <w:szCs w:val="20"/>
          <w:lang w:val="de-DE"/>
        </w:rPr>
        <w:t xml:space="preserve"> </w:t>
      </w:r>
      <w:r w:rsidR="007A78A1">
        <w:rPr>
          <w:bCs/>
          <w:sz w:val="20"/>
          <w:szCs w:val="20"/>
          <w:lang w:val="de-DE"/>
        </w:rPr>
        <w:t xml:space="preserve">Programmierung, </w:t>
      </w:r>
      <w:r w:rsidR="005C6F6B">
        <w:rPr>
          <w:bCs/>
          <w:sz w:val="20"/>
          <w:szCs w:val="20"/>
          <w:lang w:val="de-DE"/>
        </w:rPr>
        <w:t>Steuerung</w:t>
      </w:r>
      <w:r w:rsidR="0030551A">
        <w:rPr>
          <w:bCs/>
          <w:sz w:val="20"/>
          <w:szCs w:val="20"/>
          <w:lang w:val="de-DE"/>
        </w:rPr>
        <w:t xml:space="preserve"> und</w:t>
      </w:r>
      <w:r w:rsidR="005C6F6B">
        <w:rPr>
          <w:bCs/>
          <w:sz w:val="20"/>
          <w:szCs w:val="20"/>
          <w:lang w:val="de-DE"/>
        </w:rPr>
        <w:t xml:space="preserve"> </w:t>
      </w:r>
      <w:r w:rsidR="0030551A">
        <w:rPr>
          <w:bCs/>
          <w:sz w:val="20"/>
          <w:szCs w:val="20"/>
          <w:lang w:val="de-DE"/>
        </w:rPr>
        <w:t xml:space="preserve">lückenlose Dokumentation </w:t>
      </w:r>
      <w:r w:rsidR="00C24342">
        <w:rPr>
          <w:bCs/>
          <w:sz w:val="20"/>
          <w:szCs w:val="20"/>
          <w:lang w:val="de-DE"/>
        </w:rPr>
        <w:t>über die Geberit Control App</w:t>
      </w:r>
      <w:r w:rsidR="00005868">
        <w:rPr>
          <w:bCs/>
          <w:sz w:val="20"/>
          <w:szCs w:val="20"/>
          <w:lang w:val="de-DE"/>
        </w:rPr>
        <w:t>.</w:t>
      </w:r>
      <w:r w:rsidR="00936A10">
        <w:rPr>
          <w:bCs/>
          <w:sz w:val="20"/>
          <w:szCs w:val="20"/>
          <w:lang w:val="de-DE"/>
        </w:rPr>
        <w:t xml:space="preserve"> </w:t>
      </w:r>
      <w:r w:rsidR="004E0438">
        <w:rPr>
          <w:bCs/>
          <w:sz w:val="20"/>
          <w:szCs w:val="20"/>
          <w:lang w:val="de-DE"/>
        </w:rPr>
        <w:t>Zudem</w:t>
      </w:r>
      <w:r w:rsidR="00005868">
        <w:rPr>
          <w:bCs/>
          <w:sz w:val="20"/>
          <w:szCs w:val="20"/>
          <w:lang w:val="de-DE"/>
        </w:rPr>
        <w:t xml:space="preserve"> </w:t>
      </w:r>
      <w:r w:rsidR="00811D21">
        <w:rPr>
          <w:bCs/>
          <w:sz w:val="20"/>
          <w:szCs w:val="20"/>
          <w:lang w:val="de-DE"/>
        </w:rPr>
        <w:t>kann</w:t>
      </w:r>
      <w:r w:rsidR="00005868">
        <w:rPr>
          <w:bCs/>
          <w:sz w:val="20"/>
          <w:szCs w:val="20"/>
          <w:lang w:val="de-DE"/>
        </w:rPr>
        <w:t xml:space="preserve"> der </w:t>
      </w:r>
      <w:r w:rsidR="00E174C8">
        <w:rPr>
          <w:bCs/>
          <w:sz w:val="20"/>
          <w:szCs w:val="20"/>
          <w:lang w:val="de-DE"/>
        </w:rPr>
        <w:t>Unterputzspülkasten</w:t>
      </w:r>
      <w:r w:rsidR="00005868">
        <w:rPr>
          <w:bCs/>
          <w:sz w:val="20"/>
          <w:szCs w:val="20"/>
          <w:lang w:val="de-DE"/>
        </w:rPr>
        <w:t xml:space="preserve"> </w:t>
      </w:r>
      <w:r w:rsidR="006E09F7">
        <w:rPr>
          <w:bCs/>
          <w:sz w:val="20"/>
          <w:szCs w:val="20"/>
          <w:lang w:val="de-DE"/>
        </w:rPr>
        <w:t>über das</w:t>
      </w:r>
      <w:r w:rsidR="00BC4A63">
        <w:rPr>
          <w:bCs/>
          <w:sz w:val="20"/>
          <w:szCs w:val="20"/>
          <w:lang w:val="de-DE"/>
        </w:rPr>
        <w:t xml:space="preserve"> </w:t>
      </w:r>
      <w:r w:rsidR="00C24342">
        <w:rPr>
          <w:bCs/>
          <w:sz w:val="20"/>
          <w:szCs w:val="20"/>
          <w:lang w:val="de-DE"/>
        </w:rPr>
        <w:t>Gateway</w:t>
      </w:r>
      <w:r w:rsidR="00AD4109">
        <w:rPr>
          <w:bCs/>
          <w:sz w:val="20"/>
          <w:szCs w:val="20"/>
          <w:lang w:val="de-DE"/>
        </w:rPr>
        <w:t xml:space="preserve"> an das Netzwerkprotokoll für die Gebäud</w:t>
      </w:r>
      <w:r w:rsidR="006E09F7">
        <w:rPr>
          <w:bCs/>
          <w:sz w:val="20"/>
          <w:szCs w:val="20"/>
          <w:lang w:val="de-DE"/>
        </w:rPr>
        <w:t xml:space="preserve">eautomation via </w:t>
      </w:r>
      <w:proofErr w:type="spellStart"/>
      <w:r w:rsidR="006E09F7">
        <w:rPr>
          <w:bCs/>
          <w:sz w:val="20"/>
          <w:szCs w:val="20"/>
          <w:lang w:val="de-DE"/>
        </w:rPr>
        <w:t>BACnet</w:t>
      </w:r>
      <w:proofErr w:type="spellEnd"/>
      <w:r w:rsidR="00C24342">
        <w:rPr>
          <w:bCs/>
          <w:sz w:val="20"/>
          <w:szCs w:val="20"/>
          <w:lang w:val="de-DE"/>
        </w:rPr>
        <w:t xml:space="preserve"> </w:t>
      </w:r>
      <w:r w:rsidR="00BC4A63">
        <w:rPr>
          <w:bCs/>
          <w:sz w:val="20"/>
          <w:szCs w:val="20"/>
          <w:lang w:val="de-DE"/>
        </w:rPr>
        <w:t>an</w:t>
      </w:r>
      <w:r w:rsidR="00811D21">
        <w:rPr>
          <w:bCs/>
          <w:sz w:val="20"/>
          <w:szCs w:val="20"/>
          <w:lang w:val="de-DE"/>
        </w:rPr>
        <w:t>gebunden werden</w:t>
      </w:r>
      <w:r w:rsidR="00C11B86">
        <w:rPr>
          <w:bCs/>
          <w:sz w:val="20"/>
          <w:szCs w:val="20"/>
          <w:lang w:val="de-DE"/>
        </w:rPr>
        <w:t xml:space="preserve">. </w:t>
      </w:r>
    </w:p>
    <w:p w14:paraId="4D7FF003" w14:textId="6D4ABEE6" w:rsidR="007B5825" w:rsidRPr="00031A6F" w:rsidRDefault="00C14209" w:rsidP="007B5825">
      <w:pPr>
        <w:rPr>
          <w:sz w:val="20"/>
          <w:szCs w:val="20"/>
          <w:lang w:val="de-DE"/>
        </w:rPr>
      </w:pPr>
      <w:r>
        <w:rPr>
          <w:b/>
          <w:sz w:val="20"/>
          <w:szCs w:val="20"/>
          <w:lang w:val="de-DE"/>
        </w:rPr>
        <w:t>Große</w:t>
      </w:r>
      <w:r w:rsidR="00FF7127">
        <w:rPr>
          <w:b/>
          <w:sz w:val="20"/>
          <w:szCs w:val="20"/>
          <w:lang w:val="de-DE"/>
        </w:rPr>
        <w:t xml:space="preserve"> Gestaltungsfreiheit</w:t>
      </w:r>
      <w:r w:rsidR="007B5825" w:rsidRPr="00031A6F">
        <w:rPr>
          <w:sz w:val="20"/>
          <w:szCs w:val="20"/>
          <w:lang w:val="de-DE"/>
        </w:rPr>
        <w:br/>
      </w:r>
      <w:r w:rsidR="001923D2">
        <w:rPr>
          <w:sz w:val="20"/>
          <w:szCs w:val="20"/>
          <w:lang w:val="de-DE"/>
        </w:rPr>
        <w:t>Die neue</w:t>
      </w:r>
      <w:r w:rsidR="001F463D">
        <w:rPr>
          <w:sz w:val="20"/>
          <w:szCs w:val="20"/>
          <w:lang w:val="de-DE"/>
        </w:rPr>
        <w:t xml:space="preserve"> Generation des Sigma</w:t>
      </w:r>
      <w:r w:rsidR="009F1056">
        <w:rPr>
          <w:sz w:val="20"/>
          <w:szCs w:val="20"/>
          <w:lang w:val="de-DE"/>
        </w:rPr>
        <w:t xml:space="preserve"> </w:t>
      </w:r>
      <w:r w:rsidR="001F463D">
        <w:rPr>
          <w:sz w:val="20"/>
          <w:szCs w:val="20"/>
          <w:lang w:val="de-DE"/>
        </w:rPr>
        <w:t>Unterputzspülkastens mit integrierter Hygienespülung</w:t>
      </w:r>
      <w:r w:rsidR="00FF7127">
        <w:rPr>
          <w:sz w:val="20"/>
          <w:szCs w:val="20"/>
          <w:lang w:val="de-DE"/>
        </w:rPr>
        <w:t xml:space="preserve"> erforder</w:t>
      </w:r>
      <w:r w:rsidR="001F463D">
        <w:rPr>
          <w:sz w:val="20"/>
          <w:szCs w:val="20"/>
          <w:lang w:val="de-DE"/>
        </w:rPr>
        <w:t>t</w:t>
      </w:r>
      <w:r w:rsidR="00FF7127">
        <w:rPr>
          <w:sz w:val="20"/>
          <w:szCs w:val="20"/>
          <w:lang w:val="de-DE"/>
        </w:rPr>
        <w:t xml:space="preserve"> </w:t>
      </w:r>
      <w:r w:rsidR="002250CD">
        <w:rPr>
          <w:sz w:val="20"/>
          <w:szCs w:val="20"/>
          <w:lang w:val="de-DE"/>
        </w:rPr>
        <w:t>weder</w:t>
      </w:r>
      <w:r w:rsidR="00FF7127">
        <w:rPr>
          <w:sz w:val="20"/>
          <w:szCs w:val="20"/>
          <w:lang w:val="de-DE"/>
        </w:rPr>
        <w:t xml:space="preserve"> zusätzlichen </w:t>
      </w:r>
      <w:r w:rsidR="00607DA2">
        <w:rPr>
          <w:sz w:val="20"/>
          <w:szCs w:val="20"/>
          <w:lang w:val="de-DE"/>
        </w:rPr>
        <w:t>Platzbedarf</w:t>
      </w:r>
      <w:r w:rsidR="002250CD">
        <w:rPr>
          <w:sz w:val="20"/>
          <w:szCs w:val="20"/>
          <w:lang w:val="de-DE"/>
        </w:rPr>
        <w:t xml:space="preserve"> noch zusätzliche Einbauteile oder Revisionsöffnungen im Sanitärraum. </w:t>
      </w:r>
      <w:r w:rsidR="00CB4895">
        <w:rPr>
          <w:sz w:val="20"/>
          <w:szCs w:val="20"/>
          <w:lang w:val="de-DE"/>
        </w:rPr>
        <w:t xml:space="preserve">Sie </w:t>
      </w:r>
      <w:r w:rsidR="00FE1A69">
        <w:rPr>
          <w:sz w:val="20"/>
          <w:szCs w:val="20"/>
          <w:lang w:val="de-DE"/>
        </w:rPr>
        <w:t>ist</w:t>
      </w:r>
      <w:r w:rsidR="003B6D30">
        <w:rPr>
          <w:sz w:val="20"/>
          <w:szCs w:val="20"/>
          <w:lang w:val="de-DE"/>
        </w:rPr>
        <w:t xml:space="preserve"> kompatibel mit den mechanischen WC-Betätigungsplatten Sigma01 bis Sigma50 und ermöglich</w:t>
      </w:r>
      <w:r w:rsidR="00A660AF">
        <w:rPr>
          <w:sz w:val="20"/>
          <w:szCs w:val="20"/>
          <w:lang w:val="de-DE"/>
        </w:rPr>
        <w:t>t</w:t>
      </w:r>
      <w:r w:rsidR="003B6D30">
        <w:rPr>
          <w:sz w:val="20"/>
          <w:szCs w:val="20"/>
          <w:lang w:val="de-DE"/>
        </w:rPr>
        <w:t xml:space="preserve"> eine </w:t>
      </w:r>
      <w:r w:rsidR="00CB00EA">
        <w:rPr>
          <w:sz w:val="20"/>
          <w:szCs w:val="20"/>
          <w:lang w:val="de-DE"/>
        </w:rPr>
        <w:t xml:space="preserve">große Designvielfalt für jedes Bad. </w:t>
      </w:r>
    </w:p>
    <w:p w14:paraId="1D340854" w14:textId="77777777" w:rsidR="00E47F84" w:rsidRDefault="00F15A4C" w:rsidP="00AF23E8">
      <w:pPr>
        <w:pStyle w:val="StandardWeb"/>
        <w:spacing w:before="0" w:beforeAutospacing="0" w:after="240" w:afterAutospacing="0" w:line="320" w:lineRule="exact"/>
        <w:rPr>
          <w:rFonts w:ascii="Arial" w:hAnsi="Arial" w:cs="Arial"/>
          <w:bCs/>
          <w:sz w:val="20"/>
          <w:szCs w:val="20"/>
          <w:lang w:eastAsia="en-US" w:bidi="en-US"/>
        </w:rPr>
      </w:pPr>
      <w:r w:rsidRPr="00F60B79">
        <w:rPr>
          <w:rFonts w:ascii="Arial" w:hAnsi="Arial" w:cs="Arial"/>
          <w:b/>
          <w:sz w:val="20"/>
          <w:szCs w:val="20"/>
          <w:lang w:eastAsia="en-US" w:bidi="en-US"/>
        </w:rPr>
        <w:t>Klassiker mit Mehrwert</w:t>
      </w:r>
      <w:r w:rsidR="009F1056" w:rsidRPr="00F60B79">
        <w:rPr>
          <w:rFonts w:ascii="Arial" w:hAnsi="Arial" w:cs="Arial"/>
          <w:sz w:val="20"/>
          <w:szCs w:val="20"/>
          <w:lang w:eastAsia="en-US" w:bidi="en-US"/>
        </w:rPr>
        <w:br/>
      </w:r>
      <w:r w:rsidR="00357986">
        <w:rPr>
          <w:rFonts w:ascii="Arial" w:hAnsi="Arial" w:cs="Arial"/>
          <w:bCs/>
          <w:sz w:val="20"/>
          <w:szCs w:val="20"/>
          <w:lang w:eastAsia="en-US" w:bidi="en-US"/>
        </w:rPr>
        <w:t xml:space="preserve">Seit </w:t>
      </w:r>
      <w:r w:rsidR="00357986" w:rsidRPr="00F60B79">
        <w:rPr>
          <w:rFonts w:ascii="Arial" w:hAnsi="Arial" w:cs="Arial"/>
          <w:bCs/>
          <w:sz w:val="20"/>
          <w:szCs w:val="20"/>
          <w:lang w:eastAsia="en-US" w:bidi="en-US"/>
        </w:rPr>
        <w:t>mehr als 50 Jahren</w:t>
      </w:r>
      <w:r w:rsidR="00357986">
        <w:rPr>
          <w:rFonts w:ascii="Arial" w:hAnsi="Arial" w:cs="Arial"/>
          <w:bCs/>
          <w:sz w:val="20"/>
          <w:szCs w:val="20"/>
          <w:lang w:eastAsia="en-US" w:bidi="en-US"/>
        </w:rPr>
        <w:t xml:space="preserve"> </w:t>
      </w:r>
      <w:r w:rsidR="00357986" w:rsidRPr="00F60B79">
        <w:rPr>
          <w:rFonts w:ascii="Arial" w:hAnsi="Arial" w:cs="Arial"/>
          <w:bCs/>
          <w:sz w:val="20"/>
          <w:szCs w:val="20"/>
          <w:lang w:eastAsia="en-US" w:bidi="en-US"/>
        </w:rPr>
        <w:t xml:space="preserve">gehört </w:t>
      </w:r>
      <w:r w:rsidR="00357986">
        <w:rPr>
          <w:rFonts w:ascii="Arial" w:hAnsi="Arial" w:cs="Arial"/>
          <w:bCs/>
          <w:sz w:val="20"/>
          <w:szCs w:val="20"/>
          <w:lang w:eastAsia="en-US" w:bidi="en-US"/>
        </w:rPr>
        <w:t>d</w:t>
      </w:r>
      <w:r w:rsidR="009F1056" w:rsidRPr="00F60B79">
        <w:rPr>
          <w:rFonts w:ascii="Arial" w:hAnsi="Arial" w:cs="Arial"/>
          <w:bCs/>
          <w:sz w:val="20"/>
          <w:szCs w:val="20"/>
          <w:lang w:eastAsia="en-US" w:bidi="en-US"/>
        </w:rPr>
        <w:t>er</w:t>
      </w:r>
      <w:r w:rsidR="009F1056" w:rsidRPr="00F60B79">
        <w:rPr>
          <w:rFonts w:ascii="Arial" w:hAnsi="Arial" w:cs="Arial"/>
          <w:sz w:val="20"/>
          <w:szCs w:val="20"/>
          <w:lang w:eastAsia="en-US" w:bidi="en-US"/>
        </w:rPr>
        <w:t xml:space="preserve"> Geberit Sigma Unterputzspülkasten </w:t>
      </w:r>
      <w:r w:rsidR="002E069F" w:rsidRPr="00F60B79">
        <w:rPr>
          <w:rFonts w:ascii="Arial" w:hAnsi="Arial" w:cs="Arial"/>
          <w:bCs/>
          <w:sz w:val="20"/>
          <w:szCs w:val="20"/>
          <w:lang w:eastAsia="en-US" w:bidi="en-US"/>
        </w:rPr>
        <w:t xml:space="preserve">zum Standard </w:t>
      </w:r>
      <w:r w:rsidR="00CA28FF">
        <w:rPr>
          <w:rFonts w:ascii="Arial" w:hAnsi="Arial" w:cs="Arial"/>
          <w:bCs/>
          <w:sz w:val="20"/>
          <w:szCs w:val="20"/>
          <w:lang w:eastAsia="en-US" w:bidi="en-US"/>
        </w:rPr>
        <w:t>bei Architekten und Interior Designern</w:t>
      </w:r>
      <w:r w:rsidR="00CE71DC">
        <w:rPr>
          <w:rFonts w:ascii="Arial" w:hAnsi="Arial" w:cs="Arial"/>
          <w:bCs/>
          <w:sz w:val="20"/>
          <w:szCs w:val="20"/>
          <w:lang w:eastAsia="en-US" w:bidi="en-US"/>
        </w:rPr>
        <w:t xml:space="preserve">. </w:t>
      </w:r>
      <w:r w:rsidR="000F48BA">
        <w:rPr>
          <w:rFonts w:ascii="Arial" w:hAnsi="Arial" w:cs="Arial"/>
          <w:bCs/>
          <w:sz w:val="20"/>
          <w:szCs w:val="20"/>
          <w:lang w:eastAsia="en-US" w:bidi="en-US"/>
        </w:rPr>
        <w:t xml:space="preserve">Im Laufe der Zeit wurde </w:t>
      </w:r>
      <w:r w:rsidR="0068299E">
        <w:rPr>
          <w:rFonts w:ascii="Arial" w:hAnsi="Arial" w:cs="Arial"/>
          <w:bCs/>
          <w:sz w:val="20"/>
          <w:szCs w:val="20"/>
          <w:lang w:eastAsia="en-US" w:bidi="en-US"/>
        </w:rPr>
        <w:t>er</w:t>
      </w:r>
      <w:r w:rsidR="000F48BA">
        <w:rPr>
          <w:rFonts w:ascii="Arial" w:hAnsi="Arial" w:cs="Arial"/>
          <w:bCs/>
          <w:sz w:val="20"/>
          <w:szCs w:val="20"/>
          <w:lang w:eastAsia="en-US" w:bidi="en-US"/>
        </w:rPr>
        <w:t xml:space="preserve"> stetig erweitert und weiterentwickelt</w:t>
      </w:r>
      <w:r w:rsidR="00F3612C">
        <w:rPr>
          <w:rFonts w:ascii="Arial" w:hAnsi="Arial" w:cs="Arial"/>
          <w:bCs/>
          <w:sz w:val="20"/>
          <w:szCs w:val="20"/>
          <w:lang w:eastAsia="en-US" w:bidi="en-US"/>
        </w:rPr>
        <w:t xml:space="preserve">, um auch in Zukunft </w:t>
      </w:r>
      <w:r w:rsidR="00CA28FF">
        <w:rPr>
          <w:rFonts w:ascii="Arial" w:hAnsi="Arial" w:cs="Arial"/>
          <w:bCs/>
          <w:sz w:val="20"/>
          <w:szCs w:val="20"/>
          <w:lang w:eastAsia="en-US" w:bidi="en-US"/>
        </w:rPr>
        <w:t xml:space="preserve">sowohl deren hohe </w:t>
      </w:r>
      <w:r w:rsidR="00F3612C">
        <w:rPr>
          <w:rFonts w:ascii="Arial" w:hAnsi="Arial" w:cs="Arial"/>
          <w:bCs/>
          <w:sz w:val="20"/>
          <w:szCs w:val="20"/>
          <w:lang w:eastAsia="en-US" w:bidi="en-US"/>
        </w:rPr>
        <w:t xml:space="preserve">Ansprüche </w:t>
      </w:r>
      <w:r w:rsidR="00CA28FF">
        <w:rPr>
          <w:rFonts w:ascii="Arial" w:hAnsi="Arial" w:cs="Arial"/>
          <w:bCs/>
          <w:sz w:val="20"/>
          <w:szCs w:val="20"/>
          <w:lang w:eastAsia="en-US" w:bidi="en-US"/>
        </w:rPr>
        <w:t>als auch</w:t>
      </w:r>
      <w:r w:rsidR="00F3612C">
        <w:rPr>
          <w:rFonts w:ascii="Arial" w:hAnsi="Arial" w:cs="Arial"/>
          <w:bCs/>
          <w:sz w:val="20"/>
          <w:szCs w:val="20"/>
          <w:lang w:eastAsia="en-US" w:bidi="en-US"/>
        </w:rPr>
        <w:t xml:space="preserve"> </w:t>
      </w:r>
      <w:r w:rsidR="00CA28FF">
        <w:rPr>
          <w:rFonts w:ascii="Arial" w:hAnsi="Arial" w:cs="Arial"/>
          <w:bCs/>
          <w:sz w:val="20"/>
          <w:szCs w:val="20"/>
          <w:lang w:eastAsia="en-US" w:bidi="en-US"/>
        </w:rPr>
        <w:t xml:space="preserve">die </w:t>
      </w:r>
      <w:r w:rsidR="00F3612C">
        <w:rPr>
          <w:rFonts w:ascii="Arial" w:hAnsi="Arial" w:cs="Arial"/>
          <w:bCs/>
          <w:sz w:val="20"/>
          <w:szCs w:val="20"/>
          <w:lang w:eastAsia="en-US" w:bidi="en-US"/>
        </w:rPr>
        <w:t xml:space="preserve">Wünsche </w:t>
      </w:r>
      <w:r w:rsidR="00CA28FF">
        <w:rPr>
          <w:rFonts w:ascii="Arial" w:hAnsi="Arial" w:cs="Arial"/>
          <w:bCs/>
          <w:sz w:val="20"/>
          <w:szCs w:val="20"/>
          <w:lang w:eastAsia="en-US" w:bidi="en-US"/>
        </w:rPr>
        <w:t xml:space="preserve">ihrer Bauherren </w:t>
      </w:r>
      <w:r w:rsidR="00F3612C">
        <w:rPr>
          <w:rFonts w:ascii="Arial" w:hAnsi="Arial" w:cs="Arial"/>
          <w:bCs/>
          <w:sz w:val="20"/>
          <w:szCs w:val="20"/>
          <w:lang w:eastAsia="en-US" w:bidi="en-US"/>
        </w:rPr>
        <w:t xml:space="preserve">zu erfüllen. </w:t>
      </w:r>
      <w:r w:rsidR="00620457">
        <w:rPr>
          <w:rFonts w:ascii="Arial" w:hAnsi="Arial" w:cs="Arial"/>
          <w:bCs/>
          <w:sz w:val="20"/>
          <w:szCs w:val="20"/>
          <w:lang w:eastAsia="en-US" w:bidi="en-US"/>
        </w:rPr>
        <w:t xml:space="preserve">Mit dem </w:t>
      </w:r>
      <w:r w:rsidR="00620457">
        <w:rPr>
          <w:rFonts w:ascii="Arial" w:hAnsi="Arial" w:cs="Arial"/>
          <w:bCs/>
          <w:sz w:val="20"/>
          <w:szCs w:val="20"/>
          <w:lang w:eastAsia="en-US" w:bidi="en-US"/>
        </w:rPr>
        <w:lastRenderedPageBreak/>
        <w:t xml:space="preserve">Stromanschluss am WC beispielsweise </w:t>
      </w:r>
      <w:r w:rsidR="001400CA">
        <w:rPr>
          <w:rFonts w:ascii="Arial" w:hAnsi="Arial" w:cs="Arial"/>
          <w:bCs/>
          <w:sz w:val="20"/>
          <w:szCs w:val="20"/>
          <w:lang w:eastAsia="en-US" w:bidi="en-US"/>
        </w:rPr>
        <w:t xml:space="preserve">ergeben sich </w:t>
      </w:r>
      <w:proofErr w:type="gramStart"/>
      <w:r w:rsidR="001400CA">
        <w:rPr>
          <w:rFonts w:ascii="Arial" w:hAnsi="Arial" w:cs="Arial"/>
          <w:bCs/>
          <w:sz w:val="20"/>
          <w:szCs w:val="20"/>
          <w:lang w:eastAsia="en-US" w:bidi="en-US"/>
        </w:rPr>
        <w:t>ganz neue</w:t>
      </w:r>
      <w:proofErr w:type="gramEnd"/>
      <w:r w:rsidR="001400CA">
        <w:rPr>
          <w:rFonts w:ascii="Arial" w:hAnsi="Arial" w:cs="Arial"/>
          <w:bCs/>
          <w:sz w:val="20"/>
          <w:szCs w:val="20"/>
          <w:lang w:eastAsia="en-US" w:bidi="en-US"/>
        </w:rPr>
        <w:t xml:space="preserve"> Möglichkeiten</w:t>
      </w:r>
      <w:r w:rsidR="0068299E">
        <w:rPr>
          <w:rFonts w:ascii="Arial" w:hAnsi="Arial" w:cs="Arial"/>
          <w:bCs/>
          <w:sz w:val="20"/>
          <w:szCs w:val="20"/>
          <w:lang w:eastAsia="en-US" w:bidi="en-US"/>
        </w:rPr>
        <w:t xml:space="preserve">: </w:t>
      </w:r>
      <w:r w:rsidR="00FF10F0" w:rsidRPr="00FF10F0">
        <w:rPr>
          <w:rFonts w:ascii="Arial" w:hAnsi="Arial" w:cs="Arial"/>
          <w:bCs/>
          <w:sz w:val="20"/>
          <w:szCs w:val="20"/>
          <w:lang w:eastAsia="en-US" w:bidi="en-US"/>
        </w:rPr>
        <w:t>Er ist die Voraussetzung für zusätzliche Komfort- und Hygieneeigenschaften.</w:t>
      </w:r>
      <w:r w:rsidR="00FF10F0">
        <w:rPr>
          <w:rFonts w:ascii="Arial" w:hAnsi="Arial" w:cs="Arial"/>
          <w:bCs/>
          <w:sz w:val="20"/>
          <w:szCs w:val="20"/>
          <w:lang w:eastAsia="en-US" w:bidi="en-US"/>
        </w:rPr>
        <w:t xml:space="preserve"> </w:t>
      </w:r>
      <w:r w:rsidR="00E710E7">
        <w:rPr>
          <w:rFonts w:ascii="Arial" w:hAnsi="Arial" w:cs="Arial"/>
          <w:bCs/>
          <w:sz w:val="20"/>
          <w:szCs w:val="20"/>
          <w:lang w:eastAsia="en-US" w:bidi="en-US"/>
        </w:rPr>
        <w:t xml:space="preserve">Dazu gehören </w:t>
      </w:r>
      <w:r w:rsidR="00157126">
        <w:rPr>
          <w:rFonts w:ascii="Arial" w:hAnsi="Arial" w:cs="Arial"/>
          <w:bCs/>
          <w:sz w:val="20"/>
          <w:szCs w:val="20"/>
          <w:lang w:eastAsia="en-US" w:bidi="en-US"/>
        </w:rPr>
        <w:t>unter anderem</w:t>
      </w:r>
      <w:r w:rsidR="00E710E7">
        <w:rPr>
          <w:rFonts w:ascii="Arial" w:hAnsi="Arial" w:cs="Arial"/>
          <w:bCs/>
          <w:sz w:val="20"/>
          <w:szCs w:val="20"/>
          <w:lang w:eastAsia="en-US" w:bidi="en-US"/>
        </w:rPr>
        <w:t xml:space="preserve"> Dusch-WCs</w:t>
      </w:r>
      <w:r w:rsidR="00CD10AF">
        <w:rPr>
          <w:rFonts w:ascii="Arial" w:hAnsi="Arial" w:cs="Arial"/>
          <w:bCs/>
          <w:sz w:val="20"/>
          <w:szCs w:val="20"/>
          <w:lang w:eastAsia="en-US" w:bidi="en-US"/>
        </w:rPr>
        <w:t>, berührungslose Betätigungsplatten</w:t>
      </w:r>
      <w:r w:rsidR="00E710E7">
        <w:rPr>
          <w:rFonts w:ascii="Arial" w:hAnsi="Arial" w:cs="Arial"/>
          <w:bCs/>
          <w:sz w:val="20"/>
          <w:szCs w:val="20"/>
          <w:lang w:eastAsia="en-US" w:bidi="en-US"/>
        </w:rPr>
        <w:t xml:space="preserve"> oder die Geruchsabsaugung Geberit </w:t>
      </w:r>
      <w:proofErr w:type="spellStart"/>
      <w:r w:rsidR="00E710E7">
        <w:rPr>
          <w:rFonts w:ascii="Arial" w:hAnsi="Arial" w:cs="Arial"/>
          <w:bCs/>
          <w:sz w:val="20"/>
          <w:szCs w:val="20"/>
          <w:lang w:eastAsia="en-US" w:bidi="en-US"/>
        </w:rPr>
        <w:t>DuoFresh</w:t>
      </w:r>
      <w:proofErr w:type="spellEnd"/>
      <w:r w:rsidR="00E710E7">
        <w:rPr>
          <w:rFonts w:ascii="Arial" w:hAnsi="Arial" w:cs="Arial"/>
          <w:bCs/>
          <w:sz w:val="20"/>
          <w:szCs w:val="20"/>
          <w:lang w:eastAsia="en-US" w:bidi="en-US"/>
        </w:rPr>
        <w:t xml:space="preserve">, die </w:t>
      </w:r>
      <w:r w:rsidR="009F1056">
        <w:rPr>
          <w:rFonts w:ascii="Arial" w:hAnsi="Arial" w:cs="Arial"/>
          <w:sz w:val="20"/>
          <w:szCs w:val="20"/>
          <w:lang w:eastAsia="en-US" w:bidi="en-US"/>
        </w:rPr>
        <w:t xml:space="preserve">mit </w:t>
      </w:r>
      <w:r w:rsidR="00E710E7">
        <w:rPr>
          <w:rFonts w:ascii="Arial" w:hAnsi="Arial" w:cs="Arial"/>
          <w:bCs/>
          <w:sz w:val="20"/>
          <w:szCs w:val="20"/>
          <w:lang w:eastAsia="en-US" w:bidi="en-US"/>
        </w:rPr>
        <w:t>Strom funktionieren.</w:t>
      </w:r>
    </w:p>
    <w:p w14:paraId="2BAB0DAE" w14:textId="6C520ED8" w:rsidR="009F1056" w:rsidRPr="00E47F84" w:rsidRDefault="00A616B7" w:rsidP="00AF23E8">
      <w:pPr>
        <w:pStyle w:val="StandardWeb"/>
        <w:spacing w:before="0" w:beforeAutospacing="0" w:after="240" w:afterAutospacing="0" w:line="320" w:lineRule="exact"/>
        <w:rPr>
          <w:rFonts w:ascii="Arial" w:hAnsi="Arial" w:cs="Arial"/>
          <w:bCs/>
          <w:sz w:val="20"/>
          <w:szCs w:val="20"/>
          <w:lang w:eastAsia="en-US" w:bidi="en-US"/>
        </w:rPr>
      </w:pPr>
      <w:r w:rsidRPr="00470259">
        <w:rPr>
          <w:rFonts w:ascii="Arial" w:hAnsi="Arial" w:cs="Arial"/>
          <w:bCs/>
          <w:sz w:val="20"/>
          <w:szCs w:val="20"/>
          <w:lang w:eastAsia="en-US" w:bidi="en-US"/>
        </w:rPr>
        <w:t>In Kombination mit</w:t>
      </w:r>
      <w:r w:rsidR="008D43B9" w:rsidRPr="00470259">
        <w:rPr>
          <w:rFonts w:ascii="Arial" w:hAnsi="Arial" w:cs="Arial"/>
          <w:bCs/>
          <w:sz w:val="20"/>
          <w:szCs w:val="20"/>
          <w:lang w:eastAsia="en-US" w:bidi="en-US"/>
        </w:rPr>
        <w:t xml:space="preserve"> der </w:t>
      </w:r>
      <w:r w:rsidR="00006473" w:rsidRPr="00470259">
        <w:rPr>
          <w:rFonts w:ascii="Arial" w:hAnsi="Arial" w:cs="Arial"/>
          <w:bCs/>
          <w:sz w:val="20"/>
          <w:szCs w:val="20"/>
          <w:lang w:eastAsia="en-US" w:bidi="en-US"/>
        </w:rPr>
        <w:t>integrierten</w:t>
      </w:r>
      <w:r w:rsidR="009F1056" w:rsidRPr="00470259">
        <w:rPr>
          <w:rFonts w:ascii="Arial" w:hAnsi="Arial" w:cs="Arial"/>
          <w:sz w:val="20"/>
          <w:szCs w:val="20"/>
          <w:lang w:eastAsia="en-US" w:bidi="en-US"/>
        </w:rPr>
        <w:t xml:space="preserve"> Hygienespülung bietet </w:t>
      </w:r>
      <w:r w:rsidR="00157126" w:rsidRPr="00470259">
        <w:rPr>
          <w:rFonts w:ascii="Arial" w:hAnsi="Arial" w:cs="Arial"/>
          <w:bCs/>
          <w:sz w:val="20"/>
          <w:szCs w:val="20"/>
          <w:lang w:eastAsia="en-US" w:bidi="en-US"/>
        </w:rPr>
        <w:t>der Spülkasten</w:t>
      </w:r>
      <w:r w:rsidRPr="00470259">
        <w:rPr>
          <w:rFonts w:ascii="Arial" w:hAnsi="Arial" w:cs="Arial"/>
          <w:bCs/>
          <w:sz w:val="20"/>
          <w:szCs w:val="20"/>
          <w:lang w:eastAsia="en-US" w:bidi="en-US"/>
        </w:rPr>
        <w:t xml:space="preserve"> zudem </w:t>
      </w:r>
      <w:r w:rsidR="00803854" w:rsidRPr="00470259">
        <w:rPr>
          <w:rFonts w:ascii="Arial" w:hAnsi="Arial" w:cs="Arial"/>
          <w:sz w:val="20"/>
          <w:szCs w:val="20"/>
          <w:lang w:eastAsia="en-US" w:bidi="en-US"/>
        </w:rPr>
        <w:t>eine zuverlässige Lösung</w:t>
      </w:r>
      <w:r w:rsidR="00F0079B" w:rsidRPr="00470259">
        <w:rPr>
          <w:rFonts w:ascii="Arial" w:hAnsi="Arial" w:cs="Arial"/>
          <w:sz w:val="20"/>
          <w:szCs w:val="20"/>
          <w:lang w:eastAsia="en-US" w:bidi="en-US"/>
        </w:rPr>
        <w:t xml:space="preserve"> für </w:t>
      </w:r>
      <w:r w:rsidR="00736DDB" w:rsidRPr="00470259">
        <w:rPr>
          <w:rFonts w:ascii="Arial" w:hAnsi="Arial" w:cs="Arial"/>
          <w:sz w:val="20"/>
          <w:szCs w:val="20"/>
          <w:lang w:eastAsia="en-US" w:bidi="en-US"/>
        </w:rPr>
        <w:t>die Einhaltung des bestimmungsgemäßen</w:t>
      </w:r>
      <w:r w:rsidR="001972BF" w:rsidRPr="00470259">
        <w:rPr>
          <w:rFonts w:ascii="Arial" w:hAnsi="Arial" w:cs="Arial"/>
          <w:sz w:val="20"/>
          <w:szCs w:val="20"/>
          <w:lang w:eastAsia="en-US" w:bidi="en-US"/>
        </w:rPr>
        <w:t xml:space="preserve"> </w:t>
      </w:r>
      <w:r w:rsidR="00F0079B" w:rsidRPr="00470259">
        <w:rPr>
          <w:rFonts w:ascii="Arial" w:hAnsi="Arial" w:cs="Arial"/>
          <w:sz w:val="20"/>
          <w:szCs w:val="20"/>
          <w:lang w:eastAsia="en-US" w:bidi="en-US"/>
        </w:rPr>
        <w:t>Betrieb</w:t>
      </w:r>
      <w:r w:rsidR="00736DDB" w:rsidRPr="00470259">
        <w:rPr>
          <w:rFonts w:ascii="Arial" w:hAnsi="Arial" w:cs="Arial"/>
          <w:sz w:val="20"/>
          <w:szCs w:val="20"/>
          <w:lang w:eastAsia="en-US" w:bidi="en-US"/>
        </w:rPr>
        <w:t>s</w:t>
      </w:r>
      <w:r w:rsidR="00F0079B" w:rsidRPr="00470259">
        <w:rPr>
          <w:rFonts w:ascii="Arial" w:hAnsi="Arial" w:cs="Arial"/>
          <w:sz w:val="20"/>
          <w:szCs w:val="20"/>
          <w:lang w:eastAsia="en-US" w:bidi="en-US"/>
        </w:rPr>
        <w:t xml:space="preserve"> von Trinkwasser</w:t>
      </w:r>
      <w:r w:rsidR="00736DDB" w:rsidRPr="00470259">
        <w:rPr>
          <w:rFonts w:ascii="Arial" w:hAnsi="Arial" w:cs="Arial"/>
          <w:sz w:val="20"/>
          <w:szCs w:val="20"/>
          <w:lang w:eastAsia="en-US" w:bidi="en-US"/>
        </w:rPr>
        <w:t>installationen</w:t>
      </w:r>
      <w:r w:rsidR="00F0079B" w:rsidRPr="00470259">
        <w:rPr>
          <w:rFonts w:ascii="Arial" w:hAnsi="Arial" w:cs="Arial"/>
          <w:sz w:val="20"/>
          <w:szCs w:val="20"/>
          <w:lang w:eastAsia="en-US" w:bidi="en-US"/>
        </w:rPr>
        <w:t xml:space="preserve">. </w:t>
      </w:r>
      <w:r w:rsidR="00006473" w:rsidRPr="00470259">
        <w:rPr>
          <w:rFonts w:ascii="Arial" w:hAnsi="Arial" w:cs="Arial"/>
          <w:bCs/>
          <w:sz w:val="20"/>
          <w:szCs w:val="20"/>
          <w:lang w:eastAsia="en-US" w:bidi="en-US"/>
        </w:rPr>
        <w:t xml:space="preserve">Dadurch lässt sich </w:t>
      </w:r>
      <w:r w:rsidR="00F0079B" w:rsidRPr="00470259">
        <w:rPr>
          <w:rFonts w:ascii="Arial" w:hAnsi="Arial" w:cs="Arial"/>
          <w:sz w:val="20"/>
          <w:szCs w:val="20"/>
          <w:lang w:eastAsia="en-US" w:bidi="en-US"/>
        </w:rPr>
        <w:t xml:space="preserve">Stagnation </w:t>
      </w:r>
      <w:r w:rsidR="00736DDB" w:rsidRPr="00470259">
        <w:rPr>
          <w:rFonts w:ascii="Arial" w:hAnsi="Arial" w:cs="Arial"/>
          <w:sz w:val="20"/>
          <w:szCs w:val="20"/>
          <w:lang w:eastAsia="en-US" w:bidi="en-US"/>
        </w:rPr>
        <w:t>sicher</w:t>
      </w:r>
      <w:r w:rsidR="00F0079B" w:rsidRPr="00470259">
        <w:rPr>
          <w:rFonts w:ascii="Arial" w:hAnsi="Arial" w:cs="Arial"/>
          <w:sz w:val="20"/>
          <w:szCs w:val="20"/>
          <w:lang w:eastAsia="en-US" w:bidi="en-US"/>
        </w:rPr>
        <w:t xml:space="preserve"> vermeiden.</w:t>
      </w:r>
    </w:p>
    <w:p w14:paraId="396E437E" w14:textId="77777777" w:rsidR="009F1056" w:rsidRDefault="009F1056" w:rsidP="009F1056">
      <w:pPr>
        <w:pStyle w:val="StandardWeb"/>
        <w:spacing w:before="0" w:beforeAutospacing="0" w:after="0" w:afterAutospacing="0"/>
        <w:rPr>
          <w:b/>
          <w:bCs/>
          <w:sz w:val="20"/>
          <w:szCs w:val="20"/>
        </w:rPr>
      </w:pPr>
    </w:p>
    <w:p w14:paraId="28DB52AC" w14:textId="77777777" w:rsidR="009F1056" w:rsidRDefault="009F1056" w:rsidP="009F1056">
      <w:pPr>
        <w:pStyle w:val="StandardWeb"/>
        <w:spacing w:before="0" w:beforeAutospacing="0" w:after="0" w:afterAutospacing="0"/>
        <w:rPr>
          <w:sz w:val="20"/>
          <w:szCs w:val="20"/>
        </w:rPr>
      </w:pPr>
    </w:p>
    <w:p w14:paraId="236AC2ED" w14:textId="20BDC19F" w:rsidR="009A7642" w:rsidRPr="009A7642" w:rsidRDefault="009A7642" w:rsidP="00FB270C">
      <w:pPr>
        <w:rPr>
          <w:b/>
          <w:bCs/>
          <w:sz w:val="20"/>
          <w:szCs w:val="20"/>
          <w:lang w:val="de-DE"/>
        </w:rPr>
      </w:pPr>
      <w:r w:rsidRPr="009A7642">
        <w:rPr>
          <w:b/>
          <w:bCs/>
          <w:sz w:val="20"/>
          <w:szCs w:val="20"/>
          <w:lang w:val="de-DE"/>
        </w:rPr>
        <w:t>Bildmaterial</w:t>
      </w:r>
    </w:p>
    <w:tbl>
      <w:tblPr>
        <w:tblStyle w:val="Tabellenraster"/>
        <w:tblW w:w="0" w:type="auto"/>
        <w:tblLook w:val="04A0" w:firstRow="1" w:lastRow="0" w:firstColumn="1" w:lastColumn="0" w:noHBand="0" w:noVBand="1"/>
      </w:tblPr>
      <w:tblGrid>
        <w:gridCol w:w="4672"/>
        <w:gridCol w:w="4672"/>
      </w:tblGrid>
      <w:tr w:rsidR="00036037" w:rsidRPr="00A067B3" w14:paraId="3B840F70" w14:textId="77777777" w:rsidTr="00A073F7">
        <w:trPr>
          <w:trHeight w:val="2155"/>
        </w:trPr>
        <w:tc>
          <w:tcPr>
            <w:tcW w:w="4672" w:type="dxa"/>
          </w:tcPr>
          <w:p w14:paraId="26AA98BB" w14:textId="5D806E0A" w:rsidR="003A6EDA" w:rsidRDefault="001121A4" w:rsidP="00FB270C">
            <w:pPr>
              <w:rPr>
                <w:b/>
                <w:bCs/>
                <w:sz w:val="20"/>
                <w:szCs w:val="20"/>
                <w:lang w:val="de-DE"/>
              </w:rPr>
            </w:pPr>
            <w:r>
              <w:rPr>
                <w:noProof/>
              </w:rPr>
              <w:drawing>
                <wp:anchor distT="0" distB="107950" distL="114300" distR="114300" simplePos="0" relativeHeight="251661316" behindDoc="1" locked="0" layoutInCell="1" allowOverlap="1" wp14:anchorId="39F5DB5F" wp14:editId="22C2A54C">
                  <wp:simplePos x="0" y="0"/>
                  <wp:positionH relativeFrom="column">
                    <wp:posOffset>635</wp:posOffset>
                  </wp:positionH>
                  <wp:positionV relativeFrom="paragraph">
                    <wp:posOffset>98288</wp:posOffset>
                  </wp:positionV>
                  <wp:extent cx="2160000" cy="1674000"/>
                  <wp:effectExtent l="0" t="0" r="0" b="2540"/>
                  <wp:wrapTight wrapText="bothSides">
                    <wp:wrapPolygon edited="0">
                      <wp:start x="0" y="0"/>
                      <wp:lineTo x="0" y="21387"/>
                      <wp:lineTo x="21340" y="21387"/>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67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9B1F800" w14:textId="70304180" w:rsidR="003A6EDA" w:rsidRPr="00E315CB" w:rsidRDefault="009A7642" w:rsidP="00FB270C">
            <w:pPr>
              <w:rPr>
                <w:b/>
                <w:bCs/>
                <w:sz w:val="20"/>
                <w:szCs w:val="20"/>
                <w:lang w:val="de-DE"/>
              </w:rPr>
            </w:pPr>
            <w:r w:rsidRPr="00E315CB">
              <w:rPr>
                <w:b/>
                <w:bCs/>
                <w:sz w:val="20"/>
                <w:szCs w:val="20"/>
                <w:lang w:val="de-DE"/>
              </w:rPr>
              <w:t>[Geberit_</w:t>
            </w:r>
            <w:r w:rsidR="00A067B3">
              <w:rPr>
                <w:b/>
                <w:bCs/>
                <w:sz w:val="20"/>
                <w:szCs w:val="20"/>
                <w:lang w:val="de-DE"/>
              </w:rPr>
              <w:t>Sigma_UP-Sp</w:t>
            </w:r>
            <w:r w:rsidR="00C844BF">
              <w:rPr>
                <w:b/>
                <w:bCs/>
                <w:sz w:val="20"/>
                <w:szCs w:val="20"/>
                <w:lang w:val="de-DE"/>
              </w:rPr>
              <w:t>ue</w:t>
            </w:r>
            <w:r w:rsidR="00A067B3">
              <w:rPr>
                <w:b/>
                <w:bCs/>
                <w:sz w:val="20"/>
                <w:szCs w:val="20"/>
                <w:lang w:val="de-DE"/>
              </w:rPr>
              <w:t>lkasten_Update_1</w:t>
            </w:r>
            <w:r w:rsidRPr="00E315CB">
              <w:rPr>
                <w:b/>
                <w:bCs/>
                <w:sz w:val="20"/>
                <w:szCs w:val="20"/>
                <w:lang w:val="de-DE"/>
              </w:rPr>
              <w:t>.jpg]</w:t>
            </w:r>
            <w:r w:rsidRPr="00E315CB">
              <w:rPr>
                <w:sz w:val="20"/>
                <w:szCs w:val="20"/>
                <w:lang w:val="de-DE"/>
              </w:rPr>
              <w:br/>
            </w:r>
            <w:r w:rsidR="005C6ED5">
              <w:rPr>
                <w:sz w:val="20"/>
                <w:szCs w:val="20"/>
                <w:lang w:val="de-DE"/>
              </w:rPr>
              <w:t>Ab dem 1. Juli 2023 präsentiert Geberit eine neue Generation des Sigma Unterputz</w:t>
            </w:r>
            <w:r w:rsidR="00DE005A">
              <w:rPr>
                <w:sz w:val="20"/>
                <w:szCs w:val="20"/>
                <w:lang w:val="de-DE"/>
              </w:rPr>
              <w:t>s</w:t>
            </w:r>
            <w:r w:rsidR="005C6ED5">
              <w:rPr>
                <w:sz w:val="20"/>
                <w:szCs w:val="20"/>
                <w:lang w:val="de-DE"/>
              </w:rPr>
              <w:t>pülkastens mit integrierter Hygienespülung.</w:t>
            </w:r>
            <w:r w:rsidRPr="00E315CB">
              <w:rPr>
                <w:sz w:val="20"/>
                <w:szCs w:val="20"/>
                <w:lang w:val="de-DE"/>
              </w:rPr>
              <w:br/>
              <w:t>Foto: Geberit</w:t>
            </w:r>
          </w:p>
        </w:tc>
      </w:tr>
      <w:tr w:rsidR="00036037" w:rsidRPr="008F5447" w14:paraId="703280AC" w14:textId="77777777" w:rsidTr="003A6EDA">
        <w:tc>
          <w:tcPr>
            <w:tcW w:w="4672" w:type="dxa"/>
          </w:tcPr>
          <w:p w14:paraId="545103D8" w14:textId="244C45AF" w:rsidR="003A6EDA" w:rsidRDefault="00823B00" w:rsidP="00FB270C">
            <w:pPr>
              <w:rPr>
                <w:b/>
                <w:bCs/>
                <w:sz w:val="20"/>
                <w:szCs w:val="20"/>
                <w:lang w:val="de-DE"/>
              </w:rPr>
            </w:pPr>
            <w:r>
              <w:rPr>
                <w:noProof/>
              </w:rPr>
              <w:drawing>
                <wp:anchor distT="0" distB="107950" distL="114300" distR="114300" simplePos="0" relativeHeight="251660292" behindDoc="1" locked="0" layoutInCell="1" allowOverlap="1" wp14:anchorId="76B8471E" wp14:editId="2A43116A">
                  <wp:simplePos x="0" y="0"/>
                  <wp:positionH relativeFrom="column">
                    <wp:posOffset>635</wp:posOffset>
                  </wp:positionH>
                  <wp:positionV relativeFrom="paragraph">
                    <wp:posOffset>102232</wp:posOffset>
                  </wp:positionV>
                  <wp:extent cx="2160000" cy="1620000"/>
                  <wp:effectExtent l="0" t="0" r="0" b="0"/>
                  <wp:wrapTight wrapText="bothSides">
                    <wp:wrapPolygon edited="0">
                      <wp:start x="0" y="0"/>
                      <wp:lineTo x="0" y="21338"/>
                      <wp:lineTo x="21340" y="2133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30D4C3C" w14:textId="18A2A1FC" w:rsidR="003A6EDA" w:rsidRPr="00E315CB" w:rsidRDefault="004A7E53" w:rsidP="00F36C88">
            <w:pPr>
              <w:rPr>
                <w:b/>
                <w:bCs/>
                <w:sz w:val="20"/>
                <w:szCs w:val="20"/>
                <w:lang w:val="de-DE"/>
              </w:rPr>
            </w:pPr>
            <w:r w:rsidRPr="00E315CB">
              <w:rPr>
                <w:b/>
                <w:bCs/>
                <w:sz w:val="20"/>
                <w:szCs w:val="20"/>
                <w:lang w:val="de-DE"/>
              </w:rPr>
              <w:t>[Geberit_</w:t>
            </w:r>
            <w:r w:rsidR="00A067B3">
              <w:rPr>
                <w:b/>
                <w:bCs/>
                <w:sz w:val="20"/>
                <w:szCs w:val="20"/>
                <w:lang w:val="de-DE"/>
              </w:rPr>
              <w:t>Sigma_UP-Sp</w:t>
            </w:r>
            <w:r w:rsidR="00C844BF">
              <w:rPr>
                <w:b/>
                <w:bCs/>
                <w:sz w:val="20"/>
                <w:szCs w:val="20"/>
                <w:lang w:val="de-DE"/>
              </w:rPr>
              <w:t>ue</w:t>
            </w:r>
            <w:r w:rsidR="00A067B3">
              <w:rPr>
                <w:b/>
                <w:bCs/>
                <w:sz w:val="20"/>
                <w:szCs w:val="20"/>
                <w:lang w:val="de-DE"/>
              </w:rPr>
              <w:t>lkasten_Update_2</w:t>
            </w:r>
            <w:r w:rsidRPr="00E315CB">
              <w:rPr>
                <w:b/>
                <w:bCs/>
                <w:sz w:val="20"/>
                <w:szCs w:val="20"/>
                <w:lang w:val="de-DE"/>
              </w:rPr>
              <w:t>.jpg]</w:t>
            </w:r>
            <w:r w:rsidRPr="00E315CB">
              <w:rPr>
                <w:sz w:val="20"/>
                <w:szCs w:val="20"/>
                <w:lang w:val="de-DE"/>
              </w:rPr>
              <w:br/>
            </w:r>
            <w:r w:rsidR="001B406C">
              <w:rPr>
                <w:sz w:val="20"/>
                <w:szCs w:val="20"/>
                <w:lang w:val="de-DE"/>
              </w:rPr>
              <w:t>Den Sigma Unterputzspülkasten mit Hygienespülung gibt es wahlweise mit einem</w:t>
            </w:r>
            <w:r w:rsidR="0067784D">
              <w:rPr>
                <w:sz w:val="20"/>
                <w:szCs w:val="20"/>
                <w:lang w:val="de-DE"/>
              </w:rPr>
              <w:t xml:space="preserve"> oder zwei Wasseranschlüssen für Kalt- und Warmwasser. Die Pr</w:t>
            </w:r>
            <w:r w:rsidR="0067784D" w:rsidRPr="001479A9">
              <w:rPr>
                <w:sz w:val="20"/>
                <w:szCs w:val="20"/>
                <w:lang w:val="de-DE"/>
              </w:rPr>
              <w:t>ogrammierung</w:t>
            </w:r>
            <w:r w:rsidR="00240B7E" w:rsidRPr="001479A9">
              <w:rPr>
                <w:sz w:val="20"/>
                <w:szCs w:val="20"/>
                <w:lang w:val="de-DE"/>
              </w:rPr>
              <w:t xml:space="preserve">, Steuerung und Protokollierung erfolgen </w:t>
            </w:r>
            <w:r w:rsidR="0067784D" w:rsidRPr="001479A9">
              <w:rPr>
                <w:sz w:val="20"/>
                <w:szCs w:val="20"/>
                <w:lang w:val="de-DE"/>
              </w:rPr>
              <w:t>standardmäßig</w:t>
            </w:r>
            <w:r w:rsidR="00240B7E" w:rsidRPr="001479A9">
              <w:rPr>
                <w:sz w:val="20"/>
                <w:szCs w:val="20"/>
                <w:lang w:val="de-DE"/>
              </w:rPr>
              <w:t xml:space="preserve"> über die Geberit </w:t>
            </w:r>
            <w:r w:rsidR="007251F6" w:rsidRPr="001479A9">
              <w:rPr>
                <w:sz w:val="20"/>
                <w:szCs w:val="20"/>
                <w:lang w:val="de-DE"/>
              </w:rPr>
              <w:t>Control App</w:t>
            </w:r>
            <w:r w:rsidR="00240B7E" w:rsidRPr="001479A9">
              <w:rPr>
                <w:sz w:val="20"/>
                <w:szCs w:val="20"/>
                <w:lang w:val="de-DE"/>
              </w:rPr>
              <w:t>.</w:t>
            </w:r>
            <w:r w:rsidR="00240B7E" w:rsidRPr="00E315CB">
              <w:rPr>
                <w:sz w:val="20"/>
                <w:szCs w:val="20"/>
                <w:lang w:val="de-DE"/>
              </w:rPr>
              <w:t xml:space="preserve"> </w:t>
            </w:r>
            <w:r w:rsidR="00F36C88">
              <w:rPr>
                <w:sz w:val="20"/>
                <w:szCs w:val="20"/>
                <w:lang w:val="de-DE"/>
              </w:rPr>
              <w:br/>
            </w:r>
            <w:r w:rsidRPr="00E315CB">
              <w:rPr>
                <w:sz w:val="20"/>
                <w:szCs w:val="20"/>
                <w:lang w:val="de-DE"/>
              </w:rPr>
              <w:t>Foto: Geberit</w:t>
            </w:r>
          </w:p>
        </w:tc>
      </w:tr>
      <w:tr w:rsidR="00036037" w:rsidRPr="00E47F84" w14:paraId="22B85911" w14:textId="77777777" w:rsidTr="00E47F84">
        <w:trPr>
          <w:trHeight w:val="46"/>
        </w:trPr>
        <w:tc>
          <w:tcPr>
            <w:tcW w:w="4672" w:type="dxa"/>
          </w:tcPr>
          <w:p w14:paraId="5C7F2F62" w14:textId="5BA5633B" w:rsidR="003A6EDA" w:rsidRDefault="00F36C88" w:rsidP="00FB270C">
            <w:pPr>
              <w:rPr>
                <w:b/>
                <w:bCs/>
                <w:sz w:val="20"/>
                <w:szCs w:val="20"/>
                <w:lang w:val="de-DE"/>
              </w:rPr>
            </w:pPr>
            <w:r>
              <w:rPr>
                <w:noProof/>
              </w:rPr>
              <w:lastRenderedPageBreak/>
              <w:drawing>
                <wp:anchor distT="0" distB="107950" distL="114300" distR="114300" simplePos="0" relativeHeight="251662340" behindDoc="1" locked="0" layoutInCell="1" allowOverlap="1" wp14:anchorId="5132AA73" wp14:editId="0860742E">
                  <wp:simplePos x="0" y="0"/>
                  <wp:positionH relativeFrom="column">
                    <wp:posOffset>635</wp:posOffset>
                  </wp:positionH>
                  <wp:positionV relativeFrom="paragraph">
                    <wp:posOffset>85192</wp:posOffset>
                  </wp:positionV>
                  <wp:extent cx="2160000" cy="1440000"/>
                  <wp:effectExtent l="0" t="0" r="0" b="8255"/>
                  <wp:wrapTight wrapText="bothSides">
                    <wp:wrapPolygon edited="0">
                      <wp:start x="0" y="0"/>
                      <wp:lineTo x="0" y="21438"/>
                      <wp:lineTo x="21340" y="21438"/>
                      <wp:lineTo x="2134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1649A7D5" w14:textId="6E05F2BE" w:rsidR="003A6EDA" w:rsidRPr="00E315CB" w:rsidRDefault="00117E91" w:rsidP="00FB270C">
            <w:pPr>
              <w:rPr>
                <w:b/>
                <w:bCs/>
                <w:sz w:val="20"/>
                <w:szCs w:val="20"/>
                <w:lang w:val="de-DE"/>
              </w:rPr>
            </w:pPr>
            <w:r w:rsidRPr="00E315CB">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lkasten_Update_3</w:t>
            </w:r>
            <w:r w:rsidRPr="00E315CB">
              <w:rPr>
                <w:b/>
                <w:bCs/>
                <w:sz w:val="20"/>
                <w:szCs w:val="20"/>
                <w:lang w:val="de-DE"/>
              </w:rPr>
              <w:t>.jpg]</w:t>
            </w:r>
            <w:r w:rsidRPr="00E315CB">
              <w:rPr>
                <w:sz w:val="20"/>
                <w:szCs w:val="20"/>
                <w:lang w:val="de-DE"/>
              </w:rPr>
              <w:br/>
            </w:r>
            <w:r w:rsidR="002129A0">
              <w:rPr>
                <w:sz w:val="20"/>
                <w:szCs w:val="20"/>
                <w:lang w:val="de-DE"/>
              </w:rPr>
              <w:t xml:space="preserve">Mehr Connectivity erhalten Nutzer durch die Anbindung an das </w:t>
            </w:r>
            <w:proofErr w:type="spellStart"/>
            <w:r w:rsidR="002129A0">
              <w:rPr>
                <w:sz w:val="20"/>
                <w:szCs w:val="20"/>
                <w:lang w:val="de-DE"/>
              </w:rPr>
              <w:t>BacNET</w:t>
            </w:r>
            <w:proofErr w:type="spellEnd"/>
            <w:r w:rsidR="0094573E">
              <w:rPr>
                <w:sz w:val="20"/>
                <w:szCs w:val="20"/>
                <w:lang w:val="de-DE"/>
              </w:rPr>
              <w:t>, zudem besteht eine Schnittstelle zur Gebäudeautomation über</w:t>
            </w:r>
            <w:r w:rsidR="00E47F84">
              <w:rPr>
                <w:sz w:val="20"/>
                <w:szCs w:val="20"/>
                <w:lang w:val="de-DE"/>
              </w:rPr>
              <w:t xml:space="preserve"> </w:t>
            </w:r>
            <w:r w:rsidR="0094573E">
              <w:rPr>
                <w:sz w:val="20"/>
                <w:szCs w:val="20"/>
                <w:lang w:val="de-DE"/>
              </w:rPr>
              <w:t>GEBUS und Digital I/0.</w:t>
            </w:r>
            <w:r w:rsidRPr="00E315CB">
              <w:rPr>
                <w:sz w:val="20"/>
                <w:szCs w:val="20"/>
                <w:lang w:val="de-DE"/>
              </w:rPr>
              <w:br/>
              <w:t>Foto: Geberit</w:t>
            </w:r>
          </w:p>
        </w:tc>
      </w:tr>
      <w:tr w:rsidR="00036037" w:rsidRPr="009704DE" w14:paraId="5DD4D651" w14:textId="77777777" w:rsidTr="00594AAF">
        <w:trPr>
          <w:trHeight w:val="2297"/>
        </w:trPr>
        <w:tc>
          <w:tcPr>
            <w:tcW w:w="4672" w:type="dxa"/>
          </w:tcPr>
          <w:p w14:paraId="5441E61B" w14:textId="3CAB522A" w:rsidR="003176F4" w:rsidRDefault="000D70C1" w:rsidP="00FB270C">
            <w:pPr>
              <w:rPr>
                <w:noProof/>
              </w:rPr>
            </w:pPr>
            <w:r>
              <w:rPr>
                <w:noProof/>
              </w:rPr>
              <w:drawing>
                <wp:anchor distT="0" distB="107950" distL="114300" distR="114300" simplePos="0" relativeHeight="251663364" behindDoc="1" locked="0" layoutInCell="1" allowOverlap="1" wp14:anchorId="3BD63E39" wp14:editId="4B1D1E26">
                  <wp:simplePos x="0" y="0"/>
                  <wp:positionH relativeFrom="column">
                    <wp:posOffset>635</wp:posOffset>
                  </wp:positionH>
                  <wp:positionV relativeFrom="paragraph">
                    <wp:posOffset>68154</wp:posOffset>
                  </wp:positionV>
                  <wp:extent cx="2160000" cy="1344398"/>
                  <wp:effectExtent l="0" t="0" r="0" b="8255"/>
                  <wp:wrapTight wrapText="bothSides">
                    <wp:wrapPolygon edited="0">
                      <wp:start x="0" y="0"/>
                      <wp:lineTo x="0" y="21427"/>
                      <wp:lineTo x="21340" y="21427"/>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344398"/>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F2587BA" w14:textId="622FB6B8" w:rsidR="003176F4" w:rsidRPr="00A10B38" w:rsidRDefault="003176F4" w:rsidP="00FB270C">
            <w:pPr>
              <w:rPr>
                <w:b/>
                <w:bCs/>
                <w:sz w:val="20"/>
                <w:szCs w:val="20"/>
                <w:lang w:val="de-DE"/>
              </w:rPr>
            </w:pPr>
            <w:r w:rsidRPr="00A10B38">
              <w:rPr>
                <w:b/>
                <w:bCs/>
                <w:sz w:val="20"/>
                <w:szCs w:val="20"/>
                <w:lang w:val="de-DE"/>
              </w:rPr>
              <w:t>[</w:t>
            </w:r>
            <w:r>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lkasten_Update_4</w:t>
            </w:r>
            <w:r w:rsidRPr="00A10B38">
              <w:rPr>
                <w:b/>
                <w:bCs/>
                <w:sz w:val="20"/>
                <w:szCs w:val="20"/>
                <w:lang w:val="de-DE"/>
              </w:rPr>
              <w:t>.jpg]</w:t>
            </w:r>
            <w:r>
              <w:rPr>
                <w:sz w:val="20"/>
                <w:szCs w:val="20"/>
                <w:lang w:val="de-DE"/>
              </w:rPr>
              <w:br/>
            </w:r>
            <w:r w:rsidR="001679AD">
              <w:rPr>
                <w:sz w:val="20"/>
                <w:szCs w:val="20"/>
                <w:lang w:val="de-DE"/>
              </w:rPr>
              <w:t>Der Geberit Sigma Unterputz</w:t>
            </w:r>
            <w:r w:rsidR="003403BA">
              <w:rPr>
                <w:sz w:val="20"/>
                <w:szCs w:val="20"/>
                <w:lang w:val="de-DE"/>
              </w:rPr>
              <w:t>s</w:t>
            </w:r>
            <w:r w:rsidR="001679AD">
              <w:rPr>
                <w:sz w:val="20"/>
                <w:szCs w:val="20"/>
                <w:lang w:val="de-DE"/>
              </w:rPr>
              <w:t>pülkasten bietet zuverlässige Lösungen für die Einhaltung des bestimmungsgemäßen Betriebs von Trinkwasseranlagen.</w:t>
            </w:r>
            <w:r>
              <w:rPr>
                <w:sz w:val="20"/>
                <w:szCs w:val="20"/>
                <w:lang w:val="de-DE"/>
              </w:rPr>
              <w:br/>
              <w:t>Foto: Geberit</w:t>
            </w:r>
          </w:p>
        </w:tc>
      </w:tr>
      <w:tr w:rsidR="00036037" w:rsidRPr="006018E9" w14:paraId="4972FD5D" w14:textId="77777777" w:rsidTr="003A6EDA">
        <w:tc>
          <w:tcPr>
            <w:tcW w:w="4672" w:type="dxa"/>
          </w:tcPr>
          <w:p w14:paraId="358F446B" w14:textId="4C32CD07" w:rsidR="00F33444" w:rsidRDefault="003B4DB1" w:rsidP="00FB270C">
            <w:pPr>
              <w:rPr>
                <w:noProof/>
              </w:rPr>
            </w:pPr>
            <w:r>
              <w:rPr>
                <w:noProof/>
              </w:rPr>
              <w:drawing>
                <wp:anchor distT="0" distB="107950" distL="114300" distR="114300" simplePos="0" relativeHeight="251664388" behindDoc="1" locked="0" layoutInCell="1" allowOverlap="1" wp14:anchorId="09F40B4E" wp14:editId="628F4B98">
                  <wp:simplePos x="0" y="0"/>
                  <wp:positionH relativeFrom="column">
                    <wp:posOffset>635</wp:posOffset>
                  </wp:positionH>
                  <wp:positionV relativeFrom="paragraph">
                    <wp:posOffset>68154</wp:posOffset>
                  </wp:positionV>
                  <wp:extent cx="2160000" cy="1440000"/>
                  <wp:effectExtent l="0" t="0" r="0" b="8255"/>
                  <wp:wrapTight wrapText="bothSides">
                    <wp:wrapPolygon edited="0">
                      <wp:start x="0" y="0"/>
                      <wp:lineTo x="0" y="21438"/>
                      <wp:lineTo x="21340" y="21438"/>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4407FC8" w14:textId="1987EA35" w:rsidR="00F33444" w:rsidRPr="00E315CB" w:rsidRDefault="0018797C" w:rsidP="00FB270C">
            <w:pPr>
              <w:rPr>
                <w:b/>
                <w:bCs/>
                <w:sz w:val="20"/>
                <w:szCs w:val="20"/>
                <w:lang w:val="de-DE"/>
              </w:rPr>
            </w:pPr>
            <w:r w:rsidRPr="00E315CB">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lkasten_Update_5</w:t>
            </w:r>
            <w:r w:rsidRPr="00E315CB">
              <w:rPr>
                <w:b/>
                <w:bCs/>
                <w:sz w:val="20"/>
                <w:szCs w:val="20"/>
                <w:lang w:val="de-DE"/>
              </w:rPr>
              <w:t>.jpg]</w:t>
            </w:r>
            <w:r w:rsidRPr="00E315CB">
              <w:rPr>
                <w:sz w:val="20"/>
                <w:szCs w:val="20"/>
                <w:lang w:val="de-DE"/>
              </w:rPr>
              <w:br/>
            </w:r>
            <w:r w:rsidR="00B46D34">
              <w:rPr>
                <w:sz w:val="20"/>
                <w:szCs w:val="20"/>
                <w:lang w:val="de-DE"/>
              </w:rPr>
              <w:t xml:space="preserve">Auch in die Geberit Control App ist der neue Spülkasten eingebunden. </w:t>
            </w:r>
            <w:r w:rsidR="00E60A8A">
              <w:rPr>
                <w:sz w:val="20"/>
                <w:szCs w:val="20"/>
                <w:lang w:val="de-DE"/>
              </w:rPr>
              <w:t>Alle Funktionen lassen sich intuitiv steuern und protokollieren.</w:t>
            </w:r>
            <w:r w:rsidRPr="00E315CB">
              <w:rPr>
                <w:sz w:val="20"/>
                <w:szCs w:val="20"/>
                <w:lang w:val="de-DE"/>
              </w:rPr>
              <w:br/>
              <w:t>Foto: Geberit</w:t>
            </w:r>
          </w:p>
        </w:tc>
      </w:tr>
    </w:tbl>
    <w:p w14:paraId="2F15717B" w14:textId="77777777" w:rsidR="00DB5E9C" w:rsidRDefault="00DB5E9C" w:rsidP="00085424">
      <w:pPr>
        <w:spacing w:after="0" w:line="240" w:lineRule="auto"/>
        <w:rPr>
          <w:rStyle w:val="Fett"/>
          <w:b/>
          <w:lang w:val="de-DE"/>
        </w:rPr>
      </w:pPr>
    </w:p>
    <w:p w14:paraId="31B0B28C" w14:textId="77777777" w:rsidR="00DB5E9C" w:rsidRDefault="00DB5E9C" w:rsidP="00085424">
      <w:pPr>
        <w:spacing w:after="0" w:line="240" w:lineRule="auto"/>
        <w:rPr>
          <w:rStyle w:val="Fett"/>
          <w:b/>
          <w:lang w:val="de-DE"/>
        </w:rPr>
      </w:pPr>
    </w:p>
    <w:p w14:paraId="404BF37E" w14:textId="77777777" w:rsidR="00DB5E9C" w:rsidRDefault="00DB5E9C" w:rsidP="00085424">
      <w:pPr>
        <w:spacing w:after="0" w:line="240" w:lineRule="auto"/>
        <w:rPr>
          <w:rStyle w:val="Fett"/>
          <w:b/>
          <w:lang w:val="de-DE"/>
        </w:rPr>
      </w:pPr>
    </w:p>
    <w:p w14:paraId="78BF6FB4" w14:textId="77777777" w:rsidR="00DB5E9C" w:rsidRDefault="00DB5E9C" w:rsidP="00085424">
      <w:pPr>
        <w:spacing w:after="0" w:line="240" w:lineRule="auto"/>
        <w:rPr>
          <w:rStyle w:val="Fett"/>
          <w:b/>
          <w:lang w:val="de-DE"/>
        </w:rPr>
      </w:pPr>
    </w:p>
    <w:p w14:paraId="14EE919B" w14:textId="476B4193"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5420E56E" w:rsidR="00F02A16" w:rsidRPr="004C3C3F" w:rsidRDefault="00CC6242" w:rsidP="00FB3B8C">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E47F84">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E47F84">
        <w:rPr>
          <w:rStyle w:val="Fett"/>
        </w:rPr>
        <w:t>12</w:t>
      </w:r>
    </w:p>
    <w:p w14:paraId="0ADFCCE9" w14:textId="3FCBD1CE" w:rsidR="00CC6242" w:rsidRPr="004C3C3F" w:rsidRDefault="00CC6242" w:rsidP="00FB3B8C">
      <w:pPr>
        <w:pStyle w:val="Boilerpatebold"/>
        <w:rPr>
          <w:rStyle w:val="Fett"/>
        </w:rPr>
      </w:pPr>
      <w:r w:rsidRPr="004C3C3F">
        <w:rPr>
          <w:rStyle w:val="Fett"/>
        </w:rPr>
        <w:t xml:space="preserve">Mail: </w:t>
      </w:r>
      <w:r w:rsidR="00E47F84">
        <w:rPr>
          <w:rStyle w:val="Fett"/>
        </w:rPr>
        <w:t>a.picicci</w:t>
      </w:r>
      <w:r w:rsidR="00B14F83" w:rsidRPr="004C3C3F">
        <w:rPr>
          <w:rStyle w:val="Fett"/>
        </w:rPr>
        <w:t>@anselmoellers.de</w:t>
      </w:r>
    </w:p>
    <w:p w14:paraId="46C4CC54" w14:textId="77777777" w:rsidR="00055A5C" w:rsidRPr="004C3C3F" w:rsidRDefault="00055A5C" w:rsidP="00FB3B8C">
      <w:pPr>
        <w:pStyle w:val="Boilerpatebold"/>
        <w:rPr>
          <w:rStyle w:val="Fett"/>
          <w:b/>
        </w:rPr>
      </w:pPr>
    </w:p>
    <w:p w14:paraId="06DF8983" w14:textId="77777777" w:rsidR="00934FF8" w:rsidRPr="004C3C3F" w:rsidRDefault="00934FF8" w:rsidP="00FB3B8C">
      <w:pPr>
        <w:pStyle w:val="Boilerpatebold"/>
        <w:rPr>
          <w:rStyle w:val="Fett"/>
          <w:b/>
          <w:bCs w:val="0"/>
        </w:rPr>
      </w:pPr>
    </w:p>
    <w:p w14:paraId="48AB15A5" w14:textId="77777777" w:rsidR="00AB7E1B" w:rsidRPr="004C3C3F" w:rsidRDefault="00225C5E" w:rsidP="00FB3B8C">
      <w:pPr>
        <w:pStyle w:val="Boilerpatebold"/>
        <w:rPr>
          <w:rStyle w:val="Fett"/>
          <w:b/>
          <w:bCs w:val="0"/>
        </w:rPr>
      </w:pPr>
      <w:r w:rsidRPr="004C3C3F">
        <w:rPr>
          <w:rStyle w:val="Fett"/>
          <w:b/>
          <w:bCs w:val="0"/>
        </w:rPr>
        <w:t>Über Geberit</w:t>
      </w:r>
    </w:p>
    <w:p w14:paraId="666A377A" w14:textId="4C8706F2" w:rsidR="00055A5C" w:rsidRPr="001254E8" w:rsidRDefault="005F0B2F" w:rsidP="00FB3B8C">
      <w:pPr>
        <w:pStyle w:val="Boilerpatebold"/>
        <w:rPr>
          <w:rStyle w:val="Fett"/>
          <w:b/>
          <w:bCs w:val="0"/>
        </w:rPr>
      </w:pPr>
      <w:r w:rsidRPr="007D55DA">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6018E9">
        <w:t>2</w:t>
      </w:r>
      <w:r w:rsidRPr="007D55DA">
        <w:t xml:space="preserve"> einen Nettoumsatz von CHF 3,</w:t>
      </w:r>
      <w:r w:rsidR="006018E9">
        <w:t>4</w:t>
      </w:r>
      <w:r w:rsidRPr="007D55DA">
        <w:t xml:space="preserve"> Milliarden. Die Geberit Aktien sind an der SIX Swiss Exchange kotiert und seit 2012 Bestandteil des SMI (Swiss Market Index).</w:t>
      </w:r>
    </w:p>
    <w:sectPr w:rsidR="00055A5C" w:rsidRPr="001254E8"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38AF3" w14:textId="77777777" w:rsidR="00FA00F8" w:rsidRDefault="00FA00F8" w:rsidP="00C0638B">
      <w:r>
        <w:separator/>
      </w:r>
    </w:p>
  </w:endnote>
  <w:endnote w:type="continuationSeparator" w:id="0">
    <w:p w14:paraId="4DEE3F6B" w14:textId="77777777" w:rsidR="00FA00F8" w:rsidRDefault="00FA00F8" w:rsidP="00C0638B">
      <w:r>
        <w:continuationSeparator/>
      </w:r>
    </w:p>
  </w:endnote>
  <w:endnote w:type="continuationNotice" w:id="1">
    <w:p w14:paraId="555716AF" w14:textId="77777777" w:rsidR="00FA00F8" w:rsidRDefault="00FA00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56E3E" w14:textId="77777777" w:rsidR="00FA00F8" w:rsidRDefault="00FA00F8" w:rsidP="00C0638B">
      <w:r>
        <w:separator/>
      </w:r>
    </w:p>
  </w:footnote>
  <w:footnote w:type="continuationSeparator" w:id="0">
    <w:p w14:paraId="69E44858" w14:textId="77777777" w:rsidR="00FA00F8" w:rsidRDefault="00FA00F8" w:rsidP="00C0638B">
      <w:r>
        <w:continuationSeparator/>
      </w:r>
    </w:p>
  </w:footnote>
  <w:footnote w:type="continuationNotice" w:id="1">
    <w:p w14:paraId="38EDE642" w14:textId="77777777" w:rsidR="00FA00F8" w:rsidRDefault="00FA00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60CF8"/>
    <w:multiLevelType w:val="hybridMultilevel"/>
    <w:tmpl w:val="6A9C776A"/>
    <w:lvl w:ilvl="0" w:tplc="C8FE4AE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8"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8"/>
  </w:num>
  <w:num w:numId="5">
    <w:abstractNumId w:val="3"/>
  </w:num>
  <w:num w:numId="6">
    <w:abstractNumId w:val="10"/>
  </w:num>
  <w:num w:numId="7">
    <w:abstractNumId w:val="9"/>
  </w:num>
  <w:num w:numId="8">
    <w:abstractNumId w:val="14"/>
  </w:num>
  <w:num w:numId="9">
    <w:abstractNumId w:val="13"/>
  </w:num>
  <w:num w:numId="10">
    <w:abstractNumId w:val="7"/>
  </w:num>
  <w:num w:numId="11">
    <w:abstractNumId w:val="4"/>
  </w:num>
  <w:num w:numId="12">
    <w:abstractNumId w:val="12"/>
  </w:num>
  <w:num w:numId="13">
    <w:abstractNumId w:val="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360"/>
    <w:rsid w:val="00005868"/>
    <w:rsid w:val="00005A6B"/>
    <w:rsid w:val="00006036"/>
    <w:rsid w:val="00006473"/>
    <w:rsid w:val="00006E93"/>
    <w:rsid w:val="00007AA6"/>
    <w:rsid w:val="00011D52"/>
    <w:rsid w:val="00015E64"/>
    <w:rsid w:val="000164B9"/>
    <w:rsid w:val="00016F83"/>
    <w:rsid w:val="000174AA"/>
    <w:rsid w:val="00027226"/>
    <w:rsid w:val="0002788D"/>
    <w:rsid w:val="0003183E"/>
    <w:rsid w:val="00031A6F"/>
    <w:rsid w:val="00031B81"/>
    <w:rsid w:val="00031FB8"/>
    <w:rsid w:val="0003205C"/>
    <w:rsid w:val="00032AF0"/>
    <w:rsid w:val="0003340E"/>
    <w:rsid w:val="0003385A"/>
    <w:rsid w:val="00034FBB"/>
    <w:rsid w:val="00036037"/>
    <w:rsid w:val="0003605F"/>
    <w:rsid w:val="00036C1F"/>
    <w:rsid w:val="000374EF"/>
    <w:rsid w:val="00040E50"/>
    <w:rsid w:val="000435CF"/>
    <w:rsid w:val="000451A3"/>
    <w:rsid w:val="00045361"/>
    <w:rsid w:val="00045C33"/>
    <w:rsid w:val="00046958"/>
    <w:rsid w:val="00050D5B"/>
    <w:rsid w:val="000516D2"/>
    <w:rsid w:val="00052839"/>
    <w:rsid w:val="000531BE"/>
    <w:rsid w:val="00055A5C"/>
    <w:rsid w:val="00056106"/>
    <w:rsid w:val="00056591"/>
    <w:rsid w:val="00056AA8"/>
    <w:rsid w:val="0006051C"/>
    <w:rsid w:val="00063A9A"/>
    <w:rsid w:val="00065A5A"/>
    <w:rsid w:val="00065B7D"/>
    <w:rsid w:val="00067147"/>
    <w:rsid w:val="00070359"/>
    <w:rsid w:val="00072060"/>
    <w:rsid w:val="00072DF2"/>
    <w:rsid w:val="00073E45"/>
    <w:rsid w:val="00074C93"/>
    <w:rsid w:val="0007718F"/>
    <w:rsid w:val="00077D80"/>
    <w:rsid w:val="00080972"/>
    <w:rsid w:val="00081984"/>
    <w:rsid w:val="000845D4"/>
    <w:rsid w:val="000851D4"/>
    <w:rsid w:val="00085424"/>
    <w:rsid w:val="000918A8"/>
    <w:rsid w:val="000935CE"/>
    <w:rsid w:val="00093D20"/>
    <w:rsid w:val="00093D21"/>
    <w:rsid w:val="00093F5B"/>
    <w:rsid w:val="00096B04"/>
    <w:rsid w:val="000A09D3"/>
    <w:rsid w:val="000A207D"/>
    <w:rsid w:val="000A20E7"/>
    <w:rsid w:val="000A25A8"/>
    <w:rsid w:val="000A32A6"/>
    <w:rsid w:val="000A48D0"/>
    <w:rsid w:val="000A5390"/>
    <w:rsid w:val="000A567A"/>
    <w:rsid w:val="000A5E53"/>
    <w:rsid w:val="000A77BF"/>
    <w:rsid w:val="000A7D86"/>
    <w:rsid w:val="000B07AE"/>
    <w:rsid w:val="000B1C78"/>
    <w:rsid w:val="000B334D"/>
    <w:rsid w:val="000B33A8"/>
    <w:rsid w:val="000B4AFC"/>
    <w:rsid w:val="000B5D29"/>
    <w:rsid w:val="000B7DA9"/>
    <w:rsid w:val="000C2F77"/>
    <w:rsid w:val="000C5AC0"/>
    <w:rsid w:val="000C7410"/>
    <w:rsid w:val="000D0A58"/>
    <w:rsid w:val="000D1568"/>
    <w:rsid w:val="000D26C1"/>
    <w:rsid w:val="000D2ACF"/>
    <w:rsid w:val="000D2EBA"/>
    <w:rsid w:val="000D3507"/>
    <w:rsid w:val="000D4D5B"/>
    <w:rsid w:val="000D5F35"/>
    <w:rsid w:val="000D70C1"/>
    <w:rsid w:val="000E2C03"/>
    <w:rsid w:val="000E3103"/>
    <w:rsid w:val="000E5CFB"/>
    <w:rsid w:val="000E6346"/>
    <w:rsid w:val="000F0913"/>
    <w:rsid w:val="000F218A"/>
    <w:rsid w:val="000F44DB"/>
    <w:rsid w:val="000F48BA"/>
    <w:rsid w:val="000F4925"/>
    <w:rsid w:val="000F49C7"/>
    <w:rsid w:val="000F4AD7"/>
    <w:rsid w:val="000F542B"/>
    <w:rsid w:val="000F69A3"/>
    <w:rsid w:val="000F6DA8"/>
    <w:rsid w:val="000F749D"/>
    <w:rsid w:val="000F76D5"/>
    <w:rsid w:val="001015D3"/>
    <w:rsid w:val="00101DB2"/>
    <w:rsid w:val="001036D3"/>
    <w:rsid w:val="001038F8"/>
    <w:rsid w:val="00105A72"/>
    <w:rsid w:val="0010640E"/>
    <w:rsid w:val="00106FB9"/>
    <w:rsid w:val="00111F9D"/>
    <w:rsid w:val="0011200D"/>
    <w:rsid w:val="001121A4"/>
    <w:rsid w:val="00113C84"/>
    <w:rsid w:val="00117E91"/>
    <w:rsid w:val="00120AF2"/>
    <w:rsid w:val="00123981"/>
    <w:rsid w:val="001254E8"/>
    <w:rsid w:val="001259FF"/>
    <w:rsid w:val="00127C7A"/>
    <w:rsid w:val="00130548"/>
    <w:rsid w:val="00130C27"/>
    <w:rsid w:val="00133C19"/>
    <w:rsid w:val="00136CA5"/>
    <w:rsid w:val="00137250"/>
    <w:rsid w:val="001400CA"/>
    <w:rsid w:val="00142C7A"/>
    <w:rsid w:val="00143E1D"/>
    <w:rsid w:val="00145655"/>
    <w:rsid w:val="001479A9"/>
    <w:rsid w:val="00150C52"/>
    <w:rsid w:val="00150D35"/>
    <w:rsid w:val="001522D2"/>
    <w:rsid w:val="00152795"/>
    <w:rsid w:val="001540A0"/>
    <w:rsid w:val="00154CCA"/>
    <w:rsid w:val="00156EA6"/>
    <w:rsid w:val="00157126"/>
    <w:rsid w:val="00157231"/>
    <w:rsid w:val="00160335"/>
    <w:rsid w:val="00162F75"/>
    <w:rsid w:val="0016642C"/>
    <w:rsid w:val="00166789"/>
    <w:rsid w:val="001679AD"/>
    <w:rsid w:val="00167FE4"/>
    <w:rsid w:val="001701F1"/>
    <w:rsid w:val="00177C64"/>
    <w:rsid w:val="00177D97"/>
    <w:rsid w:val="00180AD7"/>
    <w:rsid w:val="00183FBA"/>
    <w:rsid w:val="00184723"/>
    <w:rsid w:val="00185397"/>
    <w:rsid w:val="0018797C"/>
    <w:rsid w:val="00191470"/>
    <w:rsid w:val="00191CD9"/>
    <w:rsid w:val="001923D2"/>
    <w:rsid w:val="001972BF"/>
    <w:rsid w:val="001A0A9C"/>
    <w:rsid w:val="001A2A9E"/>
    <w:rsid w:val="001A5E6F"/>
    <w:rsid w:val="001A6293"/>
    <w:rsid w:val="001A6D33"/>
    <w:rsid w:val="001A7BB1"/>
    <w:rsid w:val="001B1B6F"/>
    <w:rsid w:val="001B406C"/>
    <w:rsid w:val="001B55A3"/>
    <w:rsid w:val="001B5F95"/>
    <w:rsid w:val="001B696A"/>
    <w:rsid w:val="001C2029"/>
    <w:rsid w:val="001C25DA"/>
    <w:rsid w:val="001C2678"/>
    <w:rsid w:val="001C42CC"/>
    <w:rsid w:val="001C5769"/>
    <w:rsid w:val="001C5AEF"/>
    <w:rsid w:val="001D02E9"/>
    <w:rsid w:val="001D102A"/>
    <w:rsid w:val="001D1E5D"/>
    <w:rsid w:val="001D254C"/>
    <w:rsid w:val="001D33E9"/>
    <w:rsid w:val="001D3426"/>
    <w:rsid w:val="001D389C"/>
    <w:rsid w:val="001D48C7"/>
    <w:rsid w:val="001D5B8D"/>
    <w:rsid w:val="001D7A20"/>
    <w:rsid w:val="001D7B4F"/>
    <w:rsid w:val="001E084C"/>
    <w:rsid w:val="001E18DB"/>
    <w:rsid w:val="001E199E"/>
    <w:rsid w:val="001E2354"/>
    <w:rsid w:val="001E3C66"/>
    <w:rsid w:val="001E41DF"/>
    <w:rsid w:val="001E51E4"/>
    <w:rsid w:val="001E55C2"/>
    <w:rsid w:val="001E573A"/>
    <w:rsid w:val="001E5F11"/>
    <w:rsid w:val="001E6A93"/>
    <w:rsid w:val="001E6AA9"/>
    <w:rsid w:val="001F0011"/>
    <w:rsid w:val="001F0573"/>
    <w:rsid w:val="001F0605"/>
    <w:rsid w:val="001F19E4"/>
    <w:rsid w:val="001F463D"/>
    <w:rsid w:val="001F53CF"/>
    <w:rsid w:val="001F6648"/>
    <w:rsid w:val="002009E9"/>
    <w:rsid w:val="00200C0D"/>
    <w:rsid w:val="002046B5"/>
    <w:rsid w:val="00204BA3"/>
    <w:rsid w:val="00211296"/>
    <w:rsid w:val="002122B9"/>
    <w:rsid w:val="00212715"/>
    <w:rsid w:val="002129A0"/>
    <w:rsid w:val="0021427B"/>
    <w:rsid w:val="00214866"/>
    <w:rsid w:val="002176F2"/>
    <w:rsid w:val="002250CD"/>
    <w:rsid w:val="00225C5E"/>
    <w:rsid w:val="00226B09"/>
    <w:rsid w:val="00230303"/>
    <w:rsid w:val="0023204F"/>
    <w:rsid w:val="0023273B"/>
    <w:rsid w:val="00234F54"/>
    <w:rsid w:val="002366B0"/>
    <w:rsid w:val="002370C7"/>
    <w:rsid w:val="002403F9"/>
    <w:rsid w:val="00240B7E"/>
    <w:rsid w:val="0024171C"/>
    <w:rsid w:val="0024228F"/>
    <w:rsid w:val="00242679"/>
    <w:rsid w:val="00243DCB"/>
    <w:rsid w:val="0024505F"/>
    <w:rsid w:val="00245B92"/>
    <w:rsid w:val="002477DF"/>
    <w:rsid w:val="00256058"/>
    <w:rsid w:val="002561FC"/>
    <w:rsid w:val="00256A51"/>
    <w:rsid w:val="0025753A"/>
    <w:rsid w:val="00257BE9"/>
    <w:rsid w:val="00260340"/>
    <w:rsid w:val="00260971"/>
    <w:rsid w:val="002617AC"/>
    <w:rsid w:val="00265CED"/>
    <w:rsid w:val="002669E0"/>
    <w:rsid w:val="00273476"/>
    <w:rsid w:val="00273601"/>
    <w:rsid w:val="002742B8"/>
    <w:rsid w:val="00274BB0"/>
    <w:rsid w:val="0027569E"/>
    <w:rsid w:val="00275FBC"/>
    <w:rsid w:val="0027782E"/>
    <w:rsid w:val="00280690"/>
    <w:rsid w:val="00280996"/>
    <w:rsid w:val="002816B5"/>
    <w:rsid w:val="00282B9C"/>
    <w:rsid w:val="00284EF9"/>
    <w:rsid w:val="00286CD6"/>
    <w:rsid w:val="0028780F"/>
    <w:rsid w:val="002909BE"/>
    <w:rsid w:val="00290C12"/>
    <w:rsid w:val="00290C59"/>
    <w:rsid w:val="00291115"/>
    <w:rsid w:val="002916A7"/>
    <w:rsid w:val="002919AB"/>
    <w:rsid w:val="00291BDB"/>
    <w:rsid w:val="00293CC2"/>
    <w:rsid w:val="00294154"/>
    <w:rsid w:val="002953F5"/>
    <w:rsid w:val="002962D4"/>
    <w:rsid w:val="002A0041"/>
    <w:rsid w:val="002A06F7"/>
    <w:rsid w:val="002A0806"/>
    <w:rsid w:val="002A0ED8"/>
    <w:rsid w:val="002A34D9"/>
    <w:rsid w:val="002A5688"/>
    <w:rsid w:val="002A68E4"/>
    <w:rsid w:val="002A6F2D"/>
    <w:rsid w:val="002A7F53"/>
    <w:rsid w:val="002A7FA7"/>
    <w:rsid w:val="002B02DA"/>
    <w:rsid w:val="002B038B"/>
    <w:rsid w:val="002B0B18"/>
    <w:rsid w:val="002B0CCB"/>
    <w:rsid w:val="002B3ECA"/>
    <w:rsid w:val="002B4364"/>
    <w:rsid w:val="002B446E"/>
    <w:rsid w:val="002B50F4"/>
    <w:rsid w:val="002B687C"/>
    <w:rsid w:val="002C0925"/>
    <w:rsid w:val="002C33BC"/>
    <w:rsid w:val="002C3B05"/>
    <w:rsid w:val="002C4EC7"/>
    <w:rsid w:val="002D0013"/>
    <w:rsid w:val="002D0C69"/>
    <w:rsid w:val="002D429A"/>
    <w:rsid w:val="002D5384"/>
    <w:rsid w:val="002D5E15"/>
    <w:rsid w:val="002D5E34"/>
    <w:rsid w:val="002D743D"/>
    <w:rsid w:val="002E069F"/>
    <w:rsid w:val="002E0A79"/>
    <w:rsid w:val="002E16D4"/>
    <w:rsid w:val="002E1E7A"/>
    <w:rsid w:val="002E2C55"/>
    <w:rsid w:val="002E2C7A"/>
    <w:rsid w:val="002E53ED"/>
    <w:rsid w:val="002E5B85"/>
    <w:rsid w:val="002E5C21"/>
    <w:rsid w:val="002E7143"/>
    <w:rsid w:val="002F2F6F"/>
    <w:rsid w:val="002F349D"/>
    <w:rsid w:val="002F3D67"/>
    <w:rsid w:val="002F4E16"/>
    <w:rsid w:val="002F6D50"/>
    <w:rsid w:val="002F7482"/>
    <w:rsid w:val="002F7C28"/>
    <w:rsid w:val="0030062B"/>
    <w:rsid w:val="00303A09"/>
    <w:rsid w:val="00303F99"/>
    <w:rsid w:val="0030551A"/>
    <w:rsid w:val="00305C12"/>
    <w:rsid w:val="0030664E"/>
    <w:rsid w:val="00307971"/>
    <w:rsid w:val="0031077D"/>
    <w:rsid w:val="00311832"/>
    <w:rsid w:val="00311911"/>
    <w:rsid w:val="0031317A"/>
    <w:rsid w:val="003132C6"/>
    <w:rsid w:val="0031367E"/>
    <w:rsid w:val="00313C89"/>
    <w:rsid w:val="003142D1"/>
    <w:rsid w:val="00315AE3"/>
    <w:rsid w:val="003176F4"/>
    <w:rsid w:val="003227D2"/>
    <w:rsid w:val="00322C21"/>
    <w:rsid w:val="00323610"/>
    <w:rsid w:val="0032361D"/>
    <w:rsid w:val="003240E8"/>
    <w:rsid w:val="00325DBD"/>
    <w:rsid w:val="003268D6"/>
    <w:rsid w:val="003269CA"/>
    <w:rsid w:val="0032790D"/>
    <w:rsid w:val="00327944"/>
    <w:rsid w:val="003303EF"/>
    <w:rsid w:val="00331604"/>
    <w:rsid w:val="00331B6C"/>
    <w:rsid w:val="00332626"/>
    <w:rsid w:val="00333129"/>
    <w:rsid w:val="00333215"/>
    <w:rsid w:val="0033481A"/>
    <w:rsid w:val="00334C49"/>
    <w:rsid w:val="003351CE"/>
    <w:rsid w:val="003357CA"/>
    <w:rsid w:val="00335D89"/>
    <w:rsid w:val="003403BA"/>
    <w:rsid w:val="00342B1A"/>
    <w:rsid w:val="003431C2"/>
    <w:rsid w:val="003465C1"/>
    <w:rsid w:val="003475C8"/>
    <w:rsid w:val="003475E1"/>
    <w:rsid w:val="0034768C"/>
    <w:rsid w:val="003478B5"/>
    <w:rsid w:val="00351176"/>
    <w:rsid w:val="00352E9D"/>
    <w:rsid w:val="00352F28"/>
    <w:rsid w:val="00352FC9"/>
    <w:rsid w:val="003532D7"/>
    <w:rsid w:val="00356AF5"/>
    <w:rsid w:val="00357110"/>
    <w:rsid w:val="00357986"/>
    <w:rsid w:val="00360BD4"/>
    <w:rsid w:val="00361439"/>
    <w:rsid w:val="00361D7C"/>
    <w:rsid w:val="003623C0"/>
    <w:rsid w:val="00363637"/>
    <w:rsid w:val="00364156"/>
    <w:rsid w:val="00366322"/>
    <w:rsid w:val="00373044"/>
    <w:rsid w:val="003730A1"/>
    <w:rsid w:val="003736FF"/>
    <w:rsid w:val="0037702D"/>
    <w:rsid w:val="0037722F"/>
    <w:rsid w:val="003811E1"/>
    <w:rsid w:val="003832F7"/>
    <w:rsid w:val="00384715"/>
    <w:rsid w:val="00384A4F"/>
    <w:rsid w:val="003854F1"/>
    <w:rsid w:val="003875E5"/>
    <w:rsid w:val="00387889"/>
    <w:rsid w:val="00393EDE"/>
    <w:rsid w:val="00397967"/>
    <w:rsid w:val="003979B8"/>
    <w:rsid w:val="003A0BF0"/>
    <w:rsid w:val="003A1DD2"/>
    <w:rsid w:val="003A2263"/>
    <w:rsid w:val="003A26F7"/>
    <w:rsid w:val="003A52C3"/>
    <w:rsid w:val="003A6683"/>
    <w:rsid w:val="003A66E6"/>
    <w:rsid w:val="003A6EDA"/>
    <w:rsid w:val="003B0BB9"/>
    <w:rsid w:val="003B0E0F"/>
    <w:rsid w:val="003B4DB1"/>
    <w:rsid w:val="003B5D05"/>
    <w:rsid w:val="003B6BCC"/>
    <w:rsid w:val="003B6D30"/>
    <w:rsid w:val="003C05CF"/>
    <w:rsid w:val="003C25CB"/>
    <w:rsid w:val="003C2C87"/>
    <w:rsid w:val="003C3041"/>
    <w:rsid w:val="003C40F2"/>
    <w:rsid w:val="003C4C3D"/>
    <w:rsid w:val="003C5C9A"/>
    <w:rsid w:val="003C61A5"/>
    <w:rsid w:val="003C69E6"/>
    <w:rsid w:val="003C7FA6"/>
    <w:rsid w:val="003D0656"/>
    <w:rsid w:val="003D6421"/>
    <w:rsid w:val="003D7D97"/>
    <w:rsid w:val="003E0AA4"/>
    <w:rsid w:val="003E1E33"/>
    <w:rsid w:val="003E2638"/>
    <w:rsid w:val="003E3255"/>
    <w:rsid w:val="003E4225"/>
    <w:rsid w:val="003E45D4"/>
    <w:rsid w:val="003F0B53"/>
    <w:rsid w:val="003F25D5"/>
    <w:rsid w:val="003F5E03"/>
    <w:rsid w:val="003F6D4A"/>
    <w:rsid w:val="003F6D54"/>
    <w:rsid w:val="003F7111"/>
    <w:rsid w:val="00400327"/>
    <w:rsid w:val="00400C23"/>
    <w:rsid w:val="0040189C"/>
    <w:rsid w:val="00403F55"/>
    <w:rsid w:val="00406C6F"/>
    <w:rsid w:val="00410D1F"/>
    <w:rsid w:val="00412157"/>
    <w:rsid w:val="00412F49"/>
    <w:rsid w:val="004137E0"/>
    <w:rsid w:val="00414341"/>
    <w:rsid w:val="004145A0"/>
    <w:rsid w:val="00416085"/>
    <w:rsid w:val="00416BA0"/>
    <w:rsid w:val="00420E00"/>
    <w:rsid w:val="004222DC"/>
    <w:rsid w:val="004236FE"/>
    <w:rsid w:val="00424206"/>
    <w:rsid w:val="004276BC"/>
    <w:rsid w:val="0043051E"/>
    <w:rsid w:val="00431757"/>
    <w:rsid w:val="00432040"/>
    <w:rsid w:val="0043259D"/>
    <w:rsid w:val="00433A41"/>
    <w:rsid w:val="00433F4F"/>
    <w:rsid w:val="0043480E"/>
    <w:rsid w:val="0043524D"/>
    <w:rsid w:val="00437DE5"/>
    <w:rsid w:val="00440A40"/>
    <w:rsid w:val="00441498"/>
    <w:rsid w:val="004428CD"/>
    <w:rsid w:val="00443CA7"/>
    <w:rsid w:val="00446C75"/>
    <w:rsid w:val="004476CE"/>
    <w:rsid w:val="00451BE5"/>
    <w:rsid w:val="004522D6"/>
    <w:rsid w:val="0045394F"/>
    <w:rsid w:val="00453DF0"/>
    <w:rsid w:val="0045502A"/>
    <w:rsid w:val="00460D9B"/>
    <w:rsid w:val="00461D03"/>
    <w:rsid w:val="00462C53"/>
    <w:rsid w:val="004666F5"/>
    <w:rsid w:val="004677B1"/>
    <w:rsid w:val="00467F31"/>
    <w:rsid w:val="00470259"/>
    <w:rsid w:val="0047080E"/>
    <w:rsid w:val="0047183A"/>
    <w:rsid w:val="00472E74"/>
    <w:rsid w:val="00473142"/>
    <w:rsid w:val="004741B2"/>
    <w:rsid w:val="00474DF1"/>
    <w:rsid w:val="0047520B"/>
    <w:rsid w:val="00476D9A"/>
    <w:rsid w:val="00476E16"/>
    <w:rsid w:val="004776C0"/>
    <w:rsid w:val="00480B40"/>
    <w:rsid w:val="00481571"/>
    <w:rsid w:val="00482AAC"/>
    <w:rsid w:val="00484430"/>
    <w:rsid w:val="00485B86"/>
    <w:rsid w:val="00485EC9"/>
    <w:rsid w:val="004867C3"/>
    <w:rsid w:val="00487976"/>
    <w:rsid w:val="004908CE"/>
    <w:rsid w:val="00490D90"/>
    <w:rsid w:val="0049105B"/>
    <w:rsid w:val="00491DE2"/>
    <w:rsid w:val="00492D09"/>
    <w:rsid w:val="004938BB"/>
    <w:rsid w:val="004955DE"/>
    <w:rsid w:val="004968E2"/>
    <w:rsid w:val="004A0203"/>
    <w:rsid w:val="004A0744"/>
    <w:rsid w:val="004A3EA4"/>
    <w:rsid w:val="004A3EF6"/>
    <w:rsid w:val="004A56BA"/>
    <w:rsid w:val="004A7B98"/>
    <w:rsid w:val="004A7E53"/>
    <w:rsid w:val="004A7FA0"/>
    <w:rsid w:val="004B3A55"/>
    <w:rsid w:val="004B3E61"/>
    <w:rsid w:val="004B3F50"/>
    <w:rsid w:val="004B3FDC"/>
    <w:rsid w:val="004B42E5"/>
    <w:rsid w:val="004B4A2B"/>
    <w:rsid w:val="004B4F1F"/>
    <w:rsid w:val="004B69CC"/>
    <w:rsid w:val="004C3C3F"/>
    <w:rsid w:val="004C3D49"/>
    <w:rsid w:val="004C3FDA"/>
    <w:rsid w:val="004C52DA"/>
    <w:rsid w:val="004C534F"/>
    <w:rsid w:val="004C5CFE"/>
    <w:rsid w:val="004C77E3"/>
    <w:rsid w:val="004D241C"/>
    <w:rsid w:val="004D45B5"/>
    <w:rsid w:val="004D75D9"/>
    <w:rsid w:val="004D7F77"/>
    <w:rsid w:val="004E0438"/>
    <w:rsid w:val="004E06BA"/>
    <w:rsid w:val="004E1C0F"/>
    <w:rsid w:val="004E30FD"/>
    <w:rsid w:val="004E4A4A"/>
    <w:rsid w:val="004E55B8"/>
    <w:rsid w:val="004E7FBE"/>
    <w:rsid w:val="004F05E3"/>
    <w:rsid w:val="004F0C10"/>
    <w:rsid w:val="004F4B7B"/>
    <w:rsid w:val="004F4C9C"/>
    <w:rsid w:val="004F5618"/>
    <w:rsid w:val="004F6299"/>
    <w:rsid w:val="004F678E"/>
    <w:rsid w:val="00500072"/>
    <w:rsid w:val="00502CE3"/>
    <w:rsid w:val="00503450"/>
    <w:rsid w:val="005037FB"/>
    <w:rsid w:val="00505DCF"/>
    <w:rsid w:val="005075FA"/>
    <w:rsid w:val="00510C29"/>
    <w:rsid w:val="00512739"/>
    <w:rsid w:val="005138FE"/>
    <w:rsid w:val="005160D7"/>
    <w:rsid w:val="00516AF3"/>
    <w:rsid w:val="00516F61"/>
    <w:rsid w:val="00517CDD"/>
    <w:rsid w:val="00520DD7"/>
    <w:rsid w:val="00521D97"/>
    <w:rsid w:val="00522031"/>
    <w:rsid w:val="00523A7C"/>
    <w:rsid w:val="00523DC7"/>
    <w:rsid w:val="00527542"/>
    <w:rsid w:val="00527B7D"/>
    <w:rsid w:val="00527F52"/>
    <w:rsid w:val="005304EB"/>
    <w:rsid w:val="00530634"/>
    <w:rsid w:val="00532DA1"/>
    <w:rsid w:val="005337A4"/>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56BD"/>
    <w:rsid w:val="00545A82"/>
    <w:rsid w:val="00546F0E"/>
    <w:rsid w:val="00547B9A"/>
    <w:rsid w:val="005516D5"/>
    <w:rsid w:val="005526D1"/>
    <w:rsid w:val="00554006"/>
    <w:rsid w:val="00555FEE"/>
    <w:rsid w:val="0055780D"/>
    <w:rsid w:val="00557EBE"/>
    <w:rsid w:val="00562653"/>
    <w:rsid w:val="00562D65"/>
    <w:rsid w:val="00563C34"/>
    <w:rsid w:val="005654EE"/>
    <w:rsid w:val="0056574A"/>
    <w:rsid w:val="0056646E"/>
    <w:rsid w:val="0057401B"/>
    <w:rsid w:val="005751BA"/>
    <w:rsid w:val="005753DB"/>
    <w:rsid w:val="005755A2"/>
    <w:rsid w:val="0057757E"/>
    <w:rsid w:val="005778E3"/>
    <w:rsid w:val="00577C53"/>
    <w:rsid w:val="0058030E"/>
    <w:rsid w:val="00580DD5"/>
    <w:rsid w:val="00581B23"/>
    <w:rsid w:val="0058688B"/>
    <w:rsid w:val="00587A6D"/>
    <w:rsid w:val="00590700"/>
    <w:rsid w:val="005941FC"/>
    <w:rsid w:val="00594AAF"/>
    <w:rsid w:val="00595F35"/>
    <w:rsid w:val="0059645D"/>
    <w:rsid w:val="005A0081"/>
    <w:rsid w:val="005A15E1"/>
    <w:rsid w:val="005A4C8A"/>
    <w:rsid w:val="005A50F9"/>
    <w:rsid w:val="005A5ABC"/>
    <w:rsid w:val="005B206E"/>
    <w:rsid w:val="005B31D1"/>
    <w:rsid w:val="005B45D2"/>
    <w:rsid w:val="005B479B"/>
    <w:rsid w:val="005B491D"/>
    <w:rsid w:val="005B57E2"/>
    <w:rsid w:val="005C12DE"/>
    <w:rsid w:val="005C1A5F"/>
    <w:rsid w:val="005C2B01"/>
    <w:rsid w:val="005C37DA"/>
    <w:rsid w:val="005C3D49"/>
    <w:rsid w:val="005C3DA7"/>
    <w:rsid w:val="005C59D5"/>
    <w:rsid w:val="005C6152"/>
    <w:rsid w:val="005C6ED5"/>
    <w:rsid w:val="005C6F6B"/>
    <w:rsid w:val="005C77D3"/>
    <w:rsid w:val="005D2AC1"/>
    <w:rsid w:val="005D43B0"/>
    <w:rsid w:val="005D4E0F"/>
    <w:rsid w:val="005D62AA"/>
    <w:rsid w:val="005E0C2B"/>
    <w:rsid w:val="005E180B"/>
    <w:rsid w:val="005E213B"/>
    <w:rsid w:val="005E2CEE"/>
    <w:rsid w:val="005E324A"/>
    <w:rsid w:val="005E4001"/>
    <w:rsid w:val="005E48BE"/>
    <w:rsid w:val="005E638A"/>
    <w:rsid w:val="005E65A3"/>
    <w:rsid w:val="005E78EF"/>
    <w:rsid w:val="005E7D13"/>
    <w:rsid w:val="005F0B2F"/>
    <w:rsid w:val="005F2423"/>
    <w:rsid w:val="005F2668"/>
    <w:rsid w:val="005F2AFF"/>
    <w:rsid w:val="005F7EE7"/>
    <w:rsid w:val="006004D0"/>
    <w:rsid w:val="00600BD9"/>
    <w:rsid w:val="00600DE3"/>
    <w:rsid w:val="006017AE"/>
    <w:rsid w:val="0060180A"/>
    <w:rsid w:val="006018E9"/>
    <w:rsid w:val="00601C52"/>
    <w:rsid w:val="00602254"/>
    <w:rsid w:val="00602862"/>
    <w:rsid w:val="00602D64"/>
    <w:rsid w:val="00605A73"/>
    <w:rsid w:val="00605DBF"/>
    <w:rsid w:val="006079A8"/>
    <w:rsid w:val="00607DA2"/>
    <w:rsid w:val="00607F46"/>
    <w:rsid w:val="00612CE0"/>
    <w:rsid w:val="00614E39"/>
    <w:rsid w:val="00615B46"/>
    <w:rsid w:val="00615DDD"/>
    <w:rsid w:val="006203DE"/>
    <w:rsid w:val="00620457"/>
    <w:rsid w:val="0062153B"/>
    <w:rsid w:val="006217B4"/>
    <w:rsid w:val="006239C7"/>
    <w:rsid w:val="00624F33"/>
    <w:rsid w:val="00630D22"/>
    <w:rsid w:val="00631298"/>
    <w:rsid w:val="006313A2"/>
    <w:rsid w:val="006316D8"/>
    <w:rsid w:val="006330E6"/>
    <w:rsid w:val="00634009"/>
    <w:rsid w:val="006351F2"/>
    <w:rsid w:val="00636E19"/>
    <w:rsid w:val="0063723A"/>
    <w:rsid w:val="00637407"/>
    <w:rsid w:val="00637416"/>
    <w:rsid w:val="00640E65"/>
    <w:rsid w:val="00645E07"/>
    <w:rsid w:val="006467CA"/>
    <w:rsid w:val="00655348"/>
    <w:rsid w:val="00655F31"/>
    <w:rsid w:val="00656BC4"/>
    <w:rsid w:val="0065706F"/>
    <w:rsid w:val="00657CC5"/>
    <w:rsid w:val="006606A9"/>
    <w:rsid w:val="00662484"/>
    <w:rsid w:val="00663200"/>
    <w:rsid w:val="00663258"/>
    <w:rsid w:val="00663B6C"/>
    <w:rsid w:val="006641F5"/>
    <w:rsid w:val="00667ED0"/>
    <w:rsid w:val="00670C34"/>
    <w:rsid w:val="0067383B"/>
    <w:rsid w:val="00675BAF"/>
    <w:rsid w:val="0067723D"/>
    <w:rsid w:val="0067784D"/>
    <w:rsid w:val="006809FF"/>
    <w:rsid w:val="006813B5"/>
    <w:rsid w:val="00681400"/>
    <w:rsid w:val="0068299E"/>
    <w:rsid w:val="00683297"/>
    <w:rsid w:val="00684ACB"/>
    <w:rsid w:val="00685137"/>
    <w:rsid w:val="006855F6"/>
    <w:rsid w:val="0068593F"/>
    <w:rsid w:val="00686362"/>
    <w:rsid w:val="0068727D"/>
    <w:rsid w:val="0069081E"/>
    <w:rsid w:val="00691D2E"/>
    <w:rsid w:val="006932B6"/>
    <w:rsid w:val="00693FA9"/>
    <w:rsid w:val="00694299"/>
    <w:rsid w:val="006A0DA7"/>
    <w:rsid w:val="006A35E1"/>
    <w:rsid w:val="006A459F"/>
    <w:rsid w:val="006A5085"/>
    <w:rsid w:val="006A5847"/>
    <w:rsid w:val="006B0B44"/>
    <w:rsid w:val="006B1A0B"/>
    <w:rsid w:val="006B1D5B"/>
    <w:rsid w:val="006B1E8A"/>
    <w:rsid w:val="006B2159"/>
    <w:rsid w:val="006B2D23"/>
    <w:rsid w:val="006B37F1"/>
    <w:rsid w:val="006B43D2"/>
    <w:rsid w:val="006B4D9E"/>
    <w:rsid w:val="006B5481"/>
    <w:rsid w:val="006B6085"/>
    <w:rsid w:val="006B6CAA"/>
    <w:rsid w:val="006B77CA"/>
    <w:rsid w:val="006C01CE"/>
    <w:rsid w:val="006C16DD"/>
    <w:rsid w:val="006C2528"/>
    <w:rsid w:val="006C2DDC"/>
    <w:rsid w:val="006C3C85"/>
    <w:rsid w:val="006C3CC4"/>
    <w:rsid w:val="006C3FF0"/>
    <w:rsid w:val="006C4C86"/>
    <w:rsid w:val="006C61B0"/>
    <w:rsid w:val="006D0CA6"/>
    <w:rsid w:val="006D0D05"/>
    <w:rsid w:val="006D2531"/>
    <w:rsid w:val="006D57A1"/>
    <w:rsid w:val="006D642A"/>
    <w:rsid w:val="006D6BA6"/>
    <w:rsid w:val="006E09F7"/>
    <w:rsid w:val="006E128B"/>
    <w:rsid w:val="006E21D8"/>
    <w:rsid w:val="006E252F"/>
    <w:rsid w:val="006E41E3"/>
    <w:rsid w:val="006E574C"/>
    <w:rsid w:val="006E6A55"/>
    <w:rsid w:val="006E7956"/>
    <w:rsid w:val="006E7ABC"/>
    <w:rsid w:val="006F228D"/>
    <w:rsid w:val="006F2769"/>
    <w:rsid w:val="006F5E34"/>
    <w:rsid w:val="00703376"/>
    <w:rsid w:val="00704ECE"/>
    <w:rsid w:val="007054A4"/>
    <w:rsid w:val="00707778"/>
    <w:rsid w:val="00710BD3"/>
    <w:rsid w:val="00710C9A"/>
    <w:rsid w:val="00711E6D"/>
    <w:rsid w:val="007124C6"/>
    <w:rsid w:val="00712A00"/>
    <w:rsid w:val="00712A9F"/>
    <w:rsid w:val="00712FFA"/>
    <w:rsid w:val="00713291"/>
    <w:rsid w:val="0071522A"/>
    <w:rsid w:val="007154D5"/>
    <w:rsid w:val="00717D6E"/>
    <w:rsid w:val="00720128"/>
    <w:rsid w:val="00721035"/>
    <w:rsid w:val="007210E2"/>
    <w:rsid w:val="007212AE"/>
    <w:rsid w:val="007213A6"/>
    <w:rsid w:val="00721D74"/>
    <w:rsid w:val="00722A90"/>
    <w:rsid w:val="00722C18"/>
    <w:rsid w:val="0072308A"/>
    <w:rsid w:val="007251F6"/>
    <w:rsid w:val="00725E0D"/>
    <w:rsid w:val="0072653A"/>
    <w:rsid w:val="00727196"/>
    <w:rsid w:val="00730462"/>
    <w:rsid w:val="007304FE"/>
    <w:rsid w:val="00731352"/>
    <w:rsid w:val="00731E7B"/>
    <w:rsid w:val="00732348"/>
    <w:rsid w:val="007324A4"/>
    <w:rsid w:val="00732F2C"/>
    <w:rsid w:val="00736DDB"/>
    <w:rsid w:val="007400CA"/>
    <w:rsid w:val="00742FBF"/>
    <w:rsid w:val="00744508"/>
    <w:rsid w:val="00745797"/>
    <w:rsid w:val="00745B3E"/>
    <w:rsid w:val="00747A2B"/>
    <w:rsid w:val="00747B8F"/>
    <w:rsid w:val="007501F4"/>
    <w:rsid w:val="0075089F"/>
    <w:rsid w:val="00752E0C"/>
    <w:rsid w:val="007534B6"/>
    <w:rsid w:val="0075387D"/>
    <w:rsid w:val="00755339"/>
    <w:rsid w:val="00756B93"/>
    <w:rsid w:val="00763E1A"/>
    <w:rsid w:val="00765541"/>
    <w:rsid w:val="007667D8"/>
    <w:rsid w:val="00771659"/>
    <w:rsid w:val="00771BDE"/>
    <w:rsid w:val="007723DC"/>
    <w:rsid w:val="00773CE9"/>
    <w:rsid w:val="0078260F"/>
    <w:rsid w:val="007828DE"/>
    <w:rsid w:val="0078290E"/>
    <w:rsid w:val="00783D81"/>
    <w:rsid w:val="00784131"/>
    <w:rsid w:val="00785B70"/>
    <w:rsid w:val="00785E8F"/>
    <w:rsid w:val="007866D6"/>
    <w:rsid w:val="00786CDE"/>
    <w:rsid w:val="007876B1"/>
    <w:rsid w:val="00795845"/>
    <w:rsid w:val="007967C5"/>
    <w:rsid w:val="007A0CDA"/>
    <w:rsid w:val="007A260D"/>
    <w:rsid w:val="007A322C"/>
    <w:rsid w:val="007A44B9"/>
    <w:rsid w:val="007A5790"/>
    <w:rsid w:val="007A5CBD"/>
    <w:rsid w:val="007A78A1"/>
    <w:rsid w:val="007B0974"/>
    <w:rsid w:val="007B3D59"/>
    <w:rsid w:val="007B4700"/>
    <w:rsid w:val="007B5825"/>
    <w:rsid w:val="007B5B63"/>
    <w:rsid w:val="007B653D"/>
    <w:rsid w:val="007B6FDA"/>
    <w:rsid w:val="007B749A"/>
    <w:rsid w:val="007C0888"/>
    <w:rsid w:val="007C484A"/>
    <w:rsid w:val="007C4859"/>
    <w:rsid w:val="007C52F3"/>
    <w:rsid w:val="007C57ED"/>
    <w:rsid w:val="007C6543"/>
    <w:rsid w:val="007D270D"/>
    <w:rsid w:val="007D2FA5"/>
    <w:rsid w:val="007D37C2"/>
    <w:rsid w:val="007D49D7"/>
    <w:rsid w:val="007D55DA"/>
    <w:rsid w:val="007D636A"/>
    <w:rsid w:val="007E1B29"/>
    <w:rsid w:val="007E1C6A"/>
    <w:rsid w:val="007E1CDA"/>
    <w:rsid w:val="007E2D6E"/>
    <w:rsid w:val="007E30EF"/>
    <w:rsid w:val="007E334C"/>
    <w:rsid w:val="007E3372"/>
    <w:rsid w:val="007E4CDF"/>
    <w:rsid w:val="007E54FF"/>
    <w:rsid w:val="007E6693"/>
    <w:rsid w:val="007E6A89"/>
    <w:rsid w:val="007E6CFE"/>
    <w:rsid w:val="007E74E9"/>
    <w:rsid w:val="007F0D67"/>
    <w:rsid w:val="007F20FE"/>
    <w:rsid w:val="007F2A63"/>
    <w:rsid w:val="007F2B34"/>
    <w:rsid w:val="007F4691"/>
    <w:rsid w:val="007F511D"/>
    <w:rsid w:val="007F5990"/>
    <w:rsid w:val="007F5FF9"/>
    <w:rsid w:val="00800C00"/>
    <w:rsid w:val="008011A1"/>
    <w:rsid w:val="00801D3C"/>
    <w:rsid w:val="008023B0"/>
    <w:rsid w:val="00802468"/>
    <w:rsid w:val="00802636"/>
    <w:rsid w:val="00803854"/>
    <w:rsid w:val="00806F3D"/>
    <w:rsid w:val="00811412"/>
    <w:rsid w:val="00811D21"/>
    <w:rsid w:val="008126FB"/>
    <w:rsid w:val="008127BA"/>
    <w:rsid w:val="00813137"/>
    <w:rsid w:val="00815B39"/>
    <w:rsid w:val="00815B86"/>
    <w:rsid w:val="008171BF"/>
    <w:rsid w:val="008217D5"/>
    <w:rsid w:val="008223D1"/>
    <w:rsid w:val="00823B00"/>
    <w:rsid w:val="00823E01"/>
    <w:rsid w:val="00826064"/>
    <w:rsid w:val="00827C4B"/>
    <w:rsid w:val="0083151A"/>
    <w:rsid w:val="00832E9C"/>
    <w:rsid w:val="008402CD"/>
    <w:rsid w:val="0084155F"/>
    <w:rsid w:val="00844530"/>
    <w:rsid w:val="00846491"/>
    <w:rsid w:val="0085131F"/>
    <w:rsid w:val="008541A2"/>
    <w:rsid w:val="0085634A"/>
    <w:rsid w:val="00857023"/>
    <w:rsid w:val="0085725F"/>
    <w:rsid w:val="00862ECB"/>
    <w:rsid w:val="0086436D"/>
    <w:rsid w:val="008715A5"/>
    <w:rsid w:val="00872593"/>
    <w:rsid w:val="008727BB"/>
    <w:rsid w:val="00876F2D"/>
    <w:rsid w:val="0087750F"/>
    <w:rsid w:val="00877F71"/>
    <w:rsid w:val="008804BF"/>
    <w:rsid w:val="00881DD4"/>
    <w:rsid w:val="00882407"/>
    <w:rsid w:val="00885228"/>
    <w:rsid w:val="00890B28"/>
    <w:rsid w:val="00894CBB"/>
    <w:rsid w:val="00896DC6"/>
    <w:rsid w:val="00897E84"/>
    <w:rsid w:val="008A22E0"/>
    <w:rsid w:val="008A2C25"/>
    <w:rsid w:val="008A3249"/>
    <w:rsid w:val="008A3DEE"/>
    <w:rsid w:val="008A4DB0"/>
    <w:rsid w:val="008A6F91"/>
    <w:rsid w:val="008A72DE"/>
    <w:rsid w:val="008A789D"/>
    <w:rsid w:val="008B15D6"/>
    <w:rsid w:val="008B18A9"/>
    <w:rsid w:val="008B1C44"/>
    <w:rsid w:val="008B4546"/>
    <w:rsid w:val="008B4FFC"/>
    <w:rsid w:val="008B50E0"/>
    <w:rsid w:val="008B511B"/>
    <w:rsid w:val="008B560D"/>
    <w:rsid w:val="008B60B8"/>
    <w:rsid w:val="008B6EBB"/>
    <w:rsid w:val="008B76DF"/>
    <w:rsid w:val="008B7FA2"/>
    <w:rsid w:val="008C0890"/>
    <w:rsid w:val="008C354C"/>
    <w:rsid w:val="008C3C93"/>
    <w:rsid w:val="008C4164"/>
    <w:rsid w:val="008C4173"/>
    <w:rsid w:val="008C5654"/>
    <w:rsid w:val="008C6E0C"/>
    <w:rsid w:val="008C7EA6"/>
    <w:rsid w:val="008D1177"/>
    <w:rsid w:val="008D21DA"/>
    <w:rsid w:val="008D24F5"/>
    <w:rsid w:val="008D2501"/>
    <w:rsid w:val="008D2B5C"/>
    <w:rsid w:val="008D2D82"/>
    <w:rsid w:val="008D397A"/>
    <w:rsid w:val="008D43B9"/>
    <w:rsid w:val="008D4DF2"/>
    <w:rsid w:val="008D592C"/>
    <w:rsid w:val="008D6F74"/>
    <w:rsid w:val="008D7464"/>
    <w:rsid w:val="008E02D9"/>
    <w:rsid w:val="008E035C"/>
    <w:rsid w:val="008E0B61"/>
    <w:rsid w:val="008E1BE4"/>
    <w:rsid w:val="008E2A9E"/>
    <w:rsid w:val="008E2DD8"/>
    <w:rsid w:val="008E36B2"/>
    <w:rsid w:val="008E44F1"/>
    <w:rsid w:val="008E600D"/>
    <w:rsid w:val="008E781E"/>
    <w:rsid w:val="008E7825"/>
    <w:rsid w:val="008F0A73"/>
    <w:rsid w:val="008F110D"/>
    <w:rsid w:val="008F2915"/>
    <w:rsid w:val="008F40A1"/>
    <w:rsid w:val="008F5447"/>
    <w:rsid w:val="009020F2"/>
    <w:rsid w:val="009026C3"/>
    <w:rsid w:val="0090339C"/>
    <w:rsid w:val="009034FE"/>
    <w:rsid w:val="0090416F"/>
    <w:rsid w:val="00905581"/>
    <w:rsid w:val="0090583D"/>
    <w:rsid w:val="00906D96"/>
    <w:rsid w:val="00907419"/>
    <w:rsid w:val="00910123"/>
    <w:rsid w:val="0091170D"/>
    <w:rsid w:val="009126A4"/>
    <w:rsid w:val="00912730"/>
    <w:rsid w:val="009129BE"/>
    <w:rsid w:val="00913450"/>
    <w:rsid w:val="0091477C"/>
    <w:rsid w:val="009147FC"/>
    <w:rsid w:val="00916DD0"/>
    <w:rsid w:val="009172BE"/>
    <w:rsid w:val="0091762F"/>
    <w:rsid w:val="00920661"/>
    <w:rsid w:val="00922DAC"/>
    <w:rsid w:val="00923448"/>
    <w:rsid w:val="00923CAF"/>
    <w:rsid w:val="00923F9B"/>
    <w:rsid w:val="0092453C"/>
    <w:rsid w:val="009266D7"/>
    <w:rsid w:val="00926D20"/>
    <w:rsid w:val="00927398"/>
    <w:rsid w:val="009274E9"/>
    <w:rsid w:val="00927A94"/>
    <w:rsid w:val="00927B9A"/>
    <w:rsid w:val="00927C15"/>
    <w:rsid w:val="0093275F"/>
    <w:rsid w:val="00934FF8"/>
    <w:rsid w:val="009351F9"/>
    <w:rsid w:val="00936A10"/>
    <w:rsid w:val="0094076C"/>
    <w:rsid w:val="00941A10"/>
    <w:rsid w:val="00944971"/>
    <w:rsid w:val="0094573E"/>
    <w:rsid w:val="00945C31"/>
    <w:rsid w:val="00946D66"/>
    <w:rsid w:val="009475B3"/>
    <w:rsid w:val="00947E07"/>
    <w:rsid w:val="009502E9"/>
    <w:rsid w:val="009539B8"/>
    <w:rsid w:val="009547FF"/>
    <w:rsid w:val="009558D0"/>
    <w:rsid w:val="00955B77"/>
    <w:rsid w:val="00955DBC"/>
    <w:rsid w:val="009567B4"/>
    <w:rsid w:val="00957B15"/>
    <w:rsid w:val="00962723"/>
    <w:rsid w:val="00962DA2"/>
    <w:rsid w:val="0096356A"/>
    <w:rsid w:val="00964F38"/>
    <w:rsid w:val="009653BA"/>
    <w:rsid w:val="00965CB9"/>
    <w:rsid w:val="00965CFF"/>
    <w:rsid w:val="00965F96"/>
    <w:rsid w:val="00967C0F"/>
    <w:rsid w:val="009704BD"/>
    <w:rsid w:val="009704DE"/>
    <w:rsid w:val="0097084F"/>
    <w:rsid w:val="009739E9"/>
    <w:rsid w:val="00973A3B"/>
    <w:rsid w:val="00973C10"/>
    <w:rsid w:val="00975B3F"/>
    <w:rsid w:val="00977B90"/>
    <w:rsid w:val="009820C6"/>
    <w:rsid w:val="009829DA"/>
    <w:rsid w:val="00982ACE"/>
    <w:rsid w:val="00983209"/>
    <w:rsid w:val="009847B2"/>
    <w:rsid w:val="00985FAE"/>
    <w:rsid w:val="0098697C"/>
    <w:rsid w:val="00986DED"/>
    <w:rsid w:val="00990158"/>
    <w:rsid w:val="00990D2C"/>
    <w:rsid w:val="009979BD"/>
    <w:rsid w:val="009A124C"/>
    <w:rsid w:val="009A17F7"/>
    <w:rsid w:val="009A1E8E"/>
    <w:rsid w:val="009A2680"/>
    <w:rsid w:val="009A3031"/>
    <w:rsid w:val="009A4BD9"/>
    <w:rsid w:val="009A7642"/>
    <w:rsid w:val="009A778F"/>
    <w:rsid w:val="009B00C7"/>
    <w:rsid w:val="009B0E0F"/>
    <w:rsid w:val="009B2E47"/>
    <w:rsid w:val="009B3224"/>
    <w:rsid w:val="009B58E6"/>
    <w:rsid w:val="009B7444"/>
    <w:rsid w:val="009B780A"/>
    <w:rsid w:val="009C0364"/>
    <w:rsid w:val="009C05D0"/>
    <w:rsid w:val="009C1A0C"/>
    <w:rsid w:val="009C2B66"/>
    <w:rsid w:val="009C3A8D"/>
    <w:rsid w:val="009C5DDC"/>
    <w:rsid w:val="009C76ED"/>
    <w:rsid w:val="009D0CF4"/>
    <w:rsid w:val="009D1E10"/>
    <w:rsid w:val="009D2C19"/>
    <w:rsid w:val="009D2F1B"/>
    <w:rsid w:val="009D30EE"/>
    <w:rsid w:val="009D3F92"/>
    <w:rsid w:val="009D4409"/>
    <w:rsid w:val="009D4785"/>
    <w:rsid w:val="009D6B1B"/>
    <w:rsid w:val="009D7FA8"/>
    <w:rsid w:val="009E0721"/>
    <w:rsid w:val="009E0BBB"/>
    <w:rsid w:val="009E47D9"/>
    <w:rsid w:val="009E5114"/>
    <w:rsid w:val="009E5A98"/>
    <w:rsid w:val="009F1056"/>
    <w:rsid w:val="009F10C8"/>
    <w:rsid w:val="009F53F9"/>
    <w:rsid w:val="009F6EC8"/>
    <w:rsid w:val="009F769D"/>
    <w:rsid w:val="00A00960"/>
    <w:rsid w:val="00A049C5"/>
    <w:rsid w:val="00A05B60"/>
    <w:rsid w:val="00A067B3"/>
    <w:rsid w:val="00A06F27"/>
    <w:rsid w:val="00A073F7"/>
    <w:rsid w:val="00A100EC"/>
    <w:rsid w:val="00A10409"/>
    <w:rsid w:val="00A11910"/>
    <w:rsid w:val="00A11E66"/>
    <w:rsid w:val="00A123DC"/>
    <w:rsid w:val="00A140DD"/>
    <w:rsid w:val="00A15926"/>
    <w:rsid w:val="00A15D9C"/>
    <w:rsid w:val="00A214BA"/>
    <w:rsid w:val="00A21CFA"/>
    <w:rsid w:val="00A21DA6"/>
    <w:rsid w:val="00A23563"/>
    <w:rsid w:val="00A248F7"/>
    <w:rsid w:val="00A258F5"/>
    <w:rsid w:val="00A259A1"/>
    <w:rsid w:val="00A26862"/>
    <w:rsid w:val="00A3022C"/>
    <w:rsid w:val="00A31E03"/>
    <w:rsid w:val="00A324AD"/>
    <w:rsid w:val="00A333B7"/>
    <w:rsid w:val="00A33BDA"/>
    <w:rsid w:val="00A33BF1"/>
    <w:rsid w:val="00A36850"/>
    <w:rsid w:val="00A41644"/>
    <w:rsid w:val="00A43470"/>
    <w:rsid w:val="00A43E16"/>
    <w:rsid w:val="00A4534D"/>
    <w:rsid w:val="00A45B9D"/>
    <w:rsid w:val="00A47705"/>
    <w:rsid w:val="00A4781A"/>
    <w:rsid w:val="00A52D64"/>
    <w:rsid w:val="00A52F7C"/>
    <w:rsid w:val="00A549E8"/>
    <w:rsid w:val="00A552BE"/>
    <w:rsid w:val="00A56466"/>
    <w:rsid w:val="00A56744"/>
    <w:rsid w:val="00A5793D"/>
    <w:rsid w:val="00A610BC"/>
    <w:rsid w:val="00A616B7"/>
    <w:rsid w:val="00A6222B"/>
    <w:rsid w:val="00A657B0"/>
    <w:rsid w:val="00A65C9B"/>
    <w:rsid w:val="00A65E38"/>
    <w:rsid w:val="00A660AF"/>
    <w:rsid w:val="00A66654"/>
    <w:rsid w:val="00A66ABB"/>
    <w:rsid w:val="00A66BC4"/>
    <w:rsid w:val="00A7042E"/>
    <w:rsid w:val="00A71391"/>
    <w:rsid w:val="00A74C42"/>
    <w:rsid w:val="00A76702"/>
    <w:rsid w:val="00A76D74"/>
    <w:rsid w:val="00A813C8"/>
    <w:rsid w:val="00A8501E"/>
    <w:rsid w:val="00A860F8"/>
    <w:rsid w:val="00A8763D"/>
    <w:rsid w:val="00A90C46"/>
    <w:rsid w:val="00A91E5F"/>
    <w:rsid w:val="00A922FB"/>
    <w:rsid w:val="00A9273A"/>
    <w:rsid w:val="00A96744"/>
    <w:rsid w:val="00A969B2"/>
    <w:rsid w:val="00A96E83"/>
    <w:rsid w:val="00A97FC3"/>
    <w:rsid w:val="00AA0077"/>
    <w:rsid w:val="00AA0306"/>
    <w:rsid w:val="00AA2EA2"/>
    <w:rsid w:val="00AA566F"/>
    <w:rsid w:val="00AA62DA"/>
    <w:rsid w:val="00AA6795"/>
    <w:rsid w:val="00AB3102"/>
    <w:rsid w:val="00AB49E0"/>
    <w:rsid w:val="00AB5EAA"/>
    <w:rsid w:val="00AB7E1B"/>
    <w:rsid w:val="00AC01A2"/>
    <w:rsid w:val="00AC035F"/>
    <w:rsid w:val="00AC1074"/>
    <w:rsid w:val="00AC2ED1"/>
    <w:rsid w:val="00AC5034"/>
    <w:rsid w:val="00AC55AC"/>
    <w:rsid w:val="00AC6129"/>
    <w:rsid w:val="00AC78C3"/>
    <w:rsid w:val="00AC7D7C"/>
    <w:rsid w:val="00AD0DE6"/>
    <w:rsid w:val="00AD3029"/>
    <w:rsid w:val="00AD4109"/>
    <w:rsid w:val="00AD5431"/>
    <w:rsid w:val="00AD5EF5"/>
    <w:rsid w:val="00AD6CBB"/>
    <w:rsid w:val="00AD7E2F"/>
    <w:rsid w:val="00AE0264"/>
    <w:rsid w:val="00AE2B62"/>
    <w:rsid w:val="00AE3012"/>
    <w:rsid w:val="00AE51E7"/>
    <w:rsid w:val="00AE6ACC"/>
    <w:rsid w:val="00AE7E2B"/>
    <w:rsid w:val="00AF03BD"/>
    <w:rsid w:val="00AF12C7"/>
    <w:rsid w:val="00AF23E8"/>
    <w:rsid w:val="00AF2B3E"/>
    <w:rsid w:val="00AF4040"/>
    <w:rsid w:val="00AF43A4"/>
    <w:rsid w:val="00AF4DB5"/>
    <w:rsid w:val="00B0002B"/>
    <w:rsid w:val="00B03455"/>
    <w:rsid w:val="00B03573"/>
    <w:rsid w:val="00B03D19"/>
    <w:rsid w:val="00B06CF2"/>
    <w:rsid w:val="00B102BD"/>
    <w:rsid w:val="00B12E34"/>
    <w:rsid w:val="00B14F83"/>
    <w:rsid w:val="00B16910"/>
    <w:rsid w:val="00B206C1"/>
    <w:rsid w:val="00B220A5"/>
    <w:rsid w:val="00B22F56"/>
    <w:rsid w:val="00B2350C"/>
    <w:rsid w:val="00B2557F"/>
    <w:rsid w:val="00B2579A"/>
    <w:rsid w:val="00B273BA"/>
    <w:rsid w:val="00B31AFF"/>
    <w:rsid w:val="00B32571"/>
    <w:rsid w:val="00B3498D"/>
    <w:rsid w:val="00B34A25"/>
    <w:rsid w:val="00B3523A"/>
    <w:rsid w:val="00B36EA7"/>
    <w:rsid w:val="00B370F8"/>
    <w:rsid w:val="00B37B41"/>
    <w:rsid w:val="00B406FE"/>
    <w:rsid w:val="00B4137E"/>
    <w:rsid w:val="00B434F4"/>
    <w:rsid w:val="00B438E0"/>
    <w:rsid w:val="00B439D4"/>
    <w:rsid w:val="00B445E1"/>
    <w:rsid w:val="00B44DBF"/>
    <w:rsid w:val="00B451EC"/>
    <w:rsid w:val="00B4524F"/>
    <w:rsid w:val="00B458FA"/>
    <w:rsid w:val="00B46D34"/>
    <w:rsid w:val="00B47D4C"/>
    <w:rsid w:val="00B50805"/>
    <w:rsid w:val="00B51AA0"/>
    <w:rsid w:val="00B52B7A"/>
    <w:rsid w:val="00B52C07"/>
    <w:rsid w:val="00B53D80"/>
    <w:rsid w:val="00B55AE8"/>
    <w:rsid w:val="00B57FF2"/>
    <w:rsid w:val="00B609C6"/>
    <w:rsid w:val="00B62723"/>
    <w:rsid w:val="00B645A5"/>
    <w:rsid w:val="00B65826"/>
    <w:rsid w:val="00B67638"/>
    <w:rsid w:val="00B67E7C"/>
    <w:rsid w:val="00B70745"/>
    <w:rsid w:val="00B729C2"/>
    <w:rsid w:val="00B7341B"/>
    <w:rsid w:val="00B73946"/>
    <w:rsid w:val="00B74309"/>
    <w:rsid w:val="00B7560D"/>
    <w:rsid w:val="00B7611E"/>
    <w:rsid w:val="00B80323"/>
    <w:rsid w:val="00B80D26"/>
    <w:rsid w:val="00B817D2"/>
    <w:rsid w:val="00B823B3"/>
    <w:rsid w:val="00B82EB2"/>
    <w:rsid w:val="00B83AEE"/>
    <w:rsid w:val="00B83BF2"/>
    <w:rsid w:val="00B84557"/>
    <w:rsid w:val="00B87B25"/>
    <w:rsid w:val="00B90B19"/>
    <w:rsid w:val="00B90C2F"/>
    <w:rsid w:val="00B90DDB"/>
    <w:rsid w:val="00B911D2"/>
    <w:rsid w:val="00B937B5"/>
    <w:rsid w:val="00B95427"/>
    <w:rsid w:val="00BA0CE5"/>
    <w:rsid w:val="00BA3C0D"/>
    <w:rsid w:val="00BA534F"/>
    <w:rsid w:val="00BA72B7"/>
    <w:rsid w:val="00BB02DF"/>
    <w:rsid w:val="00BB0CB1"/>
    <w:rsid w:val="00BB1CA2"/>
    <w:rsid w:val="00BB1D8E"/>
    <w:rsid w:val="00BB2288"/>
    <w:rsid w:val="00BB46A5"/>
    <w:rsid w:val="00BB78FE"/>
    <w:rsid w:val="00BC0301"/>
    <w:rsid w:val="00BC10F0"/>
    <w:rsid w:val="00BC3294"/>
    <w:rsid w:val="00BC4A63"/>
    <w:rsid w:val="00BC56B4"/>
    <w:rsid w:val="00BC6938"/>
    <w:rsid w:val="00BC7574"/>
    <w:rsid w:val="00BC7781"/>
    <w:rsid w:val="00BC7E27"/>
    <w:rsid w:val="00BC7F4E"/>
    <w:rsid w:val="00BD4958"/>
    <w:rsid w:val="00BD5DDC"/>
    <w:rsid w:val="00BD6517"/>
    <w:rsid w:val="00BD6ED2"/>
    <w:rsid w:val="00BE1417"/>
    <w:rsid w:val="00BE1F8B"/>
    <w:rsid w:val="00BE1FCD"/>
    <w:rsid w:val="00BE3361"/>
    <w:rsid w:val="00BE44A4"/>
    <w:rsid w:val="00BE6147"/>
    <w:rsid w:val="00BF07D2"/>
    <w:rsid w:val="00BF329C"/>
    <w:rsid w:val="00BF38FF"/>
    <w:rsid w:val="00BF3E6D"/>
    <w:rsid w:val="00BF42C6"/>
    <w:rsid w:val="00BF4DEA"/>
    <w:rsid w:val="00BF5EFF"/>
    <w:rsid w:val="00BF6C88"/>
    <w:rsid w:val="00C0011A"/>
    <w:rsid w:val="00C01DEE"/>
    <w:rsid w:val="00C03A98"/>
    <w:rsid w:val="00C03D44"/>
    <w:rsid w:val="00C0638B"/>
    <w:rsid w:val="00C06423"/>
    <w:rsid w:val="00C106C1"/>
    <w:rsid w:val="00C10CD0"/>
    <w:rsid w:val="00C11B86"/>
    <w:rsid w:val="00C1222B"/>
    <w:rsid w:val="00C12970"/>
    <w:rsid w:val="00C13176"/>
    <w:rsid w:val="00C14209"/>
    <w:rsid w:val="00C156B1"/>
    <w:rsid w:val="00C201B7"/>
    <w:rsid w:val="00C20F7B"/>
    <w:rsid w:val="00C2107F"/>
    <w:rsid w:val="00C2190D"/>
    <w:rsid w:val="00C224DB"/>
    <w:rsid w:val="00C23BCC"/>
    <w:rsid w:val="00C24342"/>
    <w:rsid w:val="00C24B92"/>
    <w:rsid w:val="00C24D76"/>
    <w:rsid w:val="00C269E6"/>
    <w:rsid w:val="00C275FE"/>
    <w:rsid w:val="00C31000"/>
    <w:rsid w:val="00C31E71"/>
    <w:rsid w:val="00C331CF"/>
    <w:rsid w:val="00C33F97"/>
    <w:rsid w:val="00C35406"/>
    <w:rsid w:val="00C35776"/>
    <w:rsid w:val="00C369A0"/>
    <w:rsid w:val="00C37712"/>
    <w:rsid w:val="00C40E0A"/>
    <w:rsid w:val="00C42568"/>
    <w:rsid w:val="00C42E8B"/>
    <w:rsid w:val="00C446DD"/>
    <w:rsid w:val="00C44BC3"/>
    <w:rsid w:val="00C4520D"/>
    <w:rsid w:val="00C45BAD"/>
    <w:rsid w:val="00C51F4C"/>
    <w:rsid w:val="00C53066"/>
    <w:rsid w:val="00C53CDC"/>
    <w:rsid w:val="00C53E4B"/>
    <w:rsid w:val="00C53EF9"/>
    <w:rsid w:val="00C55360"/>
    <w:rsid w:val="00C6015B"/>
    <w:rsid w:val="00C630DD"/>
    <w:rsid w:val="00C6479F"/>
    <w:rsid w:val="00C6582F"/>
    <w:rsid w:val="00C65F5F"/>
    <w:rsid w:val="00C7175B"/>
    <w:rsid w:val="00C71B31"/>
    <w:rsid w:val="00C71E94"/>
    <w:rsid w:val="00C72595"/>
    <w:rsid w:val="00C7400F"/>
    <w:rsid w:val="00C74EAC"/>
    <w:rsid w:val="00C758B4"/>
    <w:rsid w:val="00C765F0"/>
    <w:rsid w:val="00C766AD"/>
    <w:rsid w:val="00C773C4"/>
    <w:rsid w:val="00C77E7C"/>
    <w:rsid w:val="00C824CB"/>
    <w:rsid w:val="00C826CC"/>
    <w:rsid w:val="00C82F2F"/>
    <w:rsid w:val="00C83266"/>
    <w:rsid w:val="00C83469"/>
    <w:rsid w:val="00C8348D"/>
    <w:rsid w:val="00C844BF"/>
    <w:rsid w:val="00C84D79"/>
    <w:rsid w:val="00C86073"/>
    <w:rsid w:val="00C907AE"/>
    <w:rsid w:val="00C9175A"/>
    <w:rsid w:val="00C92BB7"/>
    <w:rsid w:val="00C94921"/>
    <w:rsid w:val="00C94B12"/>
    <w:rsid w:val="00C9581F"/>
    <w:rsid w:val="00C97D30"/>
    <w:rsid w:val="00CA03D8"/>
    <w:rsid w:val="00CA0FEF"/>
    <w:rsid w:val="00CA28FF"/>
    <w:rsid w:val="00CA469C"/>
    <w:rsid w:val="00CA4812"/>
    <w:rsid w:val="00CA4BF7"/>
    <w:rsid w:val="00CA52E1"/>
    <w:rsid w:val="00CB00EA"/>
    <w:rsid w:val="00CB3CDF"/>
    <w:rsid w:val="00CB4895"/>
    <w:rsid w:val="00CB5126"/>
    <w:rsid w:val="00CB5339"/>
    <w:rsid w:val="00CB6121"/>
    <w:rsid w:val="00CB66B5"/>
    <w:rsid w:val="00CB715F"/>
    <w:rsid w:val="00CB7677"/>
    <w:rsid w:val="00CC1397"/>
    <w:rsid w:val="00CC1B87"/>
    <w:rsid w:val="00CC1C38"/>
    <w:rsid w:val="00CC277B"/>
    <w:rsid w:val="00CC4129"/>
    <w:rsid w:val="00CC5B50"/>
    <w:rsid w:val="00CC6242"/>
    <w:rsid w:val="00CD10AF"/>
    <w:rsid w:val="00CD4434"/>
    <w:rsid w:val="00CD6187"/>
    <w:rsid w:val="00CD701C"/>
    <w:rsid w:val="00CE0454"/>
    <w:rsid w:val="00CE07E5"/>
    <w:rsid w:val="00CE207C"/>
    <w:rsid w:val="00CE5B29"/>
    <w:rsid w:val="00CE5D71"/>
    <w:rsid w:val="00CE5E86"/>
    <w:rsid w:val="00CE6047"/>
    <w:rsid w:val="00CE661F"/>
    <w:rsid w:val="00CE71DC"/>
    <w:rsid w:val="00CF1076"/>
    <w:rsid w:val="00CF13A7"/>
    <w:rsid w:val="00CF1A56"/>
    <w:rsid w:val="00CF36C8"/>
    <w:rsid w:val="00CF3774"/>
    <w:rsid w:val="00CF3E9D"/>
    <w:rsid w:val="00CF53D0"/>
    <w:rsid w:val="00CF56F9"/>
    <w:rsid w:val="00CF663F"/>
    <w:rsid w:val="00CF6BA3"/>
    <w:rsid w:val="00CF73C3"/>
    <w:rsid w:val="00D005CD"/>
    <w:rsid w:val="00D0091C"/>
    <w:rsid w:val="00D01021"/>
    <w:rsid w:val="00D01E57"/>
    <w:rsid w:val="00D02C66"/>
    <w:rsid w:val="00D0481B"/>
    <w:rsid w:val="00D04C5C"/>
    <w:rsid w:val="00D0526F"/>
    <w:rsid w:val="00D06870"/>
    <w:rsid w:val="00D06B7F"/>
    <w:rsid w:val="00D0714C"/>
    <w:rsid w:val="00D07BA3"/>
    <w:rsid w:val="00D1069C"/>
    <w:rsid w:val="00D10BCA"/>
    <w:rsid w:val="00D11176"/>
    <w:rsid w:val="00D12C4B"/>
    <w:rsid w:val="00D14876"/>
    <w:rsid w:val="00D15787"/>
    <w:rsid w:val="00D16C63"/>
    <w:rsid w:val="00D22908"/>
    <w:rsid w:val="00D24415"/>
    <w:rsid w:val="00D2484E"/>
    <w:rsid w:val="00D253B1"/>
    <w:rsid w:val="00D25A94"/>
    <w:rsid w:val="00D266DC"/>
    <w:rsid w:val="00D31143"/>
    <w:rsid w:val="00D321B6"/>
    <w:rsid w:val="00D35510"/>
    <w:rsid w:val="00D358EA"/>
    <w:rsid w:val="00D42DD0"/>
    <w:rsid w:val="00D44F4F"/>
    <w:rsid w:val="00D45762"/>
    <w:rsid w:val="00D50191"/>
    <w:rsid w:val="00D50BC8"/>
    <w:rsid w:val="00D50FE0"/>
    <w:rsid w:val="00D51AB8"/>
    <w:rsid w:val="00D5500D"/>
    <w:rsid w:val="00D56907"/>
    <w:rsid w:val="00D639A2"/>
    <w:rsid w:val="00D63DCA"/>
    <w:rsid w:val="00D64B30"/>
    <w:rsid w:val="00D655DF"/>
    <w:rsid w:val="00D719B2"/>
    <w:rsid w:val="00D740D1"/>
    <w:rsid w:val="00D741C2"/>
    <w:rsid w:val="00D747B5"/>
    <w:rsid w:val="00D75089"/>
    <w:rsid w:val="00D75C38"/>
    <w:rsid w:val="00D80C5D"/>
    <w:rsid w:val="00D80E96"/>
    <w:rsid w:val="00D814A2"/>
    <w:rsid w:val="00D82246"/>
    <w:rsid w:val="00D85409"/>
    <w:rsid w:val="00D867F2"/>
    <w:rsid w:val="00D9079A"/>
    <w:rsid w:val="00D90D81"/>
    <w:rsid w:val="00D90EFD"/>
    <w:rsid w:val="00D91705"/>
    <w:rsid w:val="00D92399"/>
    <w:rsid w:val="00D928EC"/>
    <w:rsid w:val="00D94852"/>
    <w:rsid w:val="00D94D00"/>
    <w:rsid w:val="00D97DB0"/>
    <w:rsid w:val="00DA0C14"/>
    <w:rsid w:val="00DA219C"/>
    <w:rsid w:val="00DA33B8"/>
    <w:rsid w:val="00DA4060"/>
    <w:rsid w:val="00DA5882"/>
    <w:rsid w:val="00DA7738"/>
    <w:rsid w:val="00DB0CB7"/>
    <w:rsid w:val="00DB22AB"/>
    <w:rsid w:val="00DB515E"/>
    <w:rsid w:val="00DB5E9C"/>
    <w:rsid w:val="00DC00E8"/>
    <w:rsid w:val="00DC0A4D"/>
    <w:rsid w:val="00DC1873"/>
    <w:rsid w:val="00DC3988"/>
    <w:rsid w:val="00DC43F9"/>
    <w:rsid w:val="00DC448E"/>
    <w:rsid w:val="00DC5566"/>
    <w:rsid w:val="00DC60BC"/>
    <w:rsid w:val="00DD0567"/>
    <w:rsid w:val="00DD0B55"/>
    <w:rsid w:val="00DD328A"/>
    <w:rsid w:val="00DE005A"/>
    <w:rsid w:val="00DE1633"/>
    <w:rsid w:val="00DE1FFC"/>
    <w:rsid w:val="00DE58A7"/>
    <w:rsid w:val="00DE660D"/>
    <w:rsid w:val="00DE6E7C"/>
    <w:rsid w:val="00DE7571"/>
    <w:rsid w:val="00DF1E70"/>
    <w:rsid w:val="00DF2F60"/>
    <w:rsid w:val="00DF4C72"/>
    <w:rsid w:val="00DF5A17"/>
    <w:rsid w:val="00DF646D"/>
    <w:rsid w:val="00DF6592"/>
    <w:rsid w:val="00DF6AAE"/>
    <w:rsid w:val="00DF6FF9"/>
    <w:rsid w:val="00DF7779"/>
    <w:rsid w:val="00E04928"/>
    <w:rsid w:val="00E05D6C"/>
    <w:rsid w:val="00E06601"/>
    <w:rsid w:val="00E06DCF"/>
    <w:rsid w:val="00E07528"/>
    <w:rsid w:val="00E07613"/>
    <w:rsid w:val="00E07CB9"/>
    <w:rsid w:val="00E07D65"/>
    <w:rsid w:val="00E13B2F"/>
    <w:rsid w:val="00E13C1C"/>
    <w:rsid w:val="00E14249"/>
    <w:rsid w:val="00E150DC"/>
    <w:rsid w:val="00E174C8"/>
    <w:rsid w:val="00E17695"/>
    <w:rsid w:val="00E177B7"/>
    <w:rsid w:val="00E22596"/>
    <w:rsid w:val="00E22F59"/>
    <w:rsid w:val="00E24886"/>
    <w:rsid w:val="00E2523B"/>
    <w:rsid w:val="00E25564"/>
    <w:rsid w:val="00E26CEB"/>
    <w:rsid w:val="00E2754D"/>
    <w:rsid w:val="00E303B9"/>
    <w:rsid w:val="00E315CB"/>
    <w:rsid w:val="00E31A81"/>
    <w:rsid w:val="00E34E9C"/>
    <w:rsid w:val="00E3720A"/>
    <w:rsid w:val="00E3786E"/>
    <w:rsid w:val="00E4020A"/>
    <w:rsid w:val="00E41553"/>
    <w:rsid w:val="00E42DED"/>
    <w:rsid w:val="00E47B4B"/>
    <w:rsid w:val="00E47F84"/>
    <w:rsid w:val="00E5192E"/>
    <w:rsid w:val="00E522A9"/>
    <w:rsid w:val="00E524E4"/>
    <w:rsid w:val="00E5409D"/>
    <w:rsid w:val="00E55CD5"/>
    <w:rsid w:val="00E60A8A"/>
    <w:rsid w:val="00E610F9"/>
    <w:rsid w:val="00E632B1"/>
    <w:rsid w:val="00E64027"/>
    <w:rsid w:val="00E65282"/>
    <w:rsid w:val="00E65C00"/>
    <w:rsid w:val="00E65C43"/>
    <w:rsid w:val="00E66502"/>
    <w:rsid w:val="00E66E6B"/>
    <w:rsid w:val="00E700E5"/>
    <w:rsid w:val="00E710E7"/>
    <w:rsid w:val="00E72297"/>
    <w:rsid w:val="00E728B4"/>
    <w:rsid w:val="00E7376C"/>
    <w:rsid w:val="00E74A24"/>
    <w:rsid w:val="00E76363"/>
    <w:rsid w:val="00E767C3"/>
    <w:rsid w:val="00E771EF"/>
    <w:rsid w:val="00E77FCB"/>
    <w:rsid w:val="00E80166"/>
    <w:rsid w:val="00E81BAB"/>
    <w:rsid w:val="00E81DF7"/>
    <w:rsid w:val="00E82CA2"/>
    <w:rsid w:val="00E85FC8"/>
    <w:rsid w:val="00E90968"/>
    <w:rsid w:val="00E9170E"/>
    <w:rsid w:val="00E917BE"/>
    <w:rsid w:val="00E91DB9"/>
    <w:rsid w:val="00E92118"/>
    <w:rsid w:val="00E92A01"/>
    <w:rsid w:val="00E95B54"/>
    <w:rsid w:val="00E9606C"/>
    <w:rsid w:val="00E9781A"/>
    <w:rsid w:val="00E97A78"/>
    <w:rsid w:val="00EA15F4"/>
    <w:rsid w:val="00EA1B59"/>
    <w:rsid w:val="00EA286E"/>
    <w:rsid w:val="00EA5552"/>
    <w:rsid w:val="00EA5D07"/>
    <w:rsid w:val="00EA6699"/>
    <w:rsid w:val="00EA728C"/>
    <w:rsid w:val="00EB2AB7"/>
    <w:rsid w:val="00EB3548"/>
    <w:rsid w:val="00EB63B8"/>
    <w:rsid w:val="00EB76F8"/>
    <w:rsid w:val="00EC004F"/>
    <w:rsid w:val="00EC2AD6"/>
    <w:rsid w:val="00EC37E9"/>
    <w:rsid w:val="00EC3E9F"/>
    <w:rsid w:val="00EC46D4"/>
    <w:rsid w:val="00EC4A5C"/>
    <w:rsid w:val="00EC530A"/>
    <w:rsid w:val="00EC5EBD"/>
    <w:rsid w:val="00EC7358"/>
    <w:rsid w:val="00EC79B7"/>
    <w:rsid w:val="00EC7A01"/>
    <w:rsid w:val="00EC7F6E"/>
    <w:rsid w:val="00ED0F6A"/>
    <w:rsid w:val="00ED3056"/>
    <w:rsid w:val="00EE00D4"/>
    <w:rsid w:val="00EE1ABD"/>
    <w:rsid w:val="00EE23DD"/>
    <w:rsid w:val="00EE51DC"/>
    <w:rsid w:val="00EE5BF4"/>
    <w:rsid w:val="00EF071E"/>
    <w:rsid w:val="00EF0E02"/>
    <w:rsid w:val="00EF1FE9"/>
    <w:rsid w:val="00EF3556"/>
    <w:rsid w:val="00EF43B0"/>
    <w:rsid w:val="00EF4C3E"/>
    <w:rsid w:val="00EF61F9"/>
    <w:rsid w:val="00EF69A1"/>
    <w:rsid w:val="00F0079B"/>
    <w:rsid w:val="00F01991"/>
    <w:rsid w:val="00F01DC9"/>
    <w:rsid w:val="00F02A16"/>
    <w:rsid w:val="00F05946"/>
    <w:rsid w:val="00F07807"/>
    <w:rsid w:val="00F103AE"/>
    <w:rsid w:val="00F11E08"/>
    <w:rsid w:val="00F12506"/>
    <w:rsid w:val="00F12974"/>
    <w:rsid w:val="00F148EE"/>
    <w:rsid w:val="00F15A4C"/>
    <w:rsid w:val="00F16408"/>
    <w:rsid w:val="00F2214C"/>
    <w:rsid w:val="00F31C10"/>
    <w:rsid w:val="00F3223C"/>
    <w:rsid w:val="00F328EE"/>
    <w:rsid w:val="00F32D2F"/>
    <w:rsid w:val="00F33444"/>
    <w:rsid w:val="00F341BF"/>
    <w:rsid w:val="00F34F1F"/>
    <w:rsid w:val="00F3612C"/>
    <w:rsid w:val="00F36C88"/>
    <w:rsid w:val="00F44A23"/>
    <w:rsid w:val="00F45307"/>
    <w:rsid w:val="00F47CDF"/>
    <w:rsid w:val="00F50C6B"/>
    <w:rsid w:val="00F50E28"/>
    <w:rsid w:val="00F511F5"/>
    <w:rsid w:val="00F51714"/>
    <w:rsid w:val="00F536E2"/>
    <w:rsid w:val="00F5419B"/>
    <w:rsid w:val="00F60B79"/>
    <w:rsid w:val="00F614C9"/>
    <w:rsid w:val="00F6418C"/>
    <w:rsid w:val="00F67510"/>
    <w:rsid w:val="00F710AE"/>
    <w:rsid w:val="00F7365E"/>
    <w:rsid w:val="00F739CA"/>
    <w:rsid w:val="00F74F8E"/>
    <w:rsid w:val="00F766C3"/>
    <w:rsid w:val="00F76C47"/>
    <w:rsid w:val="00F82C07"/>
    <w:rsid w:val="00F82FB3"/>
    <w:rsid w:val="00F84324"/>
    <w:rsid w:val="00F84E50"/>
    <w:rsid w:val="00F86DE1"/>
    <w:rsid w:val="00F87881"/>
    <w:rsid w:val="00F94023"/>
    <w:rsid w:val="00F968F6"/>
    <w:rsid w:val="00F96AA4"/>
    <w:rsid w:val="00F96C0D"/>
    <w:rsid w:val="00FA00F8"/>
    <w:rsid w:val="00FA06D1"/>
    <w:rsid w:val="00FA0B01"/>
    <w:rsid w:val="00FA10E7"/>
    <w:rsid w:val="00FA28D1"/>
    <w:rsid w:val="00FA2DBD"/>
    <w:rsid w:val="00FA336C"/>
    <w:rsid w:val="00FA41DD"/>
    <w:rsid w:val="00FA79BF"/>
    <w:rsid w:val="00FA7BFE"/>
    <w:rsid w:val="00FB1CE3"/>
    <w:rsid w:val="00FB270C"/>
    <w:rsid w:val="00FB3B8C"/>
    <w:rsid w:val="00FC1073"/>
    <w:rsid w:val="00FC36C0"/>
    <w:rsid w:val="00FC3DB4"/>
    <w:rsid w:val="00FC3E09"/>
    <w:rsid w:val="00FC5572"/>
    <w:rsid w:val="00FC57CE"/>
    <w:rsid w:val="00FC5847"/>
    <w:rsid w:val="00FC6051"/>
    <w:rsid w:val="00FC6644"/>
    <w:rsid w:val="00FC77F8"/>
    <w:rsid w:val="00FD0248"/>
    <w:rsid w:val="00FD11BD"/>
    <w:rsid w:val="00FD2D96"/>
    <w:rsid w:val="00FD49BC"/>
    <w:rsid w:val="00FE006C"/>
    <w:rsid w:val="00FE0259"/>
    <w:rsid w:val="00FE08A8"/>
    <w:rsid w:val="00FE152D"/>
    <w:rsid w:val="00FE1A69"/>
    <w:rsid w:val="00FE244C"/>
    <w:rsid w:val="00FE3C1C"/>
    <w:rsid w:val="00FE3E8F"/>
    <w:rsid w:val="00FE3EE0"/>
    <w:rsid w:val="00FE41D4"/>
    <w:rsid w:val="00FE6B99"/>
    <w:rsid w:val="00FF0EF5"/>
    <w:rsid w:val="00FF10F0"/>
    <w:rsid w:val="00FF3C79"/>
    <w:rsid w:val="00FF4DBC"/>
    <w:rsid w:val="00FF7127"/>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5720C348-37A0-47BA-8196-FECA3762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3B8C"/>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C269E6"/>
    <w:rPr>
      <w:rFonts w:ascii="Segoe UI" w:hAnsi="Segoe UI" w:cs="Segoe UI" w:hint="default"/>
      <w:sz w:val="18"/>
      <w:szCs w:val="18"/>
    </w:rPr>
  </w:style>
  <w:style w:type="character" w:styleId="BesuchterLink">
    <w:name w:val="FollowedHyperlink"/>
    <w:basedOn w:val="Absatz-Standardschriftart"/>
    <w:semiHidden/>
    <w:unhideWhenUsed/>
    <w:rsid w:val="003F25D5"/>
    <w:rPr>
      <w:color w:val="800080" w:themeColor="followedHyperlink"/>
      <w:u w:val="single"/>
    </w:rPr>
  </w:style>
  <w:style w:type="paragraph" w:styleId="StandardWeb">
    <w:name w:val="Normal (Web)"/>
    <w:basedOn w:val="Standard"/>
    <w:uiPriority w:val="99"/>
    <w:unhideWhenUsed/>
    <w:rsid w:val="00C35406"/>
    <w:pPr>
      <w:spacing w:before="100" w:beforeAutospacing="1" w:after="100" w:afterAutospacing="1" w:line="240" w:lineRule="auto"/>
    </w:pPr>
    <w:rPr>
      <w:rFonts w:ascii="Times New Roman" w:hAnsi="Times New Roman" w:cs="Times New Roman"/>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377898801">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3C1C4DB4-8ABB-4002-AB01-3F177B1BD726}">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7A7C0BB-59CE-43E9-AE26-115312FEF0C4}"/>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645</Words>
  <Characters>4687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3</cp:revision>
  <cp:lastPrinted>2022-11-24T12:44:00Z</cp:lastPrinted>
  <dcterms:created xsi:type="dcterms:W3CDTF">2022-12-19T10:49:00Z</dcterms:created>
  <dcterms:modified xsi:type="dcterms:W3CDTF">2023-01-19T14:06:00Z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2022-10-21T08:56:26Z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