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EE6D77" w14:textId="15C5F3D7" w:rsidR="00160604" w:rsidRPr="00CD5BF5" w:rsidRDefault="00290960" w:rsidP="00160604">
      <w:pPr>
        <w:pStyle w:val="KeinLeerraum1"/>
        <w:rPr>
          <w:lang w:val="de-DE"/>
        </w:rPr>
      </w:pPr>
      <w:r w:rsidRPr="0030411B">
        <w:rPr>
          <w:lang w:val="de-DE"/>
        </w:rPr>
        <w:t>Barock</w:t>
      </w:r>
      <w:r w:rsidR="0083670F" w:rsidRPr="0030411B">
        <w:rPr>
          <w:lang w:val="de-DE"/>
        </w:rPr>
        <w:t xml:space="preserve">er Luxus trifft </w:t>
      </w:r>
      <w:r w:rsidR="003E1361" w:rsidRPr="0030411B">
        <w:rPr>
          <w:lang w:val="de-DE"/>
        </w:rPr>
        <w:t>modernen Komfort</w:t>
      </w:r>
    </w:p>
    <w:p w14:paraId="4E475648" w14:textId="53745959" w:rsidR="006C01CE" w:rsidRPr="00CD5BF5" w:rsidRDefault="00BB5F2F" w:rsidP="00E767C3">
      <w:pPr>
        <w:pStyle w:val="berschrift1"/>
        <w:rPr>
          <w:lang w:val="de-DE"/>
        </w:rPr>
      </w:pPr>
      <w:r>
        <w:rPr>
          <w:lang w:val="de-DE"/>
        </w:rPr>
        <w:t xml:space="preserve">Wiener Design-Hotel setzt auf 76 Geberit </w:t>
      </w:r>
      <w:proofErr w:type="spellStart"/>
      <w:r>
        <w:rPr>
          <w:lang w:val="de-DE"/>
        </w:rPr>
        <w:t>AquaClean</w:t>
      </w:r>
      <w:proofErr w:type="spellEnd"/>
      <w:r w:rsidR="00193107">
        <w:rPr>
          <w:lang w:val="de-DE"/>
        </w:rPr>
        <w:t xml:space="preserve"> Dusch-WCs</w:t>
      </w:r>
    </w:p>
    <w:p w14:paraId="30DDB1A5" w14:textId="6A1CEBBB" w:rsidR="00922B14" w:rsidRPr="00CD5BF5" w:rsidRDefault="00B4524F" w:rsidP="00C9504F">
      <w:pPr>
        <w:pStyle w:val="Kopfzeile"/>
      </w:pPr>
      <w:r w:rsidRPr="7976BC0F">
        <w:rPr>
          <w:rStyle w:val="Hervorhebung"/>
        </w:rPr>
        <w:t xml:space="preserve">Geberit </w:t>
      </w:r>
      <w:r w:rsidR="005B491D" w:rsidRPr="7976BC0F">
        <w:rPr>
          <w:rStyle w:val="Hervorhebung"/>
        </w:rPr>
        <w:t>Vertriebs GmbH</w:t>
      </w:r>
      <w:r w:rsidRPr="7976BC0F">
        <w:rPr>
          <w:rStyle w:val="Hervorhebung"/>
        </w:rPr>
        <w:t xml:space="preserve">, </w:t>
      </w:r>
      <w:r w:rsidR="005B491D" w:rsidRPr="7976BC0F">
        <w:rPr>
          <w:rStyle w:val="Hervorhebung"/>
        </w:rPr>
        <w:t>Pfullendorf</w:t>
      </w:r>
      <w:r w:rsidR="009D26F0" w:rsidRPr="7976BC0F">
        <w:rPr>
          <w:rStyle w:val="Hervorhebung"/>
        </w:rPr>
        <w:t xml:space="preserve">, </w:t>
      </w:r>
      <w:r w:rsidR="00CA40E1" w:rsidRPr="7976BC0F">
        <w:rPr>
          <w:rStyle w:val="Hervorhebung"/>
        </w:rPr>
        <w:t>Mai</w:t>
      </w:r>
      <w:r w:rsidR="009C0429" w:rsidRPr="7976BC0F">
        <w:rPr>
          <w:rStyle w:val="Hervorhebung"/>
        </w:rPr>
        <w:t xml:space="preserve"> 202</w:t>
      </w:r>
      <w:r w:rsidR="00D642D0" w:rsidRPr="7976BC0F">
        <w:rPr>
          <w:rStyle w:val="Hervorhebung"/>
        </w:rPr>
        <w:t>3</w:t>
      </w:r>
    </w:p>
    <w:p w14:paraId="4B5CEFBA" w14:textId="5830258F" w:rsidR="00D26A68" w:rsidRPr="00CD5BF5" w:rsidRDefault="00654D0E" w:rsidP="00BB2B21">
      <w:pPr>
        <w:rPr>
          <w:b/>
          <w:bCs/>
        </w:rPr>
      </w:pPr>
      <w:r w:rsidRPr="7F52B5C5">
        <w:rPr>
          <w:b/>
          <w:bCs/>
          <w:color w:val="000000" w:themeColor="text1"/>
          <w:lang w:val="de-AT"/>
        </w:rPr>
        <w:t xml:space="preserve">Verlässt man den </w:t>
      </w:r>
      <w:r w:rsidR="00936C89" w:rsidRPr="7F52B5C5">
        <w:rPr>
          <w:b/>
          <w:bCs/>
        </w:rPr>
        <w:t>weltberühmten</w:t>
      </w:r>
      <w:r w:rsidR="00936C89">
        <w:t xml:space="preserve"> </w:t>
      </w:r>
      <w:r w:rsidRPr="7F52B5C5">
        <w:rPr>
          <w:b/>
          <w:bCs/>
          <w:color w:val="000000" w:themeColor="text1"/>
          <w:lang w:val="de-AT"/>
        </w:rPr>
        <w:t xml:space="preserve">Dom zu St. Stephan in Wien, steht man vor den Pforten des </w:t>
      </w:r>
      <w:r w:rsidR="007D54AA" w:rsidRPr="7F52B5C5">
        <w:rPr>
          <w:b/>
          <w:bCs/>
          <w:color w:val="000000" w:themeColor="text1"/>
          <w:lang w:val="de-AT"/>
        </w:rPr>
        <w:t>THE</w:t>
      </w:r>
      <w:r w:rsidRPr="7F52B5C5">
        <w:rPr>
          <w:b/>
          <w:bCs/>
          <w:color w:val="000000" w:themeColor="text1"/>
          <w:lang w:val="de-AT"/>
        </w:rPr>
        <w:t xml:space="preserve"> </w:t>
      </w:r>
      <w:r w:rsidR="007D54AA" w:rsidRPr="7F52B5C5">
        <w:rPr>
          <w:b/>
          <w:bCs/>
          <w:color w:val="000000" w:themeColor="text1"/>
          <w:lang w:val="de-AT"/>
        </w:rPr>
        <w:t>LEO GRAND</w:t>
      </w:r>
      <w:r w:rsidR="00034BAA" w:rsidRPr="7F52B5C5">
        <w:rPr>
          <w:b/>
          <w:bCs/>
          <w:color w:val="000000" w:themeColor="text1"/>
          <w:lang w:val="de-AT"/>
        </w:rPr>
        <w:t>.</w:t>
      </w:r>
      <w:r w:rsidR="00FA19E7" w:rsidRPr="7F52B5C5">
        <w:rPr>
          <w:b/>
          <w:bCs/>
          <w:color w:val="000000" w:themeColor="text1"/>
          <w:lang w:val="de-AT"/>
        </w:rPr>
        <w:t xml:space="preserve"> </w:t>
      </w:r>
      <w:r w:rsidR="003D63C9" w:rsidRPr="7F52B5C5">
        <w:rPr>
          <w:b/>
          <w:bCs/>
          <w:color w:val="000000" w:themeColor="text1"/>
          <w:lang w:val="de-AT"/>
        </w:rPr>
        <w:t>Das</w:t>
      </w:r>
      <w:r w:rsidR="00FA19E7" w:rsidRPr="7F52B5C5">
        <w:rPr>
          <w:b/>
          <w:bCs/>
          <w:color w:val="000000" w:themeColor="text1"/>
          <w:lang w:val="de-AT"/>
        </w:rPr>
        <w:t xml:space="preserve"> </w:t>
      </w:r>
      <w:r w:rsidR="00451AC4" w:rsidRPr="7F52B5C5">
        <w:rPr>
          <w:b/>
          <w:bCs/>
        </w:rPr>
        <w:t>Hotel</w:t>
      </w:r>
      <w:r w:rsidR="00126C83" w:rsidRPr="7F52B5C5">
        <w:rPr>
          <w:b/>
          <w:bCs/>
        </w:rPr>
        <w:t xml:space="preserve"> auf Fünf-Sterne-Niveau</w:t>
      </w:r>
      <w:r w:rsidR="003D63C9" w:rsidRPr="7F52B5C5">
        <w:rPr>
          <w:b/>
          <w:bCs/>
        </w:rPr>
        <w:t xml:space="preserve"> </w:t>
      </w:r>
      <w:r w:rsidR="00E970C2" w:rsidRPr="7F52B5C5">
        <w:rPr>
          <w:b/>
          <w:bCs/>
        </w:rPr>
        <w:t>bietet seinen Gästen</w:t>
      </w:r>
      <w:r w:rsidR="001A2C30" w:rsidRPr="7F52B5C5">
        <w:rPr>
          <w:b/>
          <w:bCs/>
        </w:rPr>
        <w:t xml:space="preserve"> </w:t>
      </w:r>
      <w:r w:rsidR="00B90731" w:rsidRPr="7F52B5C5">
        <w:rPr>
          <w:b/>
          <w:bCs/>
        </w:rPr>
        <w:t xml:space="preserve">luxuriöses </w:t>
      </w:r>
      <w:r w:rsidR="00ED477B" w:rsidRPr="7F52B5C5">
        <w:rPr>
          <w:b/>
          <w:bCs/>
        </w:rPr>
        <w:t>Design</w:t>
      </w:r>
      <w:r w:rsidR="00E970C2" w:rsidRPr="7F52B5C5">
        <w:rPr>
          <w:b/>
          <w:bCs/>
        </w:rPr>
        <w:t xml:space="preserve"> sowie</w:t>
      </w:r>
      <w:r w:rsidR="006D0608" w:rsidRPr="7F52B5C5">
        <w:rPr>
          <w:b/>
          <w:bCs/>
        </w:rPr>
        <w:t xml:space="preserve"> </w:t>
      </w:r>
      <w:r w:rsidR="00B90731" w:rsidRPr="7F52B5C5">
        <w:rPr>
          <w:b/>
          <w:bCs/>
        </w:rPr>
        <w:t>eine</w:t>
      </w:r>
      <w:r w:rsidR="00E970C2" w:rsidRPr="7F52B5C5">
        <w:rPr>
          <w:b/>
          <w:bCs/>
        </w:rPr>
        <w:t xml:space="preserve"> </w:t>
      </w:r>
      <w:r w:rsidR="00206F4B" w:rsidRPr="7F52B5C5">
        <w:rPr>
          <w:b/>
          <w:bCs/>
        </w:rPr>
        <w:t>besonders</w:t>
      </w:r>
      <w:r w:rsidR="006D0608" w:rsidRPr="7F52B5C5">
        <w:rPr>
          <w:b/>
          <w:bCs/>
        </w:rPr>
        <w:t xml:space="preserve"> komfortable</w:t>
      </w:r>
      <w:r w:rsidR="00E77507" w:rsidRPr="7F52B5C5">
        <w:rPr>
          <w:b/>
          <w:bCs/>
        </w:rPr>
        <w:t xml:space="preserve"> </w:t>
      </w:r>
      <w:r w:rsidR="006D0608" w:rsidRPr="7F52B5C5">
        <w:rPr>
          <w:b/>
          <w:bCs/>
        </w:rPr>
        <w:t>Ausstattung</w:t>
      </w:r>
      <w:r w:rsidR="00FA19E7" w:rsidRPr="7F52B5C5">
        <w:rPr>
          <w:b/>
          <w:bCs/>
        </w:rPr>
        <w:t>.</w:t>
      </w:r>
      <w:r w:rsidR="00C15887" w:rsidRPr="7F52B5C5">
        <w:rPr>
          <w:b/>
          <w:bCs/>
        </w:rPr>
        <w:t xml:space="preserve"> </w:t>
      </w:r>
      <w:r w:rsidR="006070EA" w:rsidRPr="7F52B5C5">
        <w:rPr>
          <w:b/>
          <w:bCs/>
        </w:rPr>
        <w:t>Es vereint barocke</w:t>
      </w:r>
      <w:r w:rsidR="00966B19" w:rsidRPr="7F52B5C5">
        <w:rPr>
          <w:b/>
          <w:bCs/>
        </w:rPr>
        <w:t>, rustikale</w:t>
      </w:r>
      <w:r w:rsidR="006070EA" w:rsidRPr="7F52B5C5">
        <w:rPr>
          <w:b/>
          <w:bCs/>
        </w:rPr>
        <w:t xml:space="preserve"> </w:t>
      </w:r>
      <w:r w:rsidR="00FC1B86" w:rsidRPr="7F52B5C5">
        <w:rPr>
          <w:b/>
          <w:bCs/>
        </w:rPr>
        <w:t xml:space="preserve">und moderne Stilelemente </w:t>
      </w:r>
      <w:r w:rsidR="001A2C30" w:rsidRPr="7F52B5C5">
        <w:rPr>
          <w:b/>
          <w:bCs/>
        </w:rPr>
        <w:t xml:space="preserve">und schafft </w:t>
      </w:r>
      <w:r w:rsidR="00FA7B03" w:rsidRPr="7F52B5C5">
        <w:rPr>
          <w:b/>
          <w:bCs/>
        </w:rPr>
        <w:t xml:space="preserve">dadurch </w:t>
      </w:r>
      <w:r w:rsidR="001A2C30" w:rsidRPr="7F52B5C5">
        <w:rPr>
          <w:b/>
          <w:bCs/>
        </w:rPr>
        <w:t xml:space="preserve">ein </w:t>
      </w:r>
      <w:r w:rsidR="007806E2" w:rsidRPr="7F52B5C5">
        <w:rPr>
          <w:b/>
          <w:bCs/>
        </w:rPr>
        <w:t xml:space="preserve">unverwechselbares </w:t>
      </w:r>
      <w:r w:rsidR="00905A1A" w:rsidRPr="7F52B5C5">
        <w:rPr>
          <w:b/>
          <w:bCs/>
        </w:rPr>
        <w:t>Interi</w:t>
      </w:r>
      <w:r w:rsidR="00B9198F" w:rsidRPr="7F52B5C5">
        <w:rPr>
          <w:b/>
          <w:bCs/>
        </w:rPr>
        <w:t>eu</w:t>
      </w:r>
      <w:r w:rsidR="00905A1A" w:rsidRPr="7F52B5C5">
        <w:rPr>
          <w:b/>
          <w:bCs/>
        </w:rPr>
        <w:t>r</w:t>
      </w:r>
      <w:r w:rsidR="00FA19E7" w:rsidRPr="7F52B5C5">
        <w:rPr>
          <w:b/>
          <w:bCs/>
        </w:rPr>
        <w:t xml:space="preserve">. </w:t>
      </w:r>
      <w:r w:rsidR="00B9198F" w:rsidRPr="7F52B5C5">
        <w:rPr>
          <w:b/>
          <w:bCs/>
        </w:rPr>
        <w:t>D</w:t>
      </w:r>
      <w:r w:rsidR="0057705C" w:rsidRPr="7F52B5C5">
        <w:rPr>
          <w:b/>
          <w:bCs/>
        </w:rPr>
        <w:t xml:space="preserve">as </w:t>
      </w:r>
      <w:r w:rsidR="004E7BFD" w:rsidRPr="7F52B5C5">
        <w:rPr>
          <w:b/>
          <w:bCs/>
        </w:rPr>
        <w:t>außergewöhnliche</w:t>
      </w:r>
      <w:r w:rsidR="00260A3A" w:rsidRPr="7F52B5C5">
        <w:rPr>
          <w:b/>
          <w:bCs/>
        </w:rPr>
        <w:t xml:space="preserve"> </w:t>
      </w:r>
      <w:r w:rsidR="0057705C" w:rsidRPr="7F52B5C5">
        <w:rPr>
          <w:b/>
          <w:bCs/>
        </w:rPr>
        <w:t xml:space="preserve">Gestaltungskonzept </w:t>
      </w:r>
      <w:r w:rsidR="00905A1A" w:rsidRPr="7F52B5C5">
        <w:rPr>
          <w:b/>
          <w:bCs/>
        </w:rPr>
        <w:t>zieht sich</w:t>
      </w:r>
      <w:r w:rsidR="00B9198F" w:rsidRPr="7F52B5C5">
        <w:rPr>
          <w:b/>
          <w:bCs/>
        </w:rPr>
        <w:t xml:space="preserve"> durch </w:t>
      </w:r>
      <w:r w:rsidR="0057705C" w:rsidRPr="7F52B5C5">
        <w:rPr>
          <w:b/>
          <w:bCs/>
        </w:rPr>
        <w:t xml:space="preserve">alle Bereiche des Hauses, </w:t>
      </w:r>
      <w:r w:rsidR="00905A1A" w:rsidRPr="7F52B5C5">
        <w:rPr>
          <w:b/>
          <w:bCs/>
        </w:rPr>
        <w:t>bis in die Bäder</w:t>
      </w:r>
      <w:r w:rsidR="00B2499B" w:rsidRPr="7F52B5C5">
        <w:rPr>
          <w:b/>
          <w:bCs/>
        </w:rPr>
        <w:t xml:space="preserve">: In </w:t>
      </w:r>
      <w:r w:rsidR="00CA40E1" w:rsidRPr="7F52B5C5">
        <w:rPr>
          <w:b/>
          <w:bCs/>
        </w:rPr>
        <w:t>jedem Bad</w:t>
      </w:r>
      <w:r w:rsidR="00B2499B" w:rsidRPr="7F52B5C5">
        <w:rPr>
          <w:b/>
          <w:bCs/>
        </w:rPr>
        <w:t xml:space="preserve"> der 76 Zimmer </w:t>
      </w:r>
      <w:r w:rsidR="00B9198F" w:rsidRPr="7F52B5C5">
        <w:rPr>
          <w:b/>
          <w:bCs/>
        </w:rPr>
        <w:t>wurde</w:t>
      </w:r>
      <w:r w:rsidR="00B2499B" w:rsidRPr="7F52B5C5">
        <w:rPr>
          <w:b/>
          <w:bCs/>
        </w:rPr>
        <w:t xml:space="preserve"> ein </w:t>
      </w:r>
      <w:r w:rsidR="00221840" w:rsidRPr="7F52B5C5">
        <w:rPr>
          <w:b/>
          <w:bCs/>
        </w:rPr>
        <w:t xml:space="preserve">Geberit </w:t>
      </w:r>
      <w:proofErr w:type="spellStart"/>
      <w:r w:rsidR="00221840" w:rsidRPr="7F52B5C5">
        <w:rPr>
          <w:b/>
          <w:bCs/>
        </w:rPr>
        <w:t>AquaClean</w:t>
      </w:r>
      <w:proofErr w:type="spellEnd"/>
      <w:r w:rsidR="00221840" w:rsidRPr="7F52B5C5">
        <w:rPr>
          <w:b/>
          <w:bCs/>
        </w:rPr>
        <w:t xml:space="preserve"> Sela </w:t>
      </w:r>
      <w:r w:rsidR="00B2499B" w:rsidRPr="7F52B5C5">
        <w:rPr>
          <w:b/>
          <w:bCs/>
        </w:rPr>
        <w:t>Dusch</w:t>
      </w:r>
      <w:r w:rsidR="00BB2B21" w:rsidRPr="7F52B5C5">
        <w:rPr>
          <w:b/>
          <w:bCs/>
        </w:rPr>
        <w:t>-W</w:t>
      </w:r>
      <w:r w:rsidR="004D1EF3" w:rsidRPr="7F52B5C5">
        <w:rPr>
          <w:b/>
          <w:bCs/>
        </w:rPr>
        <w:t>C</w:t>
      </w:r>
      <w:r w:rsidR="00BB2B21" w:rsidRPr="7F52B5C5">
        <w:rPr>
          <w:b/>
          <w:bCs/>
        </w:rPr>
        <w:t xml:space="preserve"> </w:t>
      </w:r>
      <w:r w:rsidR="00B9198F" w:rsidRPr="7F52B5C5">
        <w:rPr>
          <w:b/>
          <w:bCs/>
        </w:rPr>
        <w:t>eingebaut</w:t>
      </w:r>
      <w:r w:rsidR="007448F6" w:rsidRPr="7F52B5C5">
        <w:rPr>
          <w:b/>
          <w:bCs/>
        </w:rPr>
        <w:t>, das durch das</w:t>
      </w:r>
      <w:r w:rsidR="007E5B59" w:rsidRPr="7F52B5C5">
        <w:rPr>
          <w:b/>
          <w:bCs/>
        </w:rPr>
        <w:t xml:space="preserve"> Extra an Komfort</w:t>
      </w:r>
      <w:r w:rsidR="004B7955" w:rsidRPr="7F52B5C5">
        <w:rPr>
          <w:b/>
          <w:bCs/>
        </w:rPr>
        <w:t xml:space="preserve"> </w:t>
      </w:r>
      <w:r w:rsidR="00AF666B" w:rsidRPr="7F52B5C5">
        <w:rPr>
          <w:b/>
          <w:bCs/>
        </w:rPr>
        <w:t>zum ganzheitlichen Luxuserlebnis</w:t>
      </w:r>
      <w:r w:rsidR="00BF5F5A" w:rsidRPr="7F52B5C5">
        <w:rPr>
          <w:b/>
          <w:bCs/>
        </w:rPr>
        <w:t xml:space="preserve"> </w:t>
      </w:r>
      <w:r w:rsidR="007448F6" w:rsidRPr="7F52B5C5">
        <w:rPr>
          <w:b/>
          <w:bCs/>
        </w:rPr>
        <w:t xml:space="preserve">des </w:t>
      </w:r>
      <w:r w:rsidR="007D54AA" w:rsidRPr="7F52B5C5">
        <w:rPr>
          <w:b/>
          <w:bCs/>
        </w:rPr>
        <w:t>THE LEO GRAND</w:t>
      </w:r>
      <w:r w:rsidR="009C01BC" w:rsidRPr="7F52B5C5">
        <w:rPr>
          <w:b/>
          <w:bCs/>
        </w:rPr>
        <w:t xml:space="preserve"> </w:t>
      </w:r>
      <w:r w:rsidR="007448F6" w:rsidRPr="7F52B5C5">
        <w:rPr>
          <w:b/>
          <w:bCs/>
        </w:rPr>
        <w:t>beiträgt</w:t>
      </w:r>
      <w:r w:rsidR="009C01BC" w:rsidRPr="7F52B5C5">
        <w:rPr>
          <w:b/>
          <w:bCs/>
        </w:rPr>
        <w:t xml:space="preserve">. </w:t>
      </w:r>
    </w:p>
    <w:p w14:paraId="5DC6FABC" w14:textId="5BC10EF1" w:rsidR="00D337CB" w:rsidRPr="00305D49" w:rsidRDefault="00D337CB" w:rsidP="00D337CB">
      <w:r>
        <w:t>Sobald Gäste den ersten Fuß in das Hotel gesetzt haben, bemerken sie, dass hier etwas anders ist</w:t>
      </w:r>
      <w:r w:rsidR="00305D49">
        <w:t xml:space="preserve"> – </w:t>
      </w:r>
      <w:r w:rsidR="00805EE3">
        <w:t>der Leitsatz</w:t>
      </w:r>
      <w:r w:rsidR="00305D49">
        <w:t xml:space="preserve"> des THE LEO GRAND, „More </w:t>
      </w:r>
      <w:proofErr w:type="spellStart"/>
      <w:r w:rsidR="00305D49">
        <w:t>Than</w:t>
      </w:r>
      <w:proofErr w:type="spellEnd"/>
      <w:r w:rsidR="00305D49">
        <w:t xml:space="preserve"> a Hotel“, ist hier überall </w:t>
      </w:r>
      <w:r w:rsidR="00805EE3">
        <w:t>präsent</w:t>
      </w:r>
      <w:r w:rsidR="00305D49">
        <w:t>.</w:t>
      </w:r>
      <w:r>
        <w:t xml:space="preserve"> Die Einrichtung unterscheidet sich von vielen klassischen </w:t>
      </w:r>
      <w:r w:rsidR="00612CF7">
        <w:t>Luxushotels</w:t>
      </w:r>
      <w:r w:rsidR="00085C0C">
        <w:t xml:space="preserve">: </w:t>
      </w:r>
      <w:r w:rsidR="008B7E24">
        <w:t>Barocke</w:t>
      </w:r>
      <w:r w:rsidR="00085C0C">
        <w:t xml:space="preserve"> Stilelemente </w:t>
      </w:r>
      <w:r w:rsidR="00F15F85">
        <w:t xml:space="preserve">zeugen von Extravaganz und </w:t>
      </w:r>
      <w:r w:rsidR="0010258C">
        <w:t>lassen</w:t>
      </w:r>
      <w:r w:rsidR="00371B77">
        <w:t xml:space="preserve"> </w:t>
      </w:r>
      <w:r w:rsidR="0010258C">
        <w:t>das Gefühl vergangener</w:t>
      </w:r>
      <w:r w:rsidR="00F3004A">
        <w:t>, glanzvoller</w:t>
      </w:r>
      <w:r w:rsidR="0010258C">
        <w:t xml:space="preserve"> Zeiten aufleben</w:t>
      </w:r>
      <w:r>
        <w:t>.</w:t>
      </w:r>
      <w:r w:rsidR="0010258C">
        <w:t xml:space="preserve"> </w:t>
      </w:r>
      <w:r w:rsidR="00F3004A">
        <w:t>Ausgewählte moderne Akzente brechen</w:t>
      </w:r>
      <w:r w:rsidR="008B7E24">
        <w:t xml:space="preserve"> die mondänen Stilelemente gekonnt</w:t>
      </w:r>
      <w:r w:rsidR="00172CA7">
        <w:t xml:space="preserve">, sodass genau der Gesamteindruck entsteht, den das Interior-Design-Team angestrebt hat: </w:t>
      </w:r>
      <w:r w:rsidR="00D47D2F">
        <w:t>moderner Luxus.</w:t>
      </w:r>
      <w:r w:rsidR="00450F2D">
        <w:t xml:space="preserve"> </w:t>
      </w:r>
    </w:p>
    <w:p w14:paraId="13C86192" w14:textId="42F9D463" w:rsidR="006F70D9" w:rsidRPr="00CD5BF5" w:rsidRDefault="00E66603" w:rsidP="006F70D9">
      <w:pPr>
        <w:rPr>
          <w:color w:val="000000" w:themeColor="text1"/>
          <w:szCs w:val="20"/>
          <w:lang w:val="de-AT"/>
        </w:rPr>
      </w:pPr>
      <w:r w:rsidRPr="00CD5BF5">
        <w:rPr>
          <w:color w:val="000000" w:themeColor="text1"/>
          <w:szCs w:val="20"/>
          <w:lang w:val="de-AT"/>
        </w:rPr>
        <w:t xml:space="preserve">Bis vor wenigen Jahren </w:t>
      </w:r>
      <w:r w:rsidR="00B662F5" w:rsidRPr="00CD5BF5">
        <w:rPr>
          <w:color w:val="000000" w:themeColor="text1"/>
          <w:szCs w:val="20"/>
          <w:lang w:val="de-AT"/>
        </w:rPr>
        <w:t>beherbergte das historische Gebäude</w:t>
      </w:r>
      <w:r w:rsidR="003A0B46" w:rsidRPr="00CD5BF5">
        <w:rPr>
          <w:color w:val="000000" w:themeColor="text1"/>
          <w:szCs w:val="20"/>
          <w:lang w:val="de-AT"/>
        </w:rPr>
        <w:t xml:space="preserve">, dessen </w:t>
      </w:r>
      <w:r w:rsidR="002A7856" w:rsidRPr="00CD5BF5">
        <w:rPr>
          <w:color w:val="000000" w:themeColor="text1"/>
          <w:szCs w:val="20"/>
          <w:lang w:val="de-AT"/>
        </w:rPr>
        <w:t>Geschichte sich bis in</w:t>
      </w:r>
      <w:r w:rsidR="00DF57D8" w:rsidRPr="00CD5BF5">
        <w:rPr>
          <w:color w:val="000000" w:themeColor="text1"/>
          <w:szCs w:val="20"/>
          <w:lang w:val="de-AT"/>
        </w:rPr>
        <w:t>s</w:t>
      </w:r>
      <w:r w:rsidR="002A7856" w:rsidRPr="00CD5BF5">
        <w:rPr>
          <w:color w:val="000000" w:themeColor="text1"/>
          <w:szCs w:val="20"/>
          <w:lang w:val="de-AT"/>
        </w:rPr>
        <w:t xml:space="preserve"> 14. Jahrhundert zurückverfolgen lässt,</w:t>
      </w:r>
      <w:r w:rsidR="00B662F5" w:rsidRPr="00CD5BF5">
        <w:rPr>
          <w:color w:val="000000" w:themeColor="text1"/>
          <w:szCs w:val="20"/>
          <w:lang w:val="de-AT"/>
        </w:rPr>
        <w:t xml:space="preserve"> </w:t>
      </w:r>
      <w:r w:rsidR="00674356" w:rsidRPr="00CD5BF5">
        <w:rPr>
          <w:color w:val="000000" w:themeColor="text1"/>
          <w:szCs w:val="20"/>
          <w:lang w:val="de-AT"/>
        </w:rPr>
        <w:t xml:space="preserve">Mietwohnungen </w:t>
      </w:r>
      <w:r w:rsidR="00F33C68" w:rsidRPr="00CD5BF5">
        <w:rPr>
          <w:color w:val="000000" w:themeColor="text1"/>
          <w:szCs w:val="20"/>
          <w:lang w:val="de-AT"/>
        </w:rPr>
        <w:t>im Herzen Wiens</w:t>
      </w:r>
      <w:r w:rsidR="00B662F5" w:rsidRPr="00CD5BF5">
        <w:rPr>
          <w:color w:val="000000" w:themeColor="text1"/>
          <w:szCs w:val="20"/>
          <w:lang w:val="de-AT"/>
        </w:rPr>
        <w:t>.</w:t>
      </w:r>
      <w:r w:rsidR="006F70D9" w:rsidRPr="00CD5BF5">
        <w:rPr>
          <w:color w:val="000000" w:themeColor="text1"/>
          <w:szCs w:val="20"/>
          <w:lang w:val="de-AT"/>
        </w:rPr>
        <w:t xml:space="preserve"> In Zusammenarbeit mit Denkmalschutzexperten und Archäologen wurde </w:t>
      </w:r>
      <w:r w:rsidR="00284729" w:rsidRPr="00CD5BF5">
        <w:rPr>
          <w:color w:val="000000" w:themeColor="text1"/>
          <w:szCs w:val="20"/>
          <w:lang w:val="de-AT"/>
        </w:rPr>
        <w:t xml:space="preserve">es </w:t>
      </w:r>
      <w:r w:rsidR="006F70D9" w:rsidRPr="00CD5BF5">
        <w:rPr>
          <w:color w:val="000000" w:themeColor="text1"/>
          <w:szCs w:val="20"/>
          <w:lang w:val="de-AT"/>
        </w:rPr>
        <w:t>von M&amp;S Architekten und de</w:t>
      </w:r>
      <w:r w:rsidR="002C5920" w:rsidRPr="00CD5BF5">
        <w:rPr>
          <w:color w:val="000000" w:themeColor="text1"/>
          <w:szCs w:val="20"/>
          <w:lang w:val="de-AT"/>
        </w:rPr>
        <w:t>m</w:t>
      </w:r>
      <w:r w:rsidR="006F70D9" w:rsidRPr="00CD5BF5">
        <w:rPr>
          <w:color w:val="000000" w:themeColor="text1"/>
          <w:szCs w:val="20"/>
          <w:lang w:val="de-AT"/>
        </w:rPr>
        <w:t xml:space="preserve"> </w:t>
      </w:r>
      <w:r w:rsidR="00101C9C" w:rsidRPr="00CD5BF5">
        <w:rPr>
          <w:color w:val="000000" w:themeColor="text1"/>
          <w:szCs w:val="20"/>
          <w:lang w:val="de-AT"/>
        </w:rPr>
        <w:t>österreichischen</w:t>
      </w:r>
      <w:r w:rsidR="002C5920" w:rsidRPr="00CD5BF5">
        <w:rPr>
          <w:color w:val="000000" w:themeColor="text1"/>
          <w:szCs w:val="20"/>
          <w:lang w:val="de-AT"/>
        </w:rPr>
        <w:t xml:space="preserve"> Immobilienentwickler</w:t>
      </w:r>
      <w:r w:rsidR="00101C9C" w:rsidRPr="00CD5BF5">
        <w:rPr>
          <w:color w:val="000000" w:themeColor="text1"/>
          <w:szCs w:val="20"/>
          <w:lang w:val="de-AT"/>
        </w:rPr>
        <w:t xml:space="preserve"> </w:t>
      </w:r>
      <w:proofErr w:type="spellStart"/>
      <w:r w:rsidR="006F70D9" w:rsidRPr="00CD5BF5">
        <w:rPr>
          <w:color w:val="000000" w:themeColor="text1"/>
          <w:szCs w:val="20"/>
          <w:lang w:val="de-AT"/>
        </w:rPr>
        <w:t>Lenikus</w:t>
      </w:r>
      <w:proofErr w:type="spellEnd"/>
      <w:r w:rsidR="006F70D9" w:rsidRPr="00CD5BF5">
        <w:rPr>
          <w:color w:val="000000" w:themeColor="text1"/>
          <w:szCs w:val="20"/>
          <w:lang w:val="de-AT"/>
        </w:rPr>
        <w:t xml:space="preserve"> Gruppe in einer neunjährigen Planungs- und Bauzeit </w:t>
      </w:r>
      <w:r w:rsidR="00716AC9" w:rsidRPr="00CD5BF5">
        <w:rPr>
          <w:color w:val="000000" w:themeColor="text1"/>
          <w:szCs w:val="20"/>
          <w:lang w:val="de-AT"/>
        </w:rPr>
        <w:t>aufwendig saniert und umgestaltet.</w:t>
      </w:r>
    </w:p>
    <w:p w14:paraId="108066F8" w14:textId="6F4ECA20" w:rsidR="00A35C2C" w:rsidRPr="00CD5BF5" w:rsidRDefault="00216C34" w:rsidP="00D337CB">
      <w:r w:rsidRPr="7976BC0F">
        <w:rPr>
          <w:rFonts w:eastAsia="AktivGroteskGeberit-Regular"/>
          <w:b/>
          <w:bCs/>
          <w:color w:val="000000" w:themeColor="text1"/>
        </w:rPr>
        <w:t>Individuelle Extravaganz erleben</w:t>
      </w:r>
      <w:r>
        <w:br/>
      </w:r>
      <w:r w:rsidR="00163125">
        <w:t xml:space="preserve">Das Hotel verfügt über </w:t>
      </w:r>
      <w:r w:rsidR="00D529AF">
        <w:t xml:space="preserve">76 </w:t>
      </w:r>
      <w:r w:rsidR="00AB0723">
        <w:t xml:space="preserve">großzügig geschnittene </w:t>
      </w:r>
      <w:r w:rsidR="00D529AF">
        <w:t>Zimmer</w:t>
      </w:r>
      <w:r w:rsidR="00A81F84">
        <w:t xml:space="preserve"> mit Bad</w:t>
      </w:r>
      <w:r w:rsidR="00483972">
        <w:t>, von denen keines dem anderen gleicht</w:t>
      </w:r>
      <w:r w:rsidR="00D529AF">
        <w:t>.</w:t>
      </w:r>
      <w:r w:rsidR="00823406">
        <w:t xml:space="preserve"> </w:t>
      </w:r>
      <w:r w:rsidR="003310C9">
        <w:t>Verschiedene</w:t>
      </w:r>
      <w:r w:rsidR="00823406">
        <w:t xml:space="preserve"> Muster- und Stil</w:t>
      </w:r>
      <w:r w:rsidR="00AF26CB">
        <w:t>mixe</w:t>
      </w:r>
      <w:r w:rsidR="00D0567D">
        <w:t xml:space="preserve"> </w:t>
      </w:r>
      <w:r w:rsidR="003310C9">
        <w:t>sowie</w:t>
      </w:r>
      <w:r w:rsidR="00D0567D">
        <w:t xml:space="preserve"> dezente </w:t>
      </w:r>
      <w:r w:rsidR="003310C9">
        <w:t>Pastelltöne schaffen</w:t>
      </w:r>
      <w:r w:rsidR="00AA5ED3">
        <w:t xml:space="preserve"> </w:t>
      </w:r>
      <w:r w:rsidR="003310C9">
        <w:t xml:space="preserve">eine Verbindung </w:t>
      </w:r>
      <w:r w:rsidR="00183D5C">
        <w:t>zwischen den</w:t>
      </w:r>
      <w:r w:rsidR="0023460D">
        <w:t xml:space="preserve"> Designs der</w:t>
      </w:r>
      <w:r w:rsidR="00A81F84">
        <w:t xml:space="preserve"> unterschiedlichen</w:t>
      </w:r>
      <w:r w:rsidR="00183D5C">
        <w:t xml:space="preserve"> Räume</w:t>
      </w:r>
      <w:r w:rsidR="006401E4">
        <w:t xml:space="preserve">. </w:t>
      </w:r>
      <w:r w:rsidR="00711C0C">
        <w:t xml:space="preserve">In mehreren Zimmern </w:t>
      </w:r>
      <w:r w:rsidR="004E0229">
        <w:t>wurden unter dem Dachstuhl die tragenden Balken freigelegt</w:t>
      </w:r>
      <w:r w:rsidR="00B3675E">
        <w:t xml:space="preserve">, die </w:t>
      </w:r>
      <w:r w:rsidR="004E0229">
        <w:t>einen spannenden Kontrast zur luxuriösen Einrichtung</w:t>
      </w:r>
      <w:r w:rsidR="00B3675E">
        <w:t xml:space="preserve"> bilden</w:t>
      </w:r>
      <w:r w:rsidR="00776FCC">
        <w:t>.</w:t>
      </w:r>
      <w:r w:rsidR="00711C0C">
        <w:t xml:space="preserve"> </w:t>
      </w:r>
      <w:r w:rsidR="004E0229">
        <w:t>Wohnobjekte</w:t>
      </w:r>
      <w:r w:rsidR="00A35C2C">
        <w:t xml:space="preserve"> </w:t>
      </w:r>
      <w:r w:rsidR="006729DE">
        <w:t xml:space="preserve">wie </w:t>
      </w:r>
      <w:r w:rsidR="0038357A">
        <w:t xml:space="preserve">extravagante </w:t>
      </w:r>
      <w:r w:rsidR="003A690F">
        <w:t xml:space="preserve">goldene </w:t>
      </w:r>
      <w:r w:rsidR="0038357A">
        <w:t>Lampen</w:t>
      </w:r>
      <w:r w:rsidR="003A690F">
        <w:t xml:space="preserve"> oder </w:t>
      </w:r>
      <w:r w:rsidR="00483972">
        <w:t>antike Sessel</w:t>
      </w:r>
      <w:r w:rsidR="0038357A">
        <w:t xml:space="preserve"> </w:t>
      </w:r>
      <w:r w:rsidR="004E0229">
        <w:t>verleihen den Zimmern</w:t>
      </w:r>
      <w:r w:rsidR="003A690F">
        <w:t xml:space="preserve"> Individualität und machen jedes davon </w:t>
      </w:r>
      <w:r w:rsidR="004300C1">
        <w:t>einzigartig</w:t>
      </w:r>
      <w:r w:rsidR="00483972">
        <w:t>.</w:t>
      </w:r>
    </w:p>
    <w:p w14:paraId="3591ED98" w14:textId="3533C23A" w:rsidR="003250B1" w:rsidRPr="00CD5BF5" w:rsidRDefault="000A4F83" w:rsidP="003F1BF5">
      <w:r w:rsidRPr="36225CCF">
        <w:rPr>
          <w:rFonts w:eastAsia="AktivGroteskGeberit-Regular"/>
          <w:b/>
          <w:bCs/>
          <w:color w:val="000000" w:themeColor="text1"/>
        </w:rPr>
        <w:t>Hohe Komfort- und Designansprüche mit Dusch-WC</w:t>
      </w:r>
      <w:r w:rsidR="007050A4" w:rsidRPr="36225CCF">
        <w:rPr>
          <w:rFonts w:eastAsia="AktivGroteskGeberit-Regular"/>
          <w:b/>
          <w:bCs/>
          <w:color w:val="000000" w:themeColor="text1"/>
        </w:rPr>
        <w:t>s</w:t>
      </w:r>
      <w:r w:rsidRPr="36225CCF">
        <w:rPr>
          <w:rFonts w:eastAsia="AktivGroteskGeberit-Regular"/>
          <w:b/>
          <w:bCs/>
          <w:color w:val="000000" w:themeColor="text1"/>
        </w:rPr>
        <w:t xml:space="preserve"> bedienen</w:t>
      </w:r>
      <w:r>
        <w:br/>
      </w:r>
      <w:r w:rsidR="0030411B">
        <w:t xml:space="preserve">Gerade im gehobenen Hotel </w:t>
      </w:r>
      <w:r w:rsidR="00752C3D">
        <w:t>muss das Hotelbad</w:t>
      </w:r>
      <w:r w:rsidR="00213892">
        <w:t xml:space="preserve"> hohe</w:t>
      </w:r>
      <w:r w:rsidR="00A64CBF">
        <w:t>n</w:t>
      </w:r>
      <w:r w:rsidR="00792A87">
        <w:t xml:space="preserve"> </w:t>
      </w:r>
      <w:r w:rsidR="00C964B9">
        <w:t>Ansprüche</w:t>
      </w:r>
      <w:r w:rsidR="00A64CBF">
        <w:t>n</w:t>
      </w:r>
      <w:r w:rsidR="00961E8C">
        <w:t xml:space="preserve"> </w:t>
      </w:r>
      <w:r w:rsidR="003E2A5D">
        <w:t>genügen</w:t>
      </w:r>
      <w:r w:rsidR="00C45778">
        <w:t xml:space="preserve">: </w:t>
      </w:r>
      <w:r w:rsidR="00C964B9">
        <w:t>Die Ausstattung</w:t>
      </w:r>
      <w:r w:rsidR="00C45778">
        <w:t xml:space="preserve"> soll </w:t>
      </w:r>
      <w:r w:rsidR="00792A87">
        <w:t xml:space="preserve">Gästen </w:t>
      </w:r>
      <w:r w:rsidR="00092AC1">
        <w:t>maximalen Komfort bieten</w:t>
      </w:r>
      <w:r w:rsidR="003C25FD">
        <w:t xml:space="preserve"> </w:t>
      </w:r>
      <w:r w:rsidR="00961E8C">
        <w:t xml:space="preserve">und </w:t>
      </w:r>
      <w:r w:rsidR="003C25FD">
        <w:t xml:space="preserve">muss </w:t>
      </w:r>
      <w:r w:rsidR="00265694">
        <w:t xml:space="preserve">zudem </w:t>
      </w:r>
      <w:r w:rsidR="00961E8C">
        <w:t>einem gewissen Designanspruch gerecht werden.</w:t>
      </w:r>
      <w:r w:rsidR="00592830">
        <w:t xml:space="preserve"> </w:t>
      </w:r>
      <w:r w:rsidR="002C7A39">
        <w:t xml:space="preserve">Für Architekten und Interior Designer </w:t>
      </w:r>
      <w:r w:rsidR="00024380">
        <w:t xml:space="preserve">können diese Erwartungen </w:t>
      </w:r>
      <w:r w:rsidR="00B00DEC">
        <w:t>eine Herausforderung darstellen</w:t>
      </w:r>
      <w:r w:rsidR="000D5EEF">
        <w:t>. Daher sind</w:t>
      </w:r>
      <w:r w:rsidR="00B84307">
        <w:t xml:space="preserve"> </w:t>
      </w:r>
      <w:r w:rsidR="000D5EEF">
        <w:t xml:space="preserve">Produkte, die </w:t>
      </w:r>
      <w:r w:rsidR="00B84307">
        <w:t>diese Eigenschaften in sich vereinen,</w:t>
      </w:r>
      <w:r w:rsidR="004E0229">
        <w:t xml:space="preserve"> gefragt</w:t>
      </w:r>
      <w:r w:rsidR="00B84307">
        <w:t>.</w:t>
      </w:r>
      <w:r w:rsidR="00FE4642">
        <w:t xml:space="preserve"> </w:t>
      </w:r>
      <w:r w:rsidR="00B84307">
        <w:t>G</w:t>
      </w:r>
      <w:r w:rsidR="00E22388">
        <w:t>erade</w:t>
      </w:r>
      <w:r w:rsidR="00FE4642">
        <w:t xml:space="preserve"> im Bereich des WCs</w:t>
      </w:r>
      <w:r w:rsidR="001E0088">
        <w:t>, dem bei der Gestaltung häufig keine besondere Aufmerksamkeit geschenkt wird</w:t>
      </w:r>
      <w:r w:rsidR="00B84307">
        <w:t xml:space="preserve">, können Architekten und Interior Designer durch eine kluge </w:t>
      </w:r>
      <w:r w:rsidR="009D2BC5">
        <w:t>Produktwahl punkten. Geeignet ist zum Beispiel ein Dusch-WC, das die Funktion</w:t>
      </w:r>
      <w:r w:rsidR="00F14685">
        <w:t>en</w:t>
      </w:r>
      <w:r w:rsidR="009D2BC5">
        <w:t xml:space="preserve"> eines </w:t>
      </w:r>
      <w:r w:rsidR="00F14685">
        <w:t xml:space="preserve">WCs mit denen eines Bidets </w:t>
      </w:r>
      <w:r w:rsidR="00D926AA">
        <w:t>vereint</w:t>
      </w:r>
      <w:r w:rsidR="00F14685">
        <w:t>. So erhalten Gäste das gewisse Extra an Komfort.</w:t>
      </w:r>
      <w:r w:rsidR="0018605D">
        <w:t xml:space="preserve"> </w:t>
      </w:r>
      <w:r w:rsidR="0018605D">
        <w:lastRenderedPageBreak/>
        <w:t xml:space="preserve">Je nach Modell </w:t>
      </w:r>
      <w:r w:rsidR="00DB428F">
        <w:t>kann es außerdem auch das Design des Hotelbads</w:t>
      </w:r>
      <w:r w:rsidR="004E0229">
        <w:t xml:space="preserve"> unterstreichen oder</w:t>
      </w:r>
      <w:r w:rsidR="00DB428F">
        <w:t xml:space="preserve"> aufwerten.</w:t>
      </w:r>
      <w:r w:rsidR="00F14685">
        <w:t xml:space="preserve"> </w:t>
      </w:r>
      <w:r w:rsidR="00E16986">
        <w:t>D</w:t>
      </w:r>
      <w:r w:rsidR="00657AD2">
        <w:t>as</w:t>
      </w:r>
      <w:r w:rsidR="00E16986">
        <w:t xml:space="preserve"> haben </w:t>
      </w:r>
      <w:r w:rsidR="00F15207">
        <w:t xml:space="preserve">auch </w:t>
      </w:r>
      <w:r w:rsidR="00E16986">
        <w:t>d</w:t>
      </w:r>
      <w:r w:rsidR="002F0A79">
        <w:t xml:space="preserve">ie Eigentümer </w:t>
      </w:r>
      <w:r w:rsidR="00F15207">
        <w:t xml:space="preserve">des </w:t>
      </w:r>
      <w:r w:rsidR="007D54AA">
        <w:t>THE LEO GRAND</w:t>
      </w:r>
      <w:r w:rsidR="00F15207">
        <w:t xml:space="preserve"> </w:t>
      </w:r>
      <w:r w:rsidR="00E16986">
        <w:t xml:space="preserve">erkannt und konsequent </w:t>
      </w:r>
      <w:r w:rsidR="002F0A79">
        <w:t>alle</w:t>
      </w:r>
      <w:r w:rsidR="00A90C3A">
        <w:t xml:space="preserve"> </w:t>
      </w:r>
      <w:r w:rsidR="00E440F3">
        <w:t xml:space="preserve">76 </w:t>
      </w:r>
      <w:r w:rsidR="00825398">
        <w:t>Bäder des Hotels</w:t>
      </w:r>
      <w:r w:rsidR="00657AD2">
        <w:t xml:space="preserve"> </w:t>
      </w:r>
      <w:r w:rsidR="00C5120E">
        <w:t xml:space="preserve">mit </w:t>
      </w:r>
      <w:r w:rsidR="006E1936">
        <w:t>Dusch-</w:t>
      </w:r>
      <w:r w:rsidR="00E16986">
        <w:t>WCs ausgestattet</w:t>
      </w:r>
      <w:r w:rsidR="00E440F3">
        <w:t>.</w:t>
      </w:r>
    </w:p>
    <w:p w14:paraId="3AEF0DB3" w14:textId="35A3498E" w:rsidR="00E440F3" w:rsidRDefault="000369DD" w:rsidP="003F1BF5">
      <w:r w:rsidRPr="7976BC0F">
        <w:rPr>
          <w:rFonts w:eastAsia="AktivGroteskGeberit-Regular"/>
          <w:b/>
          <w:bCs/>
          <w:color w:val="000000" w:themeColor="text1"/>
        </w:rPr>
        <w:t>Komfort</w:t>
      </w:r>
      <w:r w:rsidR="001D1FB1" w:rsidRPr="7976BC0F">
        <w:rPr>
          <w:rFonts w:eastAsia="AktivGroteskGeberit-Regular"/>
          <w:b/>
          <w:bCs/>
          <w:color w:val="000000" w:themeColor="text1"/>
        </w:rPr>
        <w:t xml:space="preserve"> und Eleganz</w:t>
      </w:r>
      <w:r w:rsidRPr="7976BC0F">
        <w:rPr>
          <w:rFonts w:eastAsia="AktivGroteskGeberit-Regular"/>
          <w:b/>
          <w:bCs/>
          <w:color w:val="000000" w:themeColor="text1"/>
        </w:rPr>
        <w:t xml:space="preserve"> mit Geberit </w:t>
      </w:r>
      <w:proofErr w:type="spellStart"/>
      <w:r w:rsidRPr="7976BC0F">
        <w:rPr>
          <w:rFonts w:eastAsia="AktivGroteskGeberit-Regular"/>
          <w:b/>
          <w:bCs/>
          <w:color w:val="000000" w:themeColor="text1"/>
        </w:rPr>
        <w:t>AquaClean</w:t>
      </w:r>
      <w:proofErr w:type="spellEnd"/>
      <w:r w:rsidRPr="7976BC0F">
        <w:rPr>
          <w:rFonts w:eastAsia="AktivGroteskGeberit-Regular"/>
          <w:b/>
          <w:bCs/>
          <w:color w:val="000000" w:themeColor="text1"/>
        </w:rPr>
        <w:t xml:space="preserve"> Dusch-WCs</w:t>
      </w:r>
      <w:r>
        <w:br/>
      </w:r>
      <w:r w:rsidR="00D6125D">
        <w:t xml:space="preserve">Im </w:t>
      </w:r>
      <w:r w:rsidR="00C679BE">
        <w:t>THE LEO GRAND</w:t>
      </w:r>
      <w:r w:rsidR="00D6125D">
        <w:t xml:space="preserve"> fiel die Wahl auf das Dusch-WC </w:t>
      </w:r>
      <w:proofErr w:type="spellStart"/>
      <w:r w:rsidR="00D6125D">
        <w:t>AquaClean</w:t>
      </w:r>
      <w:proofErr w:type="spellEnd"/>
      <w:r w:rsidR="00D6125D">
        <w:t xml:space="preserve"> Sela des Herstellers Geberit. Es</w:t>
      </w:r>
      <w:r w:rsidR="00E35B41">
        <w:t xml:space="preserve"> </w:t>
      </w:r>
      <w:r w:rsidR="00952FD8">
        <w:t>punktet auf allen Ebenen, da es</w:t>
      </w:r>
      <w:r w:rsidR="00E35B41">
        <w:t xml:space="preserve"> Komfortfunktionen für den Gast mit</w:t>
      </w:r>
      <w:r w:rsidR="00285288">
        <w:t xml:space="preserve"> einem </w:t>
      </w:r>
      <w:r w:rsidR="00932BA3">
        <w:t>geradlinigen, reduzierten</w:t>
      </w:r>
      <w:r w:rsidR="00285288">
        <w:t xml:space="preserve"> Design </w:t>
      </w:r>
      <w:r w:rsidR="006A6BEC">
        <w:t>verbindet.</w:t>
      </w:r>
      <w:r w:rsidR="00D6125D">
        <w:t xml:space="preserve"> </w:t>
      </w:r>
      <w:r w:rsidR="00E56F9E">
        <w:t>Da</w:t>
      </w:r>
      <w:r w:rsidR="00596D25">
        <w:t xml:space="preserve">s Herzstück </w:t>
      </w:r>
      <w:r w:rsidR="003066B4">
        <w:t>alle</w:t>
      </w:r>
      <w:r w:rsidR="00657AD2">
        <w:t>r</w:t>
      </w:r>
      <w:r w:rsidR="00596D25">
        <w:t xml:space="preserve"> Geberit </w:t>
      </w:r>
      <w:proofErr w:type="spellStart"/>
      <w:r w:rsidR="00596D25">
        <w:t>AquaClean</w:t>
      </w:r>
      <w:proofErr w:type="spellEnd"/>
      <w:r w:rsidR="003066B4">
        <w:t xml:space="preserve"> Modelle</w:t>
      </w:r>
      <w:r w:rsidR="00E56F9E">
        <w:t xml:space="preserve"> bildet die </w:t>
      </w:r>
      <w:proofErr w:type="spellStart"/>
      <w:r w:rsidR="00E56F9E">
        <w:t>WhirlSpray</w:t>
      </w:r>
      <w:proofErr w:type="spellEnd"/>
      <w:r w:rsidR="00F978C5">
        <w:t>-</w:t>
      </w:r>
      <w:r w:rsidR="00E56F9E">
        <w:t>Duschtechnologie</w:t>
      </w:r>
      <w:r w:rsidR="00596D25">
        <w:t>:</w:t>
      </w:r>
      <w:r w:rsidR="00EE1BAB">
        <w:t xml:space="preserve"> </w:t>
      </w:r>
      <w:r w:rsidR="00F9474F">
        <w:t xml:space="preserve">Auf Knopfdruck fährt </w:t>
      </w:r>
      <w:r w:rsidR="00E70102">
        <w:t>ein</w:t>
      </w:r>
      <w:r w:rsidR="00F9474F">
        <w:t xml:space="preserve"> versteckte</w:t>
      </w:r>
      <w:r w:rsidR="00E70102">
        <w:t>r</w:t>
      </w:r>
      <w:r w:rsidR="00F9474F">
        <w:t xml:space="preserve"> </w:t>
      </w:r>
      <w:proofErr w:type="spellStart"/>
      <w:r w:rsidR="00F9474F">
        <w:t>Duscharm</w:t>
      </w:r>
      <w:proofErr w:type="spellEnd"/>
      <w:r w:rsidR="00F9474F">
        <w:t xml:space="preserve"> heraus und reinigt den </w:t>
      </w:r>
      <w:r w:rsidR="00E70102">
        <w:t>Intimbereich</w:t>
      </w:r>
      <w:r w:rsidR="00F9474F">
        <w:t xml:space="preserve"> mit einem angenehm </w:t>
      </w:r>
      <w:r w:rsidR="00BB40E3">
        <w:t>körper</w:t>
      </w:r>
      <w:r w:rsidR="00F9474F">
        <w:t>warmen Wasserstrahl</w:t>
      </w:r>
      <w:r w:rsidR="002B2DF1">
        <w:t>, dem Luft beigemischt wird</w:t>
      </w:r>
      <w:r w:rsidR="00F9474F">
        <w:t>.</w:t>
      </w:r>
      <w:r w:rsidR="00E77E4E">
        <w:t xml:space="preserve"> Die Reinigung ist sanft</w:t>
      </w:r>
      <w:r w:rsidR="00D46393">
        <w:t xml:space="preserve"> </w:t>
      </w:r>
      <w:r w:rsidR="00BB40E3">
        <w:t xml:space="preserve">und </w:t>
      </w:r>
      <w:r w:rsidR="00932BA3">
        <w:t>dennoch</w:t>
      </w:r>
      <w:r w:rsidR="00E77E4E">
        <w:t xml:space="preserve"> gründlich.</w:t>
      </w:r>
      <w:r w:rsidR="00AD36F8">
        <w:t xml:space="preserve"> Das Geberit </w:t>
      </w:r>
      <w:proofErr w:type="spellStart"/>
      <w:r w:rsidR="00AD36F8">
        <w:t>AquaClean</w:t>
      </w:r>
      <w:proofErr w:type="spellEnd"/>
      <w:r w:rsidR="00AD36F8">
        <w:t xml:space="preserve"> Sela hat über die Duschfunktion hinaus noch mehr zu bieten. Beispielsweise verfügt es über ein Orientierungslicht, das bei Dunkelheit </w:t>
      </w:r>
      <w:r w:rsidR="00A6683D">
        <w:t>eine</w:t>
      </w:r>
      <w:r w:rsidR="00AD36F8">
        <w:t xml:space="preserve"> sichere </w:t>
      </w:r>
      <w:r w:rsidR="00657AD2">
        <w:t xml:space="preserve">Orientierung </w:t>
      </w:r>
      <w:r w:rsidR="00A6683D">
        <w:t>ermöglicht. Gerade in fremden Umgebungen wie i</w:t>
      </w:r>
      <w:r w:rsidR="00657AD2">
        <w:t>n</w:t>
      </w:r>
      <w:r w:rsidR="00A6683D">
        <w:t xml:space="preserve"> </w:t>
      </w:r>
      <w:r w:rsidR="00657AD2">
        <w:t xml:space="preserve">einem </w:t>
      </w:r>
      <w:r w:rsidR="00A6683D">
        <w:t>Hotel</w:t>
      </w:r>
      <w:r w:rsidR="00657AD2">
        <w:t>bad</w:t>
      </w:r>
      <w:r w:rsidR="00A6683D">
        <w:t xml:space="preserve"> ist das ein großer Vorteil.</w:t>
      </w:r>
    </w:p>
    <w:p w14:paraId="4A598FF1" w14:textId="41D839D2" w:rsidR="00152118" w:rsidRDefault="0067534F" w:rsidP="7DFBA756">
      <w:pPr>
        <w:rPr>
          <w:lang w:val="de-AT"/>
        </w:rPr>
      </w:pPr>
      <w:r>
        <w:t xml:space="preserve">Auch optisch überzeugen die Geberit </w:t>
      </w:r>
      <w:proofErr w:type="spellStart"/>
      <w:r>
        <w:t>AquaClean</w:t>
      </w:r>
      <w:proofErr w:type="spellEnd"/>
      <w:r>
        <w:t xml:space="preserve"> Sela Dusch-WCs</w:t>
      </w:r>
      <w:r w:rsidR="003F424F">
        <w:t xml:space="preserve">, die aus der Feder </w:t>
      </w:r>
      <w:r w:rsidR="00C312AC">
        <w:t>des Designers Christoph Behling stammen</w:t>
      </w:r>
      <w:r>
        <w:t xml:space="preserve">: </w:t>
      </w:r>
      <w:r w:rsidR="00954CE5">
        <w:t>Dank</w:t>
      </w:r>
      <w:r>
        <w:t xml:space="preserve"> ihrer schlichten Eleganz fügen sie sich harmonisch in </w:t>
      </w:r>
      <w:r w:rsidR="00C312AC">
        <w:t>die</w:t>
      </w:r>
      <w:r>
        <w:t xml:space="preserve"> Bäder </w:t>
      </w:r>
      <w:r w:rsidR="00773173">
        <w:t>des</w:t>
      </w:r>
      <w:r>
        <w:t xml:space="preserve"> THE LEO GRAND</w:t>
      </w:r>
      <w:r w:rsidR="00651092">
        <w:t xml:space="preserve"> </w:t>
      </w:r>
      <w:r w:rsidR="00EC4E55">
        <w:t xml:space="preserve">mit </w:t>
      </w:r>
      <w:r>
        <w:t>verspielt gemusterten Wand- und Bodenfliesen</w:t>
      </w:r>
      <w:r w:rsidR="00EC4E55">
        <w:t xml:space="preserve"> ein</w:t>
      </w:r>
      <w:r>
        <w:t xml:space="preserve">. Tatsächlich passen die </w:t>
      </w:r>
      <w:r w:rsidR="00F0408D">
        <w:t>Dusch-</w:t>
      </w:r>
      <w:r>
        <w:t xml:space="preserve">WCs so gut in das Gestaltungskonzept, dass ihre besonderen Funktionen vielen Gästen zunächst nicht auffallen. </w:t>
      </w:r>
      <w:r w:rsidRPr="5D8D0D06">
        <w:rPr>
          <w:lang w:val="de-AT"/>
        </w:rPr>
        <w:t>„Dank des schlanken und eleganten Designs sehen sie praktisch aus wie ein normales WC. Womöglich merkt man als Gast gar nicht, was das Gerät kann“, sagt Peter Ernst, Verkaufsleiter Design und Ausstellung der Geberit Vertriebsgesellschaft Österreich. Deshalb werden die Gäste nun bereits beim Einchecken auf die besonderen Funktionen des WCs hingewiesen, denn: „Der Zugang zum Dusch-WC muss via Wahrnehmung geschehen. Die Gäste sollen motiviert werden, das Gerät auszuprobieren“, findet Peter Ernst.</w:t>
      </w:r>
    </w:p>
    <w:p w14:paraId="69C41393" w14:textId="76453CC9" w:rsidR="002D513A" w:rsidRDefault="00FE21F6" w:rsidP="7DFBA756">
      <w:pPr>
        <w:rPr>
          <w:lang w:val="de-AT"/>
        </w:rPr>
      </w:pPr>
      <w:r w:rsidRPr="5D8D0D06">
        <w:rPr>
          <w:lang w:val="de-AT"/>
        </w:rPr>
        <w:t xml:space="preserve">Geberit </w:t>
      </w:r>
      <w:proofErr w:type="spellStart"/>
      <w:r w:rsidRPr="5D8D0D06">
        <w:rPr>
          <w:lang w:val="de-AT"/>
        </w:rPr>
        <w:t>AquaClean</w:t>
      </w:r>
      <w:proofErr w:type="spellEnd"/>
      <w:r w:rsidR="006016AF" w:rsidRPr="5D8D0D06">
        <w:rPr>
          <w:lang w:val="de-AT"/>
        </w:rPr>
        <w:t xml:space="preserve"> Sela</w:t>
      </w:r>
      <w:r w:rsidR="001C4630" w:rsidRPr="5D8D0D06">
        <w:rPr>
          <w:lang w:val="de-AT"/>
        </w:rPr>
        <w:t xml:space="preserve"> </w:t>
      </w:r>
      <w:r w:rsidR="00377973" w:rsidRPr="5D8D0D06">
        <w:rPr>
          <w:lang w:val="de-AT"/>
        </w:rPr>
        <w:t xml:space="preserve">sorgt mit seinen zahlreichen Eigenschaften für </w:t>
      </w:r>
      <w:r w:rsidR="0030032B" w:rsidRPr="5D8D0D06">
        <w:rPr>
          <w:lang w:val="de-AT"/>
        </w:rPr>
        <w:t xml:space="preserve">zusätzlichen </w:t>
      </w:r>
      <w:r w:rsidR="00377973" w:rsidRPr="5D8D0D06">
        <w:rPr>
          <w:lang w:val="de-AT"/>
        </w:rPr>
        <w:t xml:space="preserve">Luxus </w:t>
      </w:r>
      <w:r w:rsidR="0030032B" w:rsidRPr="5D8D0D06">
        <w:rPr>
          <w:lang w:val="de-AT"/>
        </w:rPr>
        <w:t>im THE LEO GRAND.</w:t>
      </w:r>
      <w:r w:rsidR="00377973" w:rsidRPr="5D8D0D06">
        <w:rPr>
          <w:lang w:val="de-AT"/>
        </w:rPr>
        <w:t xml:space="preserve"> </w:t>
      </w:r>
      <w:r w:rsidR="00823065" w:rsidRPr="5D8D0D06">
        <w:rPr>
          <w:lang w:val="de-AT"/>
        </w:rPr>
        <w:t xml:space="preserve">Neben dem </w:t>
      </w:r>
      <w:r w:rsidR="0010196D" w:rsidRPr="5D8D0D06">
        <w:rPr>
          <w:lang w:val="de-AT"/>
        </w:rPr>
        <w:t>Komfort und der Funktionalität überzeug</w:t>
      </w:r>
      <w:r w:rsidR="006016AF" w:rsidRPr="5D8D0D06">
        <w:rPr>
          <w:lang w:val="de-AT"/>
        </w:rPr>
        <w:t>t</w:t>
      </w:r>
      <w:r w:rsidR="0010196D" w:rsidRPr="5D8D0D06">
        <w:rPr>
          <w:lang w:val="de-AT"/>
        </w:rPr>
        <w:t xml:space="preserve"> </w:t>
      </w:r>
      <w:r w:rsidR="006016AF" w:rsidRPr="5D8D0D06">
        <w:rPr>
          <w:lang w:val="de-AT"/>
        </w:rPr>
        <w:t>es</w:t>
      </w:r>
      <w:r w:rsidR="0010196D" w:rsidRPr="5D8D0D06">
        <w:rPr>
          <w:lang w:val="de-AT"/>
        </w:rPr>
        <w:t xml:space="preserve"> auch durch </w:t>
      </w:r>
      <w:r w:rsidR="006016AF" w:rsidRPr="5D8D0D06">
        <w:rPr>
          <w:lang w:val="de-AT"/>
        </w:rPr>
        <w:t>sein</w:t>
      </w:r>
      <w:r w:rsidR="0010196D" w:rsidRPr="5D8D0D06">
        <w:rPr>
          <w:lang w:val="de-AT"/>
        </w:rPr>
        <w:t xml:space="preserve"> reduziertes Design, das sich bestens in die Hotelbäder einfügt. </w:t>
      </w:r>
      <w:r w:rsidR="00B76DB0" w:rsidRPr="5D8D0D06">
        <w:rPr>
          <w:lang w:val="de-AT"/>
        </w:rPr>
        <w:t xml:space="preserve">Architekten und Interior Designer </w:t>
      </w:r>
      <w:r w:rsidR="008379A7" w:rsidRPr="5D8D0D06">
        <w:rPr>
          <w:lang w:val="de-AT"/>
        </w:rPr>
        <w:t>können ihren Kunden</w:t>
      </w:r>
      <w:r w:rsidR="00503053" w:rsidRPr="5D8D0D06">
        <w:rPr>
          <w:lang w:val="de-AT"/>
        </w:rPr>
        <w:t xml:space="preserve"> </w:t>
      </w:r>
      <w:r w:rsidR="008379A7" w:rsidRPr="5D8D0D06">
        <w:rPr>
          <w:lang w:val="de-AT"/>
        </w:rPr>
        <w:t xml:space="preserve">damit ein Produkt anbieten, das auf allen Ebenen </w:t>
      </w:r>
      <w:r w:rsidR="00C82239" w:rsidRPr="5D8D0D06">
        <w:rPr>
          <w:lang w:val="de-AT"/>
        </w:rPr>
        <w:t>punktet</w:t>
      </w:r>
      <w:r w:rsidR="008379A7" w:rsidRPr="5D8D0D06">
        <w:rPr>
          <w:lang w:val="de-AT"/>
        </w:rPr>
        <w:t xml:space="preserve"> und sich in jedes Baddesign einfügt.</w:t>
      </w:r>
    </w:p>
    <w:p w14:paraId="1F2F8DCD" w14:textId="77777777" w:rsidR="001A6E99" w:rsidRDefault="001A6E99" w:rsidP="7DFBA756">
      <w:pPr>
        <w:rPr>
          <w:lang w:val="de-AT"/>
        </w:rPr>
      </w:pPr>
    </w:p>
    <w:p w14:paraId="3A5B4101" w14:textId="77777777" w:rsidR="001A6E99" w:rsidRDefault="001A6E99" w:rsidP="7DFBA756">
      <w:pPr>
        <w:rPr>
          <w:lang w:val="de-AT"/>
        </w:rPr>
      </w:pPr>
    </w:p>
    <w:p w14:paraId="0C6AE5D3" w14:textId="77777777" w:rsidR="001A6E99" w:rsidRDefault="001A6E99" w:rsidP="7DFBA756">
      <w:pPr>
        <w:rPr>
          <w:lang w:val="de-AT"/>
        </w:rPr>
      </w:pPr>
    </w:p>
    <w:p w14:paraId="15814D37" w14:textId="77777777" w:rsidR="001A6E99" w:rsidRDefault="001A6E99" w:rsidP="7DFBA756">
      <w:pPr>
        <w:rPr>
          <w:lang w:val="de-AT"/>
        </w:rPr>
      </w:pPr>
    </w:p>
    <w:p w14:paraId="57D5E813" w14:textId="77777777" w:rsidR="001A6E99" w:rsidRDefault="001A6E99" w:rsidP="7DFBA756">
      <w:pPr>
        <w:rPr>
          <w:lang w:val="de-AT"/>
        </w:rPr>
      </w:pPr>
    </w:p>
    <w:p w14:paraId="5E3F3316" w14:textId="4476837A" w:rsidR="001D7E9A" w:rsidRPr="00CD5BF5" w:rsidRDefault="001D7E9A" w:rsidP="008E093E">
      <w:pPr>
        <w:rPr>
          <w:b/>
        </w:rPr>
      </w:pPr>
      <w:r w:rsidRPr="00CD5BF5">
        <w:rPr>
          <w:b/>
        </w:rPr>
        <w:lastRenderedPageBreak/>
        <w:t>Bildmaterial</w:t>
      </w:r>
    </w:p>
    <w:tbl>
      <w:tblPr>
        <w:tblStyle w:val="Tabellenraster"/>
        <w:tblW w:w="0" w:type="auto"/>
        <w:tblLook w:val="04A0" w:firstRow="1" w:lastRow="0" w:firstColumn="1" w:lastColumn="0" w:noHBand="0" w:noVBand="1"/>
      </w:tblPr>
      <w:tblGrid>
        <w:gridCol w:w="4672"/>
        <w:gridCol w:w="4672"/>
      </w:tblGrid>
      <w:tr w:rsidR="0053241B" w:rsidRPr="00CD5BF5" w14:paraId="0FC5C7CF" w14:textId="77777777" w:rsidTr="36225CCF">
        <w:tc>
          <w:tcPr>
            <w:tcW w:w="4672" w:type="dxa"/>
          </w:tcPr>
          <w:p w14:paraId="533DCBAA" w14:textId="17BB578C" w:rsidR="00CD7ACE" w:rsidRPr="00CD5BF5" w:rsidRDefault="004646E8">
            <w:pPr>
              <w:rPr>
                <w:bCs/>
              </w:rPr>
            </w:pPr>
            <w:r w:rsidRPr="00CD5BF5">
              <w:rPr>
                <w:bCs/>
                <w:noProof/>
              </w:rPr>
              <w:drawing>
                <wp:anchor distT="0" distB="107950" distL="114300" distR="114300" simplePos="0" relativeHeight="251658240" behindDoc="1" locked="0" layoutInCell="1" allowOverlap="1" wp14:anchorId="259384C5" wp14:editId="4C8AA801">
                  <wp:simplePos x="0" y="0"/>
                  <wp:positionH relativeFrom="column">
                    <wp:posOffset>-23364</wp:posOffset>
                  </wp:positionH>
                  <wp:positionV relativeFrom="paragraph">
                    <wp:posOffset>36195</wp:posOffset>
                  </wp:positionV>
                  <wp:extent cx="1413510" cy="2118995"/>
                  <wp:effectExtent l="0" t="0" r="0" b="1905"/>
                  <wp:wrapTight wrapText="bothSides">
                    <wp:wrapPolygon edited="0">
                      <wp:start x="0" y="0"/>
                      <wp:lineTo x="0" y="21490"/>
                      <wp:lineTo x="21348" y="21490"/>
                      <wp:lineTo x="21348"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1" cstate="screen">
                            <a:extLst>
                              <a:ext uri="{28A0092B-C50C-407E-A947-70E740481C1C}">
                                <a14:useLocalDpi xmlns:a14="http://schemas.microsoft.com/office/drawing/2010/main"/>
                              </a:ext>
                            </a:extLst>
                          </a:blip>
                          <a:stretch>
                            <a:fillRect/>
                          </a:stretch>
                        </pic:blipFill>
                        <pic:spPr>
                          <a:xfrm>
                            <a:off x="0" y="0"/>
                            <a:ext cx="1413510" cy="2118995"/>
                          </a:xfrm>
                          <a:prstGeom prst="rect">
                            <a:avLst/>
                          </a:prstGeom>
                        </pic:spPr>
                      </pic:pic>
                    </a:graphicData>
                  </a:graphic>
                  <wp14:sizeRelH relativeFrom="margin">
                    <wp14:pctWidth>0</wp14:pctWidth>
                  </wp14:sizeRelH>
                  <wp14:sizeRelV relativeFrom="margin">
                    <wp14:pctHeight>0</wp14:pctHeight>
                  </wp14:sizeRelV>
                </wp:anchor>
              </w:drawing>
            </w:r>
          </w:p>
          <w:p w14:paraId="04BB17EC" w14:textId="5762FDDE" w:rsidR="00CD7ACE" w:rsidRPr="00CD5BF5" w:rsidRDefault="00CD7ACE">
            <w:pPr>
              <w:rPr>
                <w:bCs/>
              </w:rPr>
            </w:pPr>
          </w:p>
          <w:p w14:paraId="18916013" w14:textId="4267808C" w:rsidR="00CD7ACE" w:rsidRPr="00CD5BF5" w:rsidRDefault="00CD7ACE">
            <w:pPr>
              <w:tabs>
                <w:tab w:val="left" w:pos="1573"/>
              </w:tabs>
            </w:pPr>
            <w:r w:rsidRPr="00CD5BF5">
              <w:tab/>
            </w:r>
          </w:p>
        </w:tc>
        <w:tc>
          <w:tcPr>
            <w:tcW w:w="4672" w:type="dxa"/>
          </w:tcPr>
          <w:p w14:paraId="1C1F7A3E" w14:textId="58130F7F" w:rsidR="00CD7ACE" w:rsidRPr="00CD5BF5" w:rsidRDefault="00CD7ACE">
            <w:pPr>
              <w:spacing w:after="0" w:line="240" w:lineRule="auto"/>
              <w:rPr>
                <w:rFonts w:ascii="Times New Roman" w:hAnsi="Times New Roman" w:cs="Times New Roman"/>
                <w:szCs w:val="24"/>
              </w:rPr>
            </w:pPr>
            <w:r w:rsidRPr="00CD5BF5">
              <w:rPr>
                <w:rStyle w:val="normaltextrun"/>
                <w:b/>
                <w:bCs/>
                <w:color w:val="000000"/>
                <w:szCs w:val="20"/>
                <w:shd w:val="clear" w:color="auto" w:fill="FFFFFF"/>
              </w:rPr>
              <w:t>[</w:t>
            </w:r>
            <w:r w:rsidR="00161C13" w:rsidRPr="00CD5BF5">
              <w:rPr>
                <w:rStyle w:val="normaltextrun"/>
                <w:b/>
                <w:bCs/>
                <w:color w:val="000000"/>
                <w:szCs w:val="20"/>
                <w:shd w:val="clear" w:color="auto" w:fill="FFFFFF"/>
              </w:rPr>
              <w:t>Geberit_The-Leo-Grand_Aussenaufnahme</w:t>
            </w:r>
            <w:r w:rsidRPr="00CD5BF5">
              <w:rPr>
                <w:rStyle w:val="normaltextrun"/>
                <w:b/>
                <w:bCs/>
                <w:color w:val="000000"/>
                <w:szCs w:val="20"/>
                <w:shd w:val="clear" w:color="auto" w:fill="FFFFFF"/>
              </w:rPr>
              <w:t>.jpg]</w:t>
            </w:r>
            <w:r w:rsidRPr="00CD5BF5">
              <w:rPr>
                <w:rStyle w:val="eop"/>
                <w:color w:val="000000"/>
                <w:szCs w:val="20"/>
                <w:shd w:val="clear" w:color="auto" w:fill="FFFFFF"/>
              </w:rPr>
              <w:t> </w:t>
            </w:r>
          </w:p>
          <w:p w14:paraId="7EA15EFB" w14:textId="5F64D808" w:rsidR="00CD7ACE" w:rsidRPr="00CD5BF5" w:rsidRDefault="00C108E8">
            <w:r w:rsidRPr="00CD5BF5">
              <w:t xml:space="preserve">Das </w:t>
            </w:r>
            <w:r w:rsidR="00CF35CA" w:rsidRPr="00CD5BF5">
              <w:t>THE LEO GRAND</w:t>
            </w:r>
            <w:r w:rsidRPr="00CD5BF5">
              <w:t xml:space="preserve"> befindet sich in einem </w:t>
            </w:r>
            <w:r w:rsidR="0095456B" w:rsidRPr="00CD5BF5">
              <w:t>prachtvollen Wiener Altbau</w:t>
            </w:r>
            <w:r w:rsidRPr="00CD5BF5">
              <w:t xml:space="preserve">, dessen Geschichte bis ins 14. Jahrhundert zurückreicht. </w:t>
            </w:r>
            <w:r w:rsidR="00CD7ACE" w:rsidRPr="00CD5BF5">
              <w:br/>
            </w:r>
            <w:r w:rsidR="00CD7ACE" w:rsidRPr="00CD5BF5">
              <w:rPr>
                <w:bCs/>
              </w:rPr>
              <w:t xml:space="preserve">Foto: </w:t>
            </w:r>
            <w:r w:rsidR="00161C13" w:rsidRPr="00CD5BF5">
              <w:rPr>
                <w:bCs/>
              </w:rPr>
              <w:t>Werner Streitfelder</w:t>
            </w:r>
          </w:p>
        </w:tc>
      </w:tr>
      <w:tr w:rsidR="0053241B" w:rsidRPr="00CD5BF5" w14:paraId="16B2C318" w14:textId="77777777" w:rsidTr="36225CCF">
        <w:tc>
          <w:tcPr>
            <w:tcW w:w="4672" w:type="dxa"/>
          </w:tcPr>
          <w:p w14:paraId="496C3A13" w14:textId="555C1B66" w:rsidR="001D7E9A" w:rsidRPr="00CD5BF5" w:rsidRDefault="0006732E" w:rsidP="00B67619">
            <w:pPr>
              <w:rPr>
                <w:bCs/>
              </w:rPr>
            </w:pPr>
            <w:r w:rsidRPr="00CD5BF5">
              <w:rPr>
                <w:bCs/>
                <w:noProof/>
              </w:rPr>
              <w:drawing>
                <wp:anchor distT="0" distB="107950" distL="114300" distR="114300" simplePos="0" relativeHeight="251659264" behindDoc="1" locked="0" layoutInCell="1" allowOverlap="1" wp14:anchorId="4993FA49" wp14:editId="7D7E357B">
                  <wp:simplePos x="0" y="0"/>
                  <wp:positionH relativeFrom="column">
                    <wp:posOffset>-23364</wp:posOffset>
                  </wp:positionH>
                  <wp:positionV relativeFrom="paragraph">
                    <wp:posOffset>41275</wp:posOffset>
                  </wp:positionV>
                  <wp:extent cx="1971675" cy="1313815"/>
                  <wp:effectExtent l="0" t="0" r="0" b="0"/>
                  <wp:wrapTight wrapText="bothSides">
                    <wp:wrapPolygon edited="0">
                      <wp:start x="0" y="0"/>
                      <wp:lineTo x="0" y="21297"/>
                      <wp:lineTo x="21426" y="21297"/>
                      <wp:lineTo x="21426"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2" cstate="screen">
                            <a:extLst>
                              <a:ext uri="{28A0092B-C50C-407E-A947-70E740481C1C}">
                                <a14:useLocalDpi xmlns:a14="http://schemas.microsoft.com/office/drawing/2010/main"/>
                              </a:ext>
                            </a:extLst>
                          </a:blip>
                          <a:stretch>
                            <a:fillRect/>
                          </a:stretch>
                        </pic:blipFill>
                        <pic:spPr>
                          <a:xfrm>
                            <a:off x="0" y="0"/>
                            <a:ext cx="1971675" cy="1313815"/>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0B44711D" w14:textId="0F541FDB" w:rsidR="006F450D" w:rsidRPr="00CD5BF5" w:rsidRDefault="006F450D" w:rsidP="006F450D">
            <w:pPr>
              <w:spacing w:after="0" w:line="240" w:lineRule="auto"/>
              <w:rPr>
                <w:rFonts w:ascii="Times New Roman" w:hAnsi="Times New Roman" w:cs="Times New Roman"/>
                <w:szCs w:val="24"/>
              </w:rPr>
            </w:pPr>
            <w:r w:rsidRPr="00CD5BF5">
              <w:rPr>
                <w:rStyle w:val="normaltextrun"/>
                <w:b/>
                <w:bCs/>
                <w:color w:val="000000"/>
                <w:szCs w:val="20"/>
                <w:shd w:val="clear" w:color="auto" w:fill="FFFFFF"/>
              </w:rPr>
              <w:t>[</w:t>
            </w:r>
            <w:r w:rsidR="00176C39" w:rsidRPr="00CD5BF5">
              <w:rPr>
                <w:rStyle w:val="normaltextrun"/>
                <w:b/>
                <w:bCs/>
                <w:color w:val="000000"/>
                <w:szCs w:val="20"/>
                <w:shd w:val="clear" w:color="auto" w:fill="FFFFFF"/>
              </w:rPr>
              <w:t>Geberit_The-Leo-Grand_Zimmer-Milieu_1.</w:t>
            </w:r>
            <w:r w:rsidRPr="00CD5BF5">
              <w:rPr>
                <w:rStyle w:val="normaltextrun"/>
                <w:b/>
                <w:bCs/>
                <w:color w:val="000000"/>
                <w:szCs w:val="20"/>
                <w:shd w:val="clear" w:color="auto" w:fill="FFFFFF"/>
              </w:rPr>
              <w:t>jpg]</w:t>
            </w:r>
            <w:r w:rsidRPr="00CD5BF5">
              <w:rPr>
                <w:rStyle w:val="eop"/>
                <w:color w:val="000000"/>
                <w:szCs w:val="20"/>
                <w:shd w:val="clear" w:color="auto" w:fill="FFFFFF"/>
              </w:rPr>
              <w:t> </w:t>
            </w:r>
          </w:p>
          <w:p w14:paraId="57FCC231" w14:textId="7E5858C3" w:rsidR="001D7E9A" w:rsidRPr="00CD5BF5" w:rsidRDefault="05EC3C5B" w:rsidP="00B67619">
            <w:r>
              <w:t>In den Hotelzimmern</w:t>
            </w:r>
            <w:r w:rsidR="37230158">
              <w:t xml:space="preserve"> dominiert die Extravaganz: </w:t>
            </w:r>
            <w:r w:rsidR="546DBB44">
              <w:t>Ein Stilmix aus verschiedenen Epochen, Textilien in soften Pastelltönen und mit verspielten Mustern laden zum Verweilen ein</w:t>
            </w:r>
            <w:r w:rsidR="37230158">
              <w:t>.</w:t>
            </w:r>
            <w:r w:rsidR="2B70BB6A">
              <w:br/>
            </w:r>
            <w:r w:rsidR="59C0B436">
              <w:t xml:space="preserve">Foto: </w:t>
            </w:r>
            <w:r w:rsidR="12266173">
              <w:t>Werner Streitfelder</w:t>
            </w:r>
          </w:p>
        </w:tc>
      </w:tr>
      <w:tr w:rsidR="0053241B" w:rsidRPr="00CD5BF5" w14:paraId="500E848F" w14:textId="77777777" w:rsidTr="36225CCF">
        <w:tc>
          <w:tcPr>
            <w:tcW w:w="4672" w:type="dxa"/>
          </w:tcPr>
          <w:p w14:paraId="35BA4ACB" w14:textId="64181F09" w:rsidR="001D7E9A" w:rsidRPr="00CD5BF5" w:rsidRDefault="00456700" w:rsidP="00B67619">
            <w:pPr>
              <w:rPr>
                <w:bCs/>
              </w:rPr>
            </w:pPr>
            <w:r w:rsidRPr="00CD5BF5">
              <w:rPr>
                <w:bCs/>
                <w:noProof/>
              </w:rPr>
              <w:drawing>
                <wp:anchor distT="0" distB="107950" distL="114300" distR="114300" simplePos="0" relativeHeight="251660288" behindDoc="1" locked="0" layoutInCell="1" allowOverlap="1" wp14:anchorId="0C6B8300" wp14:editId="46C002C6">
                  <wp:simplePos x="0" y="0"/>
                  <wp:positionH relativeFrom="column">
                    <wp:posOffset>-23364</wp:posOffset>
                  </wp:positionH>
                  <wp:positionV relativeFrom="paragraph">
                    <wp:posOffset>33655</wp:posOffset>
                  </wp:positionV>
                  <wp:extent cx="1971675" cy="1313815"/>
                  <wp:effectExtent l="0" t="0" r="0" b="0"/>
                  <wp:wrapTight wrapText="bothSides">
                    <wp:wrapPolygon edited="0">
                      <wp:start x="0" y="0"/>
                      <wp:lineTo x="0" y="21297"/>
                      <wp:lineTo x="21426" y="21297"/>
                      <wp:lineTo x="21426" y="0"/>
                      <wp:lineTo x="0" y="0"/>
                    </wp:wrapPolygon>
                  </wp:wrapTight>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3" cstate="screen">
                            <a:extLst>
                              <a:ext uri="{28A0092B-C50C-407E-A947-70E740481C1C}">
                                <a14:useLocalDpi xmlns:a14="http://schemas.microsoft.com/office/drawing/2010/main"/>
                              </a:ext>
                            </a:extLst>
                          </a:blip>
                          <a:stretch>
                            <a:fillRect/>
                          </a:stretch>
                        </pic:blipFill>
                        <pic:spPr>
                          <a:xfrm>
                            <a:off x="0" y="0"/>
                            <a:ext cx="1971675" cy="1313815"/>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53BECC9A" w14:textId="311CFF22" w:rsidR="006F450D" w:rsidRPr="00CD5BF5" w:rsidRDefault="006F450D" w:rsidP="006F450D">
            <w:pPr>
              <w:spacing w:after="0" w:line="240" w:lineRule="auto"/>
              <w:rPr>
                <w:rFonts w:ascii="Times New Roman" w:hAnsi="Times New Roman" w:cs="Times New Roman"/>
                <w:szCs w:val="24"/>
              </w:rPr>
            </w:pPr>
            <w:r w:rsidRPr="00CD5BF5">
              <w:rPr>
                <w:rStyle w:val="normaltextrun"/>
                <w:b/>
                <w:bCs/>
                <w:color w:val="000000"/>
                <w:szCs w:val="20"/>
                <w:shd w:val="clear" w:color="auto" w:fill="FFFFFF"/>
              </w:rPr>
              <w:t>[</w:t>
            </w:r>
            <w:r w:rsidR="00D623F5" w:rsidRPr="00CD5BF5">
              <w:rPr>
                <w:rStyle w:val="normaltextrun"/>
                <w:b/>
                <w:bCs/>
                <w:color w:val="000000"/>
                <w:szCs w:val="20"/>
                <w:shd w:val="clear" w:color="auto" w:fill="FFFFFF"/>
              </w:rPr>
              <w:t>Geberit_The-Leo-Grand_Zimmer-Milieu_2</w:t>
            </w:r>
            <w:r w:rsidRPr="00CD5BF5">
              <w:rPr>
                <w:rStyle w:val="normaltextrun"/>
                <w:b/>
                <w:bCs/>
                <w:color w:val="000000"/>
                <w:szCs w:val="20"/>
                <w:shd w:val="clear" w:color="auto" w:fill="FFFFFF"/>
              </w:rPr>
              <w:t>.jpg]</w:t>
            </w:r>
            <w:r w:rsidRPr="00CD5BF5">
              <w:rPr>
                <w:rStyle w:val="eop"/>
                <w:color w:val="000000"/>
                <w:szCs w:val="20"/>
                <w:shd w:val="clear" w:color="auto" w:fill="FFFFFF"/>
              </w:rPr>
              <w:t> </w:t>
            </w:r>
          </w:p>
          <w:p w14:paraId="46D40D49" w14:textId="260CD333" w:rsidR="001D7E9A" w:rsidRPr="00CD5BF5" w:rsidRDefault="37230158" w:rsidP="00B67619">
            <w:r>
              <w:t xml:space="preserve">In mehreren Zimmern </w:t>
            </w:r>
            <w:r w:rsidR="23D41843">
              <w:t>bilden</w:t>
            </w:r>
            <w:r>
              <w:t xml:space="preserve"> freigelegte Holzbalken einen spannenden Kontrast zum luxuriös-verspielten Interieur.</w:t>
            </w:r>
            <w:r w:rsidR="0B4E7FD7">
              <w:br/>
            </w:r>
            <w:r w:rsidR="54F7BEB2">
              <w:t xml:space="preserve">Foto: </w:t>
            </w:r>
            <w:r w:rsidR="4B0E61B8">
              <w:t>Werner Streitfelder</w:t>
            </w:r>
          </w:p>
        </w:tc>
      </w:tr>
      <w:tr w:rsidR="0053241B" w:rsidRPr="00CD5BF5" w14:paraId="06AEAFA5" w14:textId="77777777" w:rsidTr="36225CCF">
        <w:tc>
          <w:tcPr>
            <w:tcW w:w="4672" w:type="dxa"/>
          </w:tcPr>
          <w:p w14:paraId="58003006" w14:textId="3D002B98" w:rsidR="001D7E9A" w:rsidRPr="00CD5BF5" w:rsidRDefault="00F02C3B" w:rsidP="00B67619">
            <w:pPr>
              <w:rPr>
                <w:bCs/>
              </w:rPr>
            </w:pPr>
            <w:r w:rsidRPr="00CD5BF5">
              <w:rPr>
                <w:bCs/>
                <w:noProof/>
              </w:rPr>
              <w:drawing>
                <wp:anchor distT="0" distB="107950" distL="114300" distR="114300" simplePos="0" relativeHeight="251661312" behindDoc="1" locked="0" layoutInCell="1" allowOverlap="1" wp14:anchorId="4A952EF9" wp14:editId="743397A9">
                  <wp:simplePos x="0" y="0"/>
                  <wp:positionH relativeFrom="column">
                    <wp:posOffset>-23364</wp:posOffset>
                  </wp:positionH>
                  <wp:positionV relativeFrom="paragraph">
                    <wp:posOffset>38735</wp:posOffset>
                  </wp:positionV>
                  <wp:extent cx="1971675" cy="1314450"/>
                  <wp:effectExtent l="0" t="0" r="0" b="6350"/>
                  <wp:wrapTight wrapText="bothSides">
                    <wp:wrapPolygon edited="0">
                      <wp:start x="0" y="0"/>
                      <wp:lineTo x="0" y="21496"/>
                      <wp:lineTo x="21426" y="21496"/>
                      <wp:lineTo x="21426" y="0"/>
                      <wp:lineTo x="0" y="0"/>
                    </wp:wrapPolygon>
                  </wp:wrapTight>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14" cstate="screen">
                            <a:extLst>
                              <a:ext uri="{28A0092B-C50C-407E-A947-70E740481C1C}">
                                <a14:useLocalDpi xmlns:a14="http://schemas.microsoft.com/office/drawing/2010/main"/>
                              </a:ext>
                            </a:extLst>
                          </a:blip>
                          <a:stretch>
                            <a:fillRect/>
                          </a:stretch>
                        </pic:blipFill>
                        <pic:spPr>
                          <a:xfrm>
                            <a:off x="0" y="0"/>
                            <a:ext cx="1971675" cy="1314450"/>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12B4A531" w14:textId="7244A39A" w:rsidR="006F450D" w:rsidRPr="00CD5BF5" w:rsidRDefault="006F450D" w:rsidP="006F450D">
            <w:pPr>
              <w:spacing w:after="0" w:line="240" w:lineRule="auto"/>
              <w:rPr>
                <w:rFonts w:ascii="Times New Roman" w:hAnsi="Times New Roman" w:cs="Times New Roman"/>
                <w:szCs w:val="24"/>
                <w:lang w:val="en-US"/>
              </w:rPr>
            </w:pPr>
            <w:r w:rsidRPr="00CD5BF5">
              <w:rPr>
                <w:rStyle w:val="normaltextrun"/>
                <w:b/>
                <w:bCs/>
                <w:color w:val="000000"/>
                <w:szCs w:val="20"/>
                <w:shd w:val="clear" w:color="auto" w:fill="FFFFFF"/>
                <w:lang w:val="en-US"/>
              </w:rPr>
              <w:t>[</w:t>
            </w:r>
            <w:r w:rsidR="00F02C3B" w:rsidRPr="00CD5BF5">
              <w:rPr>
                <w:rStyle w:val="normaltextrun"/>
                <w:b/>
                <w:bCs/>
                <w:color w:val="000000"/>
                <w:szCs w:val="20"/>
                <w:shd w:val="clear" w:color="auto" w:fill="FFFFFF"/>
                <w:lang w:val="en-US"/>
              </w:rPr>
              <w:t>Geberit_The-Leo-Grand_Suite_Badewanne</w:t>
            </w:r>
            <w:r w:rsidRPr="00CD5BF5">
              <w:rPr>
                <w:rStyle w:val="normaltextrun"/>
                <w:b/>
                <w:bCs/>
                <w:color w:val="000000"/>
                <w:szCs w:val="20"/>
                <w:shd w:val="clear" w:color="auto" w:fill="FFFFFF"/>
                <w:lang w:val="en-US"/>
              </w:rPr>
              <w:t>.jpg]</w:t>
            </w:r>
            <w:r w:rsidRPr="00CD5BF5">
              <w:rPr>
                <w:rStyle w:val="eop"/>
                <w:color w:val="000000"/>
                <w:szCs w:val="20"/>
                <w:shd w:val="clear" w:color="auto" w:fill="FFFFFF"/>
                <w:lang w:val="en-US"/>
              </w:rPr>
              <w:t> </w:t>
            </w:r>
          </w:p>
          <w:p w14:paraId="1A3F3A5D" w14:textId="1B914FB2" w:rsidR="001464BB" w:rsidRPr="00CD5BF5" w:rsidRDefault="1CDC44A5" w:rsidP="00B67619">
            <w:r>
              <w:t>Je nach</w:t>
            </w:r>
            <w:r w:rsidR="23D41843">
              <w:t xml:space="preserve"> Ausrichtung des</w:t>
            </w:r>
            <w:r>
              <w:t xml:space="preserve"> Zimmer</w:t>
            </w:r>
            <w:r w:rsidR="23D41843">
              <w:t>s</w:t>
            </w:r>
            <w:r>
              <w:t xml:space="preserve"> hat man </w:t>
            </w:r>
            <w:r w:rsidR="703C4511">
              <w:t xml:space="preserve">einen </w:t>
            </w:r>
            <w:r w:rsidR="37EDDA1A">
              <w:t>traumhaften</w:t>
            </w:r>
            <w:r>
              <w:t xml:space="preserve"> Ausblick auf den Stephansdom</w:t>
            </w:r>
            <w:r w:rsidR="703C4511">
              <w:t>, der nur wenige Meter vom Hotel entfernt liegt.</w:t>
            </w:r>
            <w:r>
              <w:t xml:space="preserve"> </w:t>
            </w:r>
            <w:r w:rsidR="65410838">
              <w:br/>
            </w:r>
            <w:r w:rsidR="6C0C5BE7">
              <w:t xml:space="preserve">Foto: </w:t>
            </w:r>
            <w:r w:rsidR="17C6BED8">
              <w:t>Werner Streitfelder</w:t>
            </w:r>
          </w:p>
        </w:tc>
      </w:tr>
      <w:tr w:rsidR="0053241B" w:rsidRPr="00CD5BF5" w14:paraId="4A4D99D5" w14:textId="77777777" w:rsidTr="36225CCF">
        <w:tc>
          <w:tcPr>
            <w:tcW w:w="4672" w:type="dxa"/>
          </w:tcPr>
          <w:p w14:paraId="7AD28195" w14:textId="112AF235" w:rsidR="00850667" w:rsidRPr="00CD5BF5" w:rsidRDefault="0053241B">
            <w:pPr>
              <w:rPr>
                <w:bCs/>
                <w:noProof/>
              </w:rPr>
            </w:pPr>
            <w:r w:rsidRPr="00CD5BF5">
              <w:rPr>
                <w:bCs/>
                <w:noProof/>
              </w:rPr>
              <w:lastRenderedPageBreak/>
              <w:drawing>
                <wp:anchor distT="0" distB="107950" distL="114300" distR="114300" simplePos="0" relativeHeight="251662336" behindDoc="1" locked="0" layoutInCell="1" allowOverlap="1" wp14:anchorId="379AA1FD" wp14:editId="03FFB6E6">
                  <wp:simplePos x="0" y="0"/>
                  <wp:positionH relativeFrom="column">
                    <wp:posOffset>-34290</wp:posOffset>
                  </wp:positionH>
                  <wp:positionV relativeFrom="paragraph">
                    <wp:posOffset>34290</wp:posOffset>
                  </wp:positionV>
                  <wp:extent cx="1978660" cy="1318895"/>
                  <wp:effectExtent l="0" t="0" r="2540" b="1905"/>
                  <wp:wrapTight wrapText="bothSides">
                    <wp:wrapPolygon edited="0">
                      <wp:start x="0" y="0"/>
                      <wp:lineTo x="0" y="21423"/>
                      <wp:lineTo x="21489" y="21423"/>
                      <wp:lineTo x="21489" y="0"/>
                      <wp:lineTo x="0" y="0"/>
                    </wp:wrapPolygon>
                  </wp:wrapTight>
                  <wp:docPr id="7" name="Grafik 7" descr="Ein Bild, das drinnen, Wand, Badezimmer, Toilett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drinnen, Wand, Badezimmer, Toilette enthält.&#10;&#10;Automatisch generierte Beschreibung"/>
                          <pic:cNvPicPr/>
                        </pic:nvPicPr>
                        <pic:blipFill>
                          <a:blip r:embed="rId15" cstate="screen">
                            <a:extLst>
                              <a:ext uri="{28A0092B-C50C-407E-A947-70E740481C1C}">
                                <a14:useLocalDpi xmlns:a14="http://schemas.microsoft.com/office/drawing/2010/main"/>
                              </a:ext>
                            </a:extLst>
                          </a:blip>
                          <a:stretch>
                            <a:fillRect/>
                          </a:stretch>
                        </pic:blipFill>
                        <pic:spPr>
                          <a:xfrm>
                            <a:off x="0" y="0"/>
                            <a:ext cx="1978660" cy="1318895"/>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5C0471F1" w14:textId="08F0BF86" w:rsidR="006F450D" w:rsidRPr="00CD5BF5" w:rsidRDefault="006F450D" w:rsidP="006F450D">
            <w:pPr>
              <w:spacing w:after="0" w:line="240" w:lineRule="auto"/>
              <w:rPr>
                <w:rFonts w:ascii="Times New Roman" w:hAnsi="Times New Roman" w:cs="Times New Roman"/>
                <w:szCs w:val="24"/>
              </w:rPr>
            </w:pPr>
            <w:r w:rsidRPr="00CD5BF5">
              <w:rPr>
                <w:rStyle w:val="normaltextrun"/>
                <w:b/>
                <w:bCs/>
                <w:color w:val="000000"/>
                <w:szCs w:val="20"/>
                <w:shd w:val="clear" w:color="auto" w:fill="FFFFFF"/>
              </w:rPr>
              <w:t>[</w:t>
            </w:r>
            <w:r w:rsidR="00E3744B" w:rsidRPr="00CD5BF5">
              <w:rPr>
                <w:rStyle w:val="normaltextrun"/>
                <w:b/>
                <w:bCs/>
                <w:color w:val="000000"/>
                <w:szCs w:val="20"/>
                <w:shd w:val="clear" w:color="auto" w:fill="FFFFFF"/>
              </w:rPr>
              <w:t>Geberit_The-Leo-Grand_Badezimmer-Milieu</w:t>
            </w:r>
            <w:r w:rsidRPr="00CD5BF5">
              <w:rPr>
                <w:rStyle w:val="normaltextrun"/>
                <w:b/>
                <w:bCs/>
                <w:color w:val="000000"/>
                <w:szCs w:val="20"/>
                <w:shd w:val="clear" w:color="auto" w:fill="FFFFFF"/>
              </w:rPr>
              <w:t>.jpg]</w:t>
            </w:r>
            <w:r w:rsidRPr="00CD5BF5">
              <w:rPr>
                <w:rStyle w:val="eop"/>
                <w:color w:val="000000"/>
                <w:szCs w:val="20"/>
                <w:shd w:val="clear" w:color="auto" w:fill="FFFFFF"/>
              </w:rPr>
              <w:t> </w:t>
            </w:r>
          </w:p>
          <w:p w14:paraId="78C21FDF" w14:textId="0DEAECFF" w:rsidR="00850667" w:rsidRPr="00CD5BF5" w:rsidRDefault="4CC47C64" w:rsidP="7DFBA756">
            <w:pPr>
              <w:rPr>
                <w:rStyle w:val="normaltextrun"/>
                <w:b/>
                <w:bCs/>
                <w:color w:val="000000"/>
                <w:shd w:val="clear" w:color="auto" w:fill="FFFFFF"/>
              </w:rPr>
            </w:pPr>
            <w:r w:rsidRPr="7DFBA756">
              <w:rPr>
                <w:rFonts w:eastAsia="Arial"/>
              </w:rPr>
              <w:t xml:space="preserve">Das Gestaltungskonzept zieht sich bis ins Hotelbad: Auch hier vermischen sich </w:t>
            </w:r>
            <w:r w:rsidR="4484E566" w:rsidRPr="7DFBA756">
              <w:rPr>
                <w:rFonts w:eastAsia="Arial"/>
              </w:rPr>
              <w:t xml:space="preserve">verspielte </w:t>
            </w:r>
            <w:r w:rsidR="00A9778B" w:rsidRPr="7DFBA756">
              <w:rPr>
                <w:rFonts w:eastAsia="Arial"/>
              </w:rPr>
              <w:t xml:space="preserve">und moderne </w:t>
            </w:r>
            <w:r w:rsidR="4484E566" w:rsidRPr="7DFBA756">
              <w:rPr>
                <w:rFonts w:eastAsia="Arial"/>
              </w:rPr>
              <w:t>Elemente</w:t>
            </w:r>
            <w:r w:rsidR="00A9778B" w:rsidRPr="7DFBA756">
              <w:rPr>
                <w:rFonts w:eastAsia="Arial"/>
              </w:rPr>
              <w:t>.</w:t>
            </w:r>
            <w:r w:rsidR="4484E566" w:rsidRPr="7DFBA756">
              <w:rPr>
                <w:rFonts w:eastAsia="Arial"/>
              </w:rPr>
              <w:t xml:space="preserve"> </w:t>
            </w:r>
            <w:r w:rsidRPr="7DFBA756">
              <w:rPr>
                <w:rFonts w:eastAsia="Arial"/>
              </w:rPr>
              <w:t xml:space="preserve"> </w:t>
            </w:r>
            <w:r w:rsidR="00992172">
              <w:br/>
            </w:r>
            <w:r w:rsidR="1BBB49F8">
              <w:t xml:space="preserve">Foto: </w:t>
            </w:r>
            <w:r w:rsidR="6B0379F2">
              <w:t>Werner Streitfelder</w:t>
            </w:r>
          </w:p>
        </w:tc>
      </w:tr>
      <w:tr w:rsidR="0053241B" w:rsidRPr="00CD5BF5" w14:paraId="0B27C106" w14:textId="77777777" w:rsidTr="36225CCF">
        <w:tc>
          <w:tcPr>
            <w:tcW w:w="4672" w:type="dxa"/>
          </w:tcPr>
          <w:p w14:paraId="721A654E" w14:textId="26C46DC2" w:rsidR="00ED0F54" w:rsidRPr="00CD5BF5" w:rsidRDefault="00E3744B" w:rsidP="00B67619">
            <w:pPr>
              <w:rPr>
                <w:bCs/>
                <w:noProof/>
              </w:rPr>
            </w:pPr>
            <w:r w:rsidRPr="00CD5BF5">
              <w:rPr>
                <w:bCs/>
                <w:noProof/>
              </w:rPr>
              <w:drawing>
                <wp:anchor distT="0" distB="107950" distL="114300" distR="114300" simplePos="0" relativeHeight="251663360" behindDoc="1" locked="0" layoutInCell="1" allowOverlap="1" wp14:anchorId="58B36386" wp14:editId="31C09C7B">
                  <wp:simplePos x="0" y="0"/>
                  <wp:positionH relativeFrom="column">
                    <wp:posOffset>-33874</wp:posOffset>
                  </wp:positionH>
                  <wp:positionV relativeFrom="paragraph">
                    <wp:posOffset>31750</wp:posOffset>
                  </wp:positionV>
                  <wp:extent cx="1463675" cy="1952625"/>
                  <wp:effectExtent l="0" t="0" r="0" b="3175"/>
                  <wp:wrapTight wrapText="bothSides">
                    <wp:wrapPolygon edited="0">
                      <wp:start x="0" y="0"/>
                      <wp:lineTo x="0" y="21495"/>
                      <wp:lineTo x="21366" y="21495"/>
                      <wp:lineTo x="21366" y="0"/>
                      <wp:lineTo x="0" y="0"/>
                    </wp:wrapPolygon>
                  </wp:wrapTight>
                  <wp:docPr id="8" name="Grafik 8" descr="Ein Bild, das drinnen, Wand, Badezimmer, Toilett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drinnen, Wand, Badezimmer, Toilette enthält.&#10;&#10;Automatisch generierte Beschreibung"/>
                          <pic:cNvPicPr/>
                        </pic:nvPicPr>
                        <pic:blipFill>
                          <a:blip r:embed="rId16" cstate="screen">
                            <a:extLst>
                              <a:ext uri="{28A0092B-C50C-407E-A947-70E740481C1C}">
                                <a14:useLocalDpi xmlns:a14="http://schemas.microsoft.com/office/drawing/2010/main"/>
                              </a:ext>
                            </a:extLst>
                          </a:blip>
                          <a:stretch>
                            <a:fillRect/>
                          </a:stretch>
                        </pic:blipFill>
                        <pic:spPr>
                          <a:xfrm>
                            <a:off x="0" y="0"/>
                            <a:ext cx="1463675" cy="1952625"/>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015261A7" w14:textId="57A2C389" w:rsidR="005D1234" w:rsidRPr="00CD5BF5" w:rsidRDefault="0C52D2BF" w:rsidP="7DFBA756">
            <w:pPr>
              <w:spacing w:after="0" w:line="360" w:lineRule="auto"/>
              <w:rPr>
                <w:rFonts w:eastAsia="AktivGroteskGeberit-Regular"/>
              </w:rPr>
            </w:pPr>
            <w:r w:rsidRPr="7DFBA756">
              <w:rPr>
                <w:rStyle w:val="normaltextrun"/>
                <w:b/>
                <w:bCs/>
                <w:color w:val="000000"/>
                <w:shd w:val="clear" w:color="auto" w:fill="FFFFFF"/>
              </w:rPr>
              <w:t>[</w:t>
            </w:r>
            <w:r w:rsidR="621EDE4E" w:rsidRPr="7DFBA756">
              <w:rPr>
                <w:rStyle w:val="normaltextrun"/>
                <w:b/>
                <w:bCs/>
                <w:color w:val="000000"/>
                <w:shd w:val="clear" w:color="auto" w:fill="FFFFFF"/>
              </w:rPr>
              <w:t>Geberit_The-Leo-Grand_Dusch-WC</w:t>
            </w:r>
            <w:r w:rsidRPr="7DFBA756">
              <w:rPr>
                <w:rStyle w:val="normaltextrun"/>
                <w:b/>
                <w:bCs/>
                <w:color w:val="000000"/>
                <w:shd w:val="clear" w:color="auto" w:fill="FFFFFF"/>
              </w:rPr>
              <w:t>.jpg]</w:t>
            </w:r>
            <w:r w:rsidR="00ED0F54" w:rsidRPr="00CD5BF5">
              <w:rPr>
                <w:rStyle w:val="normaltextrun"/>
                <w:b/>
                <w:bCs/>
                <w:color w:val="000000"/>
                <w:szCs w:val="20"/>
                <w:shd w:val="clear" w:color="auto" w:fill="FFFFFF"/>
              </w:rPr>
              <w:br/>
            </w:r>
            <w:r w:rsidR="37EDDA1A" w:rsidRPr="36225CCF">
              <w:rPr>
                <w:rFonts w:eastAsia="AktivGroteskGeberit-Regular"/>
              </w:rPr>
              <w:t>Elegante Integration</w:t>
            </w:r>
            <w:r w:rsidR="7B1A242A" w:rsidRPr="7DFBA756">
              <w:rPr>
                <w:rFonts w:eastAsia="AktivGroteskGeberit-Regular"/>
              </w:rPr>
              <w:t xml:space="preserve">: </w:t>
            </w:r>
            <w:r w:rsidR="7418F94A" w:rsidRPr="7DFBA756">
              <w:rPr>
                <w:rFonts w:eastAsia="AktivGroteskGeberit-Regular"/>
              </w:rPr>
              <w:t xml:space="preserve">Das Dusch-WC Geberit </w:t>
            </w:r>
            <w:proofErr w:type="spellStart"/>
            <w:r w:rsidR="7418F94A" w:rsidRPr="7DFBA756">
              <w:rPr>
                <w:rFonts w:eastAsia="AktivGroteskGeberit-Regular"/>
              </w:rPr>
              <w:t>AquaClean</w:t>
            </w:r>
            <w:proofErr w:type="spellEnd"/>
            <w:r w:rsidR="7418F94A" w:rsidRPr="7DFBA756">
              <w:rPr>
                <w:rFonts w:eastAsia="AktivGroteskGeberit-Regular"/>
              </w:rPr>
              <w:t xml:space="preserve"> Sela wurde in allen 76 Bädern verbaut. Mit seinem schlanken und </w:t>
            </w:r>
            <w:r w:rsidR="092D6C21" w:rsidRPr="36225CCF">
              <w:rPr>
                <w:rFonts w:eastAsia="AktivGroteskGeberit-Regular"/>
              </w:rPr>
              <w:t>reduzierten</w:t>
            </w:r>
            <w:r w:rsidR="7418F94A" w:rsidRPr="7DFBA756">
              <w:rPr>
                <w:rFonts w:eastAsia="AktivGroteskGeberit-Regular"/>
              </w:rPr>
              <w:t xml:space="preserve"> Design </w:t>
            </w:r>
            <w:r w:rsidR="3080020E" w:rsidRPr="7DFBA756">
              <w:rPr>
                <w:rFonts w:eastAsia="AktivGroteskGeberit-Regular"/>
              </w:rPr>
              <w:t>fügt es sich so gut ein, dass es von vielen Gästen zunächst als gewöhnliches WC wahrgenommen wird.</w:t>
            </w:r>
          </w:p>
          <w:p w14:paraId="79AD5F23" w14:textId="03F8F818" w:rsidR="00ED0F54" w:rsidRPr="00CD5BF5" w:rsidRDefault="00ED0F54" w:rsidP="00DA3019">
            <w:pPr>
              <w:spacing w:after="0" w:line="360" w:lineRule="auto"/>
              <w:rPr>
                <w:rStyle w:val="normaltextrun"/>
                <w:b/>
                <w:bCs/>
                <w:color w:val="000000"/>
                <w:szCs w:val="20"/>
                <w:shd w:val="clear" w:color="auto" w:fill="FFFFFF"/>
              </w:rPr>
            </w:pPr>
            <w:r w:rsidRPr="00CD5BF5">
              <w:rPr>
                <w:rFonts w:eastAsia="AktivGroteskGeberit-Regular"/>
                <w:szCs w:val="20"/>
              </w:rPr>
              <w:t xml:space="preserve">Foto: </w:t>
            </w:r>
            <w:r w:rsidR="00A84DF4" w:rsidRPr="00CD5BF5">
              <w:rPr>
                <w:bCs/>
              </w:rPr>
              <w:t>Werner Streitfelder</w:t>
            </w:r>
          </w:p>
        </w:tc>
      </w:tr>
      <w:tr w:rsidR="0053241B" w:rsidRPr="00CD5BF5" w14:paraId="52FBE305" w14:textId="77777777" w:rsidTr="36225CCF">
        <w:tc>
          <w:tcPr>
            <w:tcW w:w="4672" w:type="dxa"/>
          </w:tcPr>
          <w:p w14:paraId="43B5600D" w14:textId="08CA86BC" w:rsidR="00ED0F54" w:rsidRPr="00CD5BF5" w:rsidRDefault="00E80EE6" w:rsidP="00B67619">
            <w:pPr>
              <w:rPr>
                <w:bCs/>
                <w:noProof/>
              </w:rPr>
            </w:pPr>
            <w:r w:rsidRPr="00CD5BF5">
              <w:rPr>
                <w:bCs/>
                <w:noProof/>
              </w:rPr>
              <w:drawing>
                <wp:anchor distT="0" distB="107950" distL="114300" distR="114300" simplePos="0" relativeHeight="251664384" behindDoc="1" locked="0" layoutInCell="1" allowOverlap="1" wp14:anchorId="5C9F9EEE" wp14:editId="10673AD7">
                  <wp:simplePos x="0" y="0"/>
                  <wp:positionH relativeFrom="column">
                    <wp:posOffset>-33874</wp:posOffset>
                  </wp:positionH>
                  <wp:positionV relativeFrom="paragraph">
                    <wp:posOffset>36786</wp:posOffset>
                  </wp:positionV>
                  <wp:extent cx="1477010" cy="1791970"/>
                  <wp:effectExtent l="0" t="0" r="0" b="0"/>
                  <wp:wrapTight wrapText="bothSides">
                    <wp:wrapPolygon edited="0">
                      <wp:start x="0" y="0"/>
                      <wp:lineTo x="0" y="21432"/>
                      <wp:lineTo x="21359" y="21432"/>
                      <wp:lineTo x="21359" y="0"/>
                      <wp:lineTo x="0" y="0"/>
                    </wp:wrapPolygon>
                  </wp:wrapTight>
                  <wp:docPr id="10" name="Grafik 10" descr="Ein Bild, das Wand,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descr="Ein Bild, das Wand, drinnen enthält.&#10;&#10;Automatisch generierte Beschreibung"/>
                          <pic:cNvPicPr/>
                        </pic:nvPicPr>
                        <pic:blipFill>
                          <a:blip r:embed="rId17" cstate="screen">
                            <a:extLst>
                              <a:ext uri="{28A0092B-C50C-407E-A947-70E740481C1C}">
                                <a14:useLocalDpi xmlns:a14="http://schemas.microsoft.com/office/drawing/2010/main"/>
                              </a:ext>
                            </a:extLst>
                          </a:blip>
                          <a:stretch>
                            <a:fillRect/>
                          </a:stretch>
                        </pic:blipFill>
                        <pic:spPr>
                          <a:xfrm>
                            <a:off x="0" y="0"/>
                            <a:ext cx="1477010" cy="1791970"/>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6F63E66D" w14:textId="2B58E0BA" w:rsidR="001C4E95" w:rsidRPr="00CD5BF5" w:rsidRDefault="006F450D" w:rsidP="001C4E95">
            <w:pPr>
              <w:spacing w:after="0" w:line="240" w:lineRule="auto"/>
              <w:rPr>
                <w:rFonts w:ascii="Times New Roman" w:hAnsi="Times New Roman" w:cs="Times New Roman"/>
                <w:szCs w:val="24"/>
                <w:lang w:val="en-US"/>
              </w:rPr>
            </w:pPr>
            <w:r w:rsidRPr="00CD5BF5">
              <w:rPr>
                <w:rStyle w:val="normaltextrun"/>
                <w:b/>
                <w:bCs/>
                <w:color w:val="000000"/>
                <w:szCs w:val="20"/>
                <w:shd w:val="clear" w:color="auto" w:fill="FFFFFF"/>
                <w:lang w:val="en-US"/>
              </w:rPr>
              <w:t>[</w:t>
            </w:r>
            <w:r w:rsidR="00A84DF4" w:rsidRPr="00CD5BF5">
              <w:rPr>
                <w:rStyle w:val="normaltextrun"/>
                <w:b/>
                <w:bCs/>
                <w:color w:val="000000"/>
                <w:szCs w:val="20"/>
                <w:shd w:val="clear" w:color="auto" w:fill="FFFFFF"/>
                <w:lang w:val="en-US"/>
              </w:rPr>
              <w:t>Geberit_The-Leo-Grand_Dusch-WC-Bedienpanel</w:t>
            </w:r>
            <w:r w:rsidRPr="00CD5BF5">
              <w:rPr>
                <w:rStyle w:val="normaltextrun"/>
                <w:b/>
                <w:bCs/>
                <w:color w:val="000000"/>
                <w:szCs w:val="20"/>
                <w:shd w:val="clear" w:color="auto" w:fill="FFFFFF"/>
                <w:lang w:val="en-US"/>
              </w:rPr>
              <w:t>.jpg]</w:t>
            </w:r>
            <w:r w:rsidR="001C4E95" w:rsidRPr="00CD5BF5">
              <w:rPr>
                <w:rStyle w:val="eop"/>
                <w:color w:val="000000"/>
                <w:szCs w:val="20"/>
                <w:shd w:val="clear" w:color="auto" w:fill="FFFFFF"/>
                <w:lang w:val="en-US"/>
              </w:rPr>
              <w:t> </w:t>
            </w:r>
          </w:p>
          <w:p w14:paraId="2032ABF7" w14:textId="53B95637" w:rsidR="00ED0F54" w:rsidRPr="00CD5BF5" w:rsidRDefault="01A9171E" w:rsidP="7DFBA756">
            <w:pPr>
              <w:rPr>
                <w:rStyle w:val="normaltextrun"/>
                <w:b/>
                <w:bCs/>
                <w:color w:val="000000"/>
                <w:shd w:val="clear" w:color="auto" w:fill="FFFFFF"/>
              </w:rPr>
            </w:pPr>
            <w:r>
              <w:t xml:space="preserve">An der Wand neben dem Geberit </w:t>
            </w:r>
            <w:proofErr w:type="spellStart"/>
            <w:r>
              <w:t>AquaClean</w:t>
            </w:r>
            <w:proofErr w:type="spellEnd"/>
            <w:r>
              <w:t xml:space="preserve"> Dusch-WC wurde ein Bedienpanel montiert, über das </w:t>
            </w:r>
            <w:r w:rsidR="2330C45B">
              <w:t>alle Funktionen</w:t>
            </w:r>
            <w:r w:rsidR="2F4731BF">
              <w:t xml:space="preserve"> bequem </w:t>
            </w:r>
            <w:r w:rsidR="092D6C21">
              <w:t xml:space="preserve">gesteuert </w:t>
            </w:r>
            <w:r w:rsidR="2330C45B">
              <w:t>werden können.</w:t>
            </w:r>
            <w:r w:rsidR="28E51D20">
              <w:br/>
            </w:r>
            <w:r w:rsidR="27B6E0D3">
              <w:t xml:space="preserve">Foto: </w:t>
            </w:r>
            <w:r w:rsidR="42FC390A">
              <w:t>Werner Streitfelder</w:t>
            </w:r>
          </w:p>
        </w:tc>
      </w:tr>
    </w:tbl>
    <w:p w14:paraId="6E4F020E" w14:textId="42A8E226" w:rsidR="00290695" w:rsidRPr="00CD5BF5" w:rsidRDefault="00290695" w:rsidP="001F57FC">
      <w:pPr>
        <w:spacing w:line="276" w:lineRule="auto"/>
        <w:rPr>
          <w:bCs/>
          <w:sz w:val="16"/>
          <w:szCs w:val="16"/>
        </w:rPr>
      </w:pPr>
    </w:p>
    <w:p w14:paraId="7AAB5785" w14:textId="0DDDB0C4" w:rsidR="00FA0C72" w:rsidRPr="00CD5BF5" w:rsidRDefault="005F087E" w:rsidP="001F57FC">
      <w:pPr>
        <w:spacing w:after="0" w:line="276" w:lineRule="auto"/>
        <w:rPr>
          <w:rStyle w:val="Fett"/>
          <w:b/>
          <w:szCs w:val="16"/>
        </w:rPr>
      </w:pPr>
      <w:r w:rsidRPr="00CD5BF5">
        <w:rPr>
          <w:rStyle w:val="Fett"/>
          <w:b/>
          <w:szCs w:val="16"/>
        </w:rPr>
        <w:t>W</w:t>
      </w:r>
      <w:r w:rsidR="00FA0C72" w:rsidRPr="00CD5BF5">
        <w:rPr>
          <w:rStyle w:val="Fett"/>
          <w:b/>
          <w:szCs w:val="16"/>
        </w:rPr>
        <w:t>eitere Auskünfte erteilt:</w:t>
      </w:r>
    </w:p>
    <w:p w14:paraId="20D54F5C" w14:textId="5CA7B2B5" w:rsidR="008D3BCD" w:rsidRPr="00CD5BF5" w:rsidRDefault="00FA0C72" w:rsidP="001F57FC">
      <w:pPr>
        <w:pStyle w:val="Boilerpatebold"/>
        <w:spacing w:line="276" w:lineRule="auto"/>
        <w:rPr>
          <w:rStyle w:val="Fett"/>
          <w:b w:val="0"/>
          <w:szCs w:val="16"/>
        </w:rPr>
      </w:pPr>
      <w:r w:rsidRPr="00CD5BF5">
        <w:rPr>
          <w:rStyle w:val="Fett"/>
          <w:b w:val="0"/>
          <w:szCs w:val="16"/>
        </w:rPr>
        <w:t>Ansel &amp; Möllers GmbH</w:t>
      </w:r>
      <w:r w:rsidRPr="00CD5BF5">
        <w:rPr>
          <w:szCs w:val="16"/>
        </w:rPr>
        <w:br/>
      </w:r>
      <w:r w:rsidRPr="00CD5BF5">
        <w:rPr>
          <w:rStyle w:val="Fett"/>
          <w:b w:val="0"/>
          <w:szCs w:val="16"/>
        </w:rPr>
        <w:t>König-Karl-Straße 10, 70372 Stuttgart</w:t>
      </w:r>
      <w:r w:rsidRPr="00CD5BF5">
        <w:rPr>
          <w:szCs w:val="16"/>
        </w:rPr>
        <w:br/>
      </w:r>
      <w:r w:rsidR="00131CAE" w:rsidRPr="00CD5BF5">
        <w:rPr>
          <w:rStyle w:val="Fett"/>
          <w:b w:val="0"/>
          <w:szCs w:val="16"/>
        </w:rPr>
        <w:t xml:space="preserve">Annibale </w:t>
      </w:r>
      <w:proofErr w:type="spellStart"/>
      <w:r w:rsidR="00131CAE" w:rsidRPr="00CD5BF5">
        <w:rPr>
          <w:rStyle w:val="Fett"/>
          <w:b w:val="0"/>
          <w:szCs w:val="16"/>
        </w:rPr>
        <w:t>Picicci</w:t>
      </w:r>
      <w:proofErr w:type="spellEnd"/>
      <w:r w:rsidR="008D3BCD" w:rsidRPr="00CD5BF5">
        <w:rPr>
          <w:rStyle w:val="Fett"/>
          <w:b w:val="0"/>
          <w:szCs w:val="16"/>
        </w:rPr>
        <w:t>, Katrin Bühner</w:t>
      </w:r>
    </w:p>
    <w:p w14:paraId="1A497C1C" w14:textId="6786BC23" w:rsidR="00FA0C72" w:rsidRPr="00CD5BF5" w:rsidRDefault="00FA0C72" w:rsidP="001F57FC">
      <w:pPr>
        <w:pStyle w:val="Boilerpatebold"/>
        <w:spacing w:line="276" w:lineRule="auto"/>
        <w:rPr>
          <w:rStyle w:val="Fett"/>
          <w:b w:val="0"/>
          <w:szCs w:val="16"/>
          <w:lang w:val="en-US"/>
        </w:rPr>
      </w:pPr>
      <w:r w:rsidRPr="00CD5BF5">
        <w:rPr>
          <w:rStyle w:val="Fett"/>
          <w:b w:val="0"/>
          <w:szCs w:val="16"/>
          <w:lang w:val="en-US"/>
        </w:rPr>
        <w:t>Tel. +49 (0)711 92545-</w:t>
      </w:r>
      <w:r w:rsidR="00131CAE" w:rsidRPr="00CD5BF5">
        <w:rPr>
          <w:rStyle w:val="Fett"/>
          <w:b w:val="0"/>
          <w:szCs w:val="16"/>
          <w:lang w:val="en-US"/>
        </w:rPr>
        <w:t>12</w:t>
      </w:r>
    </w:p>
    <w:p w14:paraId="102AFC24" w14:textId="4537C113" w:rsidR="00FA0C72" w:rsidRPr="00CD5BF5" w:rsidRDefault="00FA0C72" w:rsidP="001F57FC">
      <w:pPr>
        <w:pStyle w:val="Boilerpatebold"/>
        <w:spacing w:line="276" w:lineRule="auto"/>
        <w:rPr>
          <w:rStyle w:val="Fett"/>
          <w:b w:val="0"/>
          <w:szCs w:val="16"/>
          <w:lang w:val="en-US"/>
        </w:rPr>
      </w:pPr>
      <w:r w:rsidRPr="00CD5BF5">
        <w:rPr>
          <w:rStyle w:val="Fett"/>
          <w:b w:val="0"/>
          <w:szCs w:val="16"/>
          <w:lang w:val="en-US"/>
        </w:rPr>
        <w:t xml:space="preserve">Mail: </w:t>
      </w:r>
      <w:r w:rsidR="00131CAE" w:rsidRPr="00CD5BF5">
        <w:rPr>
          <w:rStyle w:val="Fett"/>
          <w:b w:val="0"/>
          <w:szCs w:val="16"/>
          <w:lang w:val="en-US"/>
        </w:rPr>
        <w:t>a.picicci</w:t>
      </w:r>
      <w:r w:rsidRPr="00CD5BF5">
        <w:rPr>
          <w:rStyle w:val="Fett"/>
          <w:b w:val="0"/>
          <w:szCs w:val="16"/>
          <w:lang w:val="en-US"/>
        </w:rPr>
        <w:t xml:space="preserve">@anselmoellers.de </w:t>
      </w:r>
    </w:p>
    <w:p w14:paraId="134FBEE8" w14:textId="77777777" w:rsidR="00FA0C72" w:rsidRPr="00CD5BF5" w:rsidRDefault="00FA0C72" w:rsidP="001F57FC">
      <w:pPr>
        <w:pStyle w:val="Boilerpatebold"/>
        <w:spacing w:line="276" w:lineRule="auto"/>
        <w:rPr>
          <w:rStyle w:val="Fett"/>
          <w:b w:val="0"/>
          <w:szCs w:val="16"/>
          <w:lang w:val="en-US"/>
        </w:rPr>
      </w:pPr>
    </w:p>
    <w:p w14:paraId="755B803A" w14:textId="77777777" w:rsidR="00FA0C72" w:rsidRPr="00CD5BF5" w:rsidRDefault="00FA0C72" w:rsidP="001F57FC">
      <w:pPr>
        <w:pStyle w:val="Boilerpatebold"/>
        <w:spacing w:line="276" w:lineRule="auto"/>
        <w:rPr>
          <w:rStyle w:val="Fett"/>
          <w:szCs w:val="16"/>
        </w:rPr>
      </w:pPr>
      <w:r w:rsidRPr="00CD5BF5">
        <w:rPr>
          <w:rStyle w:val="Fett"/>
          <w:szCs w:val="16"/>
        </w:rPr>
        <w:t>Über Geberit</w:t>
      </w:r>
    </w:p>
    <w:p w14:paraId="3E8F6DB9" w14:textId="0AFC64E7" w:rsidR="00F47BA8" w:rsidRPr="005900F6" w:rsidRDefault="00A36BBD" w:rsidP="001F57FC">
      <w:pPr>
        <w:spacing w:line="276" w:lineRule="auto"/>
      </w:pPr>
      <w:r w:rsidRPr="00CD5BF5">
        <w:rPr>
          <w:rStyle w:val="Fett"/>
          <w:szCs w:val="16"/>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12.000 Mitarbeitenden in rund 50 Ländern erzielte Geberit 2022 einen Nettoumsatz von CHF 3,4 Milliarden. Die Geberit Aktien sind an der SIX Swiss Exchange kotiert und seit 2012 Bestandteil des SMI (Swiss Market Index).</w:t>
      </w:r>
    </w:p>
    <w:sectPr w:rsidR="00F47BA8" w:rsidRPr="005900F6">
      <w:headerReference w:type="even" r:id="rId18"/>
      <w:headerReference w:type="default" r:id="rId19"/>
      <w:footerReference w:type="even" r:id="rId20"/>
      <w:footerReference w:type="default" r:id="rId21"/>
      <w:headerReference w:type="first" r:id="rId22"/>
      <w:footerReference w:type="first" r:id="rId23"/>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0365AE" w14:textId="77777777" w:rsidR="00D14785" w:rsidRDefault="00D14785" w:rsidP="00C0638B">
      <w:r>
        <w:separator/>
      </w:r>
    </w:p>
  </w:endnote>
  <w:endnote w:type="continuationSeparator" w:id="0">
    <w:p w14:paraId="5D8DF68D" w14:textId="77777777" w:rsidR="00D14785" w:rsidRDefault="00D14785" w:rsidP="00C0638B">
      <w:r>
        <w:continuationSeparator/>
      </w:r>
    </w:p>
  </w:endnote>
  <w:endnote w:type="continuationNotice" w:id="1">
    <w:p w14:paraId="4F3C06CB" w14:textId="77777777" w:rsidR="00D14785" w:rsidRDefault="00D1478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ktivGroteskGeberit-Regular">
    <w:altName w:val="Yu Gothic"/>
    <w:panose1 w:val="020B0604020202020204"/>
    <w:charset w:val="00"/>
    <w:family w:val="swiss"/>
    <w:notTrueType/>
    <w:pitch w:val="default"/>
    <w:sig w:usb0="00000003" w:usb1="08070000" w:usb2="00000010" w:usb3="00000000" w:csb0="0002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55A1E" w14:textId="77777777" w:rsidR="00214B7D" w:rsidRDefault="00214B7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C3A9A" w14:textId="0B712D2A" w:rsidR="009B6E20" w:rsidRDefault="009B6E20" w:rsidP="00C0638B">
    <w:pPr>
      <w:pStyle w:val="Fuzeile"/>
    </w:pPr>
    <w:r>
      <w:rPr>
        <w:snapToGrid w:val="0"/>
      </w:rPr>
      <w:fldChar w:fldCharType="begin"/>
    </w:r>
    <w:r>
      <w:rPr>
        <w:snapToGrid w:val="0"/>
      </w:rPr>
      <w:instrText xml:space="preserve"> PAGE </w:instrText>
    </w:r>
    <w:r>
      <w:rPr>
        <w:snapToGrid w:val="0"/>
      </w:rPr>
      <w:fldChar w:fldCharType="separate"/>
    </w:r>
    <w:r w:rsidR="00AE661F">
      <w:rPr>
        <w:noProof/>
        <w:snapToGrid w:val="0"/>
      </w:rPr>
      <w:t>3</w:t>
    </w:r>
    <w:r>
      <w:rPr>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D2746E" w14:textId="77777777" w:rsidR="00214B7D" w:rsidRDefault="00214B7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4801B1" w14:textId="77777777" w:rsidR="00D14785" w:rsidRDefault="00D14785" w:rsidP="00C0638B">
      <w:r>
        <w:separator/>
      </w:r>
    </w:p>
  </w:footnote>
  <w:footnote w:type="continuationSeparator" w:id="0">
    <w:p w14:paraId="4867E7F9" w14:textId="77777777" w:rsidR="00D14785" w:rsidRDefault="00D14785" w:rsidP="00C0638B">
      <w:r>
        <w:continuationSeparator/>
      </w:r>
    </w:p>
  </w:footnote>
  <w:footnote w:type="continuationNotice" w:id="1">
    <w:p w14:paraId="56A7168A" w14:textId="77777777" w:rsidR="00D14785" w:rsidRDefault="00D1478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5958E" w14:textId="77777777" w:rsidR="00214B7D" w:rsidRDefault="00214B7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595F7" w14:textId="00244FC6" w:rsidR="009B6E20" w:rsidRDefault="009B6E20" w:rsidP="00C0638B">
    <w:pPr>
      <w:pStyle w:val="Kopfzeile"/>
    </w:pPr>
    <w:r>
      <w:t>MEDIA RELEASE</w:t>
    </w:r>
    <w:r>
      <w:rPr>
        <w:noProof/>
      </w:rPr>
      <w:t xml:space="preserve"> </w:t>
    </w:r>
    <w:r>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9B6E20" w:rsidRDefault="009B6E20" w:rsidP="00C0638B">
    <w:pPr>
      <w:pStyle w:val="Kopfzeile"/>
    </w:pPr>
  </w:p>
  <w:p w14:paraId="3939F970" w14:textId="77777777" w:rsidR="009B6E20" w:rsidRDefault="009B6E20" w:rsidP="00C0638B">
    <w:pPr>
      <w:pStyle w:val="Kopfzeile"/>
    </w:pPr>
  </w:p>
  <w:p w14:paraId="1D10099C" w14:textId="77777777" w:rsidR="009B6E20" w:rsidRDefault="009B6E20" w:rsidP="00C0638B">
    <w:pPr>
      <w:pStyle w:val="Kopfzeile"/>
    </w:pPr>
  </w:p>
  <w:p w14:paraId="6BA002F4" w14:textId="77777777" w:rsidR="009B6E20" w:rsidRDefault="009B6E20" w:rsidP="00C0638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393C9" w14:textId="27114C82" w:rsidR="009B6E20" w:rsidRDefault="009B6E20" w:rsidP="00C0638B">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intelligence2.xml><?xml version="1.0" encoding="utf-8"?>
<int2:intelligence xmlns:int2="http://schemas.microsoft.com/office/intelligence/2020/intelligence" xmlns:oel="http://schemas.microsoft.com/office/2019/extlst">
  <int2:observations>
    <int2:textHash int2:hashCode="KK6j8IQjE3sFh5" int2:id="ZLwcTiop">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F244331"/>
    <w:multiLevelType w:val="hybridMultilevel"/>
    <w:tmpl w:val="50543926"/>
    <w:lvl w:ilvl="0" w:tplc="97B4385A">
      <w:start w:val="202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4527DDC"/>
    <w:multiLevelType w:val="hybridMultilevel"/>
    <w:tmpl w:val="28CEB19C"/>
    <w:lvl w:ilvl="0" w:tplc="CF34B0E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6884536"/>
    <w:multiLevelType w:val="hybridMultilevel"/>
    <w:tmpl w:val="1638B344"/>
    <w:lvl w:ilvl="0" w:tplc="B13CC084">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2283E62"/>
    <w:multiLevelType w:val="hybridMultilevel"/>
    <w:tmpl w:val="13E0B5F6"/>
    <w:lvl w:ilvl="0" w:tplc="F51E16FC">
      <w:start w:val="202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AEE5F17"/>
    <w:multiLevelType w:val="hybridMultilevel"/>
    <w:tmpl w:val="8FFA037E"/>
    <w:lvl w:ilvl="0" w:tplc="6FF0BA6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4E52DCE"/>
    <w:multiLevelType w:val="hybridMultilevel"/>
    <w:tmpl w:val="F63AB156"/>
    <w:lvl w:ilvl="0" w:tplc="B7105B2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BF91B26"/>
    <w:multiLevelType w:val="hybridMultilevel"/>
    <w:tmpl w:val="43F8DBCC"/>
    <w:lvl w:ilvl="0" w:tplc="3D5C76B4">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839780715">
    <w:abstractNumId w:val="0"/>
  </w:num>
  <w:num w:numId="2" w16cid:durableId="291714241">
    <w:abstractNumId w:val="9"/>
  </w:num>
  <w:num w:numId="3" w16cid:durableId="2039161637">
    <w:abstractNumId w:val="1"/>
  </w:num>
  <w:num w:numId="4" w16cid:durableId="687293071">
    <w:abstractNumId w:val="7"/>
  </w:num>
  <w:num w:numId="5" w16cid:durableId="1689600915">
    <w:abstractNumId w:val="3"/>
  </w:num>
  <w:num w:numId="6" w16cid:durableId="522745870">
    <w:abstractNumId w:val="6"/>
  </w:num>
  <w:num w:numId="7" w16cid:durableId="1866140469">
    <w:abstractNumId w:val="5"/>
  </w:num>
  <w:num w:numId="8" w16cid:durableId="1836913783">
    <w:abstractNumId w:val="2"/>
  </w:num>
  <w:num w:numId="9" w16cid:durableId="577128993">
    <w:abstractNumId w:val="4"/>
  </w:num>
  <w:num w:numId="10" w16cid:durableId="204979139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16BF"/>
    <w:rsid w:val="000035FF"/>
    <w:rsid w:val="00003713"/>
    <w:rsid w:val="0000380F"/>
    <w:rsid w:val="00004A20"/>
    <w:rsid w:val="00004F25"/>
    <w:rsid w:val="00006036"/>
    <w:rsid w:val="000064C8"/>
    <w:rsid w:val="00007725"/>
    <w:rsid w:val="00010475"/>
    <w:rsid w:val="000105E3"/>
    <w:rsid w:val="0001063A"/>
    <w:rsid w:val="00010DF8"/>
    <w:rsid w:val="0001280D"/>
    <w:rsid w:val="00012DC8"/>
    <w:rsid w:val="0001353B"/>
    <w:rsid w:val="00013BFF"/>
    <w:rsid w:val="000146EE"/>
    <w:rsid w:val="000147BD"/>
    <w:rsid w:val="00014805"/>
    <w:rsid w:val="00014A7A"/>
    <w:rsid w:val="00014B8E"/>
    <w:rsid w:val="00020087"/>
    <w:rsid w:val="00020FF5"/>
    <w:rsid w:val="000220DA"/>
    <w:rsid w:val="00023947"/>
    <w:rsid w:val="00023BF9"/>
    <w:rsid w:val="00023CC3"/>
    <w:rsid w:val="00024380"/>
    <w:rsid w:val="00025934"/>
    <w:rsid w:val="000261C6"/>
    <w:rsid w:val="000263EE"/>
    <w:rsid w:val="000273D8"/>
    <w:rsid w:val="00031FB8"/>
    <w:rsid w:val="00033BB8"/>
    <w:rsid w:val="00034BAA"/>
    <w:rsid w:val="000354B9"/>
    <w:rsid w:val="00035A0A"/>
    <w:rsid w:val="000369DD"/>
    <w:rsid w:val="00037E3A"/>
    <w:rsid w:val="00040E47"/>
    <w:rsid w:val="00040F7B"/>
    <w:rsid w:val="000414B3"/>
    <w:rsid w:val="000435CF"/>
    <w:rsid w:val="00044480"/>
    <w:rsid w:val="000446C6"/>
    <w:rsid w:val="00045A28"/>
    <w:rsid w:val="00045C33"/>
    <w:rsid w:val="000467FA"/>
    <w:rsid w:val="00046CA8"/>
    <w:rsid w:val="00050414"/>
    <w:rsid w:val="000522B9"/>
    <w:rsid w:val="000524C4"/>
    <w:rsid w:val="0005259B"/>
    <w:rsid w:val="0005495E"/>
    <w:rsid w:val="000552D2"/>
    <w:rsid w:val="00055706"/>
    <w:rsid w:val="00055A5C"/>
    <w:rsid w:val="0005669B"/>
    <w:rsid w:val="00056A6C"/>
    <w:rsid w:val="000570E5"/>
    <w:rsid w:val="00057F7C"/>
    <w:rsid w:val="00060F65"/>
    <w:rsid w:val="000628BD"/>
    <w:rsid w:val="00063652"/>
    <w:rsid w:val="00063A9A"/>
    <w:rsid w:val="00063D05"/>
    <w:rsid w:val="000649E4"/>
    <w:rsid w:val="00064DB3"/>
    <w:rsid w:val="00065EBD"/>
    <w:rsid w:val="0006732E"/>
    <w:rsid w:val="0006778C"/>
    <w:rsid w:val="00067B87"/>
    <w:rsid w:val="00067E71"/>
    <w:rsid w:val="000707F1"/>
    <w:rsid w:val="0007085A"/>
    <w:rsid w:val="00072A3C"/>
    <w:rsid w:val="00072BD0"/>
    <w:rsid w:val="000738CF"/>
    <w:rsid w:val="00073E45"/>
    <w:rsid w:val="00076164"/>
    <w:rsid w:val="00076190"/>
    <w:rsid w:val="00076A04"/>
    <w:rsid w:val="000777A5"/>
    <w:rsid w:val="000807CD"/>
    <w:rsid w:val="00080BDF"/>
    <w:rsid w:val="00083178"/>
    <w:rsid w:val="000837CD"/>
    <w:rsid w:val="00083860"/>
    <w:rsid w:val="0008478B"/>
    <w:rsid w:val="00084813"/>
    <w:rsid w:val="0008487F"/>
    <w:rsid w:val="00084B16"/>
    <w:rsid w:val="00085424"/>
    <w:rsid w:val="000854EF"/>
    <w:rsid w:val="00085619"/>
    <w:rsid w:val="000858FA"/>
    <w:rsid w:val="00085C0C"/>
    <w:rsid w:val="000867F9"/>
    <w:rsid w:val="00087CED"/>
    <w:rsid w:val="00090160"/>
    <w:rsid w:val="0009079E"/>
    <w:rsid w:val="000912B7"/>
    <w:rsid w:val="00091331"/>
    <w:rsid w:val="00091699"/>
    <w:rsid w:val="00091A26"/>
    <w:rsid w:val="00092850"/>
    <w:rsid w:val="0009294D"/>
    <w:rsid w:val="00092AC1"/>
    <w:rsid w:val="0009369A"/>
    <w:rsid w:val="000945F5"/>
    <w:rsid w:val="00094725"/>
    <w:rsid w:val="00095958"/>
    <w:rsid w:val="00095FF1"/>
    <w:rsid w:val="0009617A"/>
    <w:rsid w:val="00096695"/>
    <w:rsid w:val="00096B04"/>
    <w:rsid w:val="00096E28"/>
    <w:rsid w:val="000A0265"/>
    <w:rsid w:val="000A0DF8"/>
    <w:rsid w:val="000A20E7"/>
    <w:rsid w:val="000A2D58"/>
    <w:rsid w:val="000A46CD"/>
    <w:rsid w:val="000A4F83"/>
    <w:rsid w:val="000A7415"/>
    <w:rsid w:val="000A7440"/>
    <w:rsid w:val="000B03B2"/>
    <w:rsid w:val="000B05DD"/>
    <w:rsid w:val="000B12C8"/>
    <w:rsid w:val="000B169A"/>
    <w:rsid w:val="000B1805"/>
    <w:rsid w:val="000B32E3"/>
    <w:rsid w:val="000B5D29"/>
    <w:rsid w:val="000B7163"/>
    <w:rsid w:val="000C01F7"/>
    <w:rsid w:val="000C1121"/>
    <w:rsid w:val="000C22AD"/>
    <w:rsid w:val="000C237B"/>
    <w:rsid w:val="000C2467"/>
    <w:rsid w:val="000C34FB"/>
    <w:rsid w:val="000C3E39"/>
    <w:rsid w:val="000C5576"/>
    <w:rsid w:val="000C7CFE"/>
    <w:rsid w:val="000D04B2"/>
    <w:rsid w:val="000D0825"/>
    <w:rsid w:val="000D13A7"/>
    <w:rsid w:val="000D1568"/>
    <w:rsid w:val="000D2273"/>
    <w:rsid w:val="000D342C"/>
    <w:rsid w:val="000D34E4"/>
    <w:rsid w:val="000D4766"/>
    <w:rsid w:val="000D48B2"/>
    <w:rsid w:val="000D56ED"/>
    <w:rsid w:val="000D5EEF"/>
    <w:rsid w:val="000D6677"/>
    <w:rsid w:val="000D68AD"/>
    <w:rsid w:val="000E4444"/>
    <w:rsid w:val="000E4EC4"/>
    <w:rsid w:val="000E78E1"/>
    <w:rsid w:val="000F0B10"/>
    <w:rsid w:val="000F0B19"/>
    <w:rsid w:val="000F29E9"/>
    <w:rsid w:val="000F2F7E"/>
    <w:rsid w:val="000F3979"/>
    <w:rsid w:val="000F4505"/>
    <w:rsid w:val="000F4E9E"/>
    <w:rsid w:val="000F69A3"/>
    <w:rsid w:val="000F6A6E"/>
    <w:rsid w:val="000F6BD5"/>
    <w:rsid w:val="000F749D"/>
    <w:rsid w:val="000F7CF8"/>
    <w:rsid w:val="00100255"/>
    <w:rsid w:val="0010196D"/>
    <w:rsid w:val="00101B20"/>
    <w:rsid w:val="00101C9C"/>
    <w:rsid w:val="001021EC"/>
    <w:rsid w:val="0010258C"/>
    <w:rsid w:val="00102924"/>
    <w:rsid w:val="00104F2C"/>
    <w:rsid w:val="0010640E"/>
    <w:rsid w:val="0010797F"/>
    <w:rsid w:val="00107F0C"/>
    <w:rsid w:val="00110904"/>
    <w:rsid w:val="001109F4"/>
    <w:rsid w:val="00110C79"/>
    <w:rsid w:val="0011117D"/>
    <w:rsid w:val="00111348"/>
    <w:rsid w:val="00111FDD"/>
    <w:rsid w:val="0011200D"/>
    <w:rsid w:val="00113133"/>
    <w:rsid w:val="00113FC8"/>
    <w:rsid w:val="0011406C"/>
    <w:rsid w:val="00114784"/>
    <w:rsid w:val="00115E3E"/>
    <w:rsid w:val="00116222"/>
    <w:rsid w:val="0011659C"/>
    <w:rsid w:val="00117401"/>
    <w:rsid w:val="00117A1A"/>
    <w:rsid w:val="00117D61"/>
    <w:rsid w:val="0012026B"/>
    <w:rsid w:val="00120AF2"/>
    <w:rsid w:val="00120FA7"/>
    <w:rsid w:val="001213F0"/>
    <w:rsid w:val="001213F7"/>
    <w:rsid w:val="00121DAA"/>
    <w:rsid w:val="0012310D"/>
    <w:rsid w:val="001237EB"/>
    <w:rsid w:val="00124341"/>
    <w:rsid w:val="0012475F"/>
    <w:rsid w:val="0012489B"/>
    <w:rsid w:val="0012557C"/>
    <w:rsid w:val="0012591C"/>
    <w:rsid w:val="001261B3"/>
    <w:rsid w:val="001265FF"/>
    <w:rsid w:val="00126C83"/>
    <w:rsid w:val="00130BB8"/>
    <w:rsid w:val="00131CAE"/>
    <w:rsid w:val="00132398"/>
    <w:rsid w:val="0013303F"/>
    <w:rsid w:val="001345A5"/>
    <w:rsid w:val="00134D21"/>
    <w:rsid w:val="00136023"/>
    <w:rsid w:val="001362ED"/>
    <w:rsid w:val="00136CA5"/>
    <w:rsid w:val="00136DED"/>
    <w:rsid w:val="00137250"/>
    <w:rsid w:val="00141825"/>
    <w:rsid w:val="00141AC8"/>
    <w:rsid w:val="00142BEB"/>
    <w:rsid w:val="0014386F"/>
    <w:rsid w:val="00144815"/>
    <w:rsid w:val="00144F12"/>
    <w:rsid w:val="00145C30"/>
    <w:rsid w:val="001464BB"/>
    <w:rsid w:val="00146652"/>
    <w:rsid w:val="001467B2"/>
    <w:rsid w:val="00146F2C"/>
    <w:rsid w:val="00150726"/>
    <w:rsid w:val="001507F4"/>
    <w:rsid w:val="00150D35"/>
    <w:rsid w:val="00150F4C"/>
    <w:rsid w:val="00152118"/>
    <w:rsid w:val="001537CB"/>
    <w:rsid w:val="0015394B"/>
    <w:rsid w:val="00153BA2"/>
    <w:rsid w:val="0015469B"/>
    <w:rsid w:val="00155353"/>
    <w:rsid w:val="001556C1"/>
    <w:rsid w:val="00155A9A"/>
    <w:rsid w:val="001600EA"/>
    <w:rsid w:val="00160604"/>
    <w:rsid w:val="00160863"/>
    <w:rsid w:val="00161C13"/>
    <w:rsid w:val="001623E7"/>
    <w:rsid w:val="00163125"/>
    <w:rsid w:val="00163AA8"/>
    <w:rsid w:val="00163B4B"/>
    <w:rsid w:val="00166EF6"/>
    <w:rsid w:val="0017069F"/>
    <w:rsid w:val="001711DA"/>
    <w:rsid w:val="001714E6"/>
    <w:rsid w:val="00172CA7"/>
    <w:rsid w:val="001747C7"/>
    <w:rsid w:val="00175147"/>
    <w:rsid w:val="0017569E"/>
    <w:rsid w:val="001761F8"/>
    <w:rsid w:val="00176304"/>
    <w:rsid w:val="00176C39"/>
    <w:rsid w:val="00177C34"/>
    <w:rsid w:val="00180BD4"/>
    <w:rsid w:val="00180CBA"/>
    <w:rsid w:val="0018186A"/>
    <w:rsid w:val="00182035"/>
    <w:rsid w:val="00182097"/>
    <w:rsid w:val="0018235A"/>
    <w:rsid w:val="00182586"/>
    <w:rsid w:val="001828EB"/>
    <w:rsid w:val="00182CF1"/>
    <w:rsid w:val="00183CBF"/>
    <w:rsid w:val="00183D5C"/>
    <w:rsid w:val="00184357"/>
    <w:rsid w:val="001845CC"/>
    <w:rsid w:val="001852EA"/>
    <w:rsid w:val="00185C0B"/>
    <w:rsid w:val="0018605D"/>
    <w:rsid w:val="00186675"/>
    <w:rsid w:val="00186D7A"/>
    <w:rsid w:val="0019086B"/>
    <w:rsid w:val="00191A7E"/>
    <w:rsid w:val="00191CD9"/>
    <w:rsid w:val="00193107"/>
    <w:rsid w:val="001951B2"/>
    <w:rsid w:val="00195BCF"/>
    <w:rsid w:val="00197C91"/>
    <w:rsid w:val="001A00B2"/>
    <w:rsid w:val="001A0123"/>
    <w:rsid w:val="001A014F"/>
    <w:rsid w:val="001A0903"/>
    <w:rsid w:val="001A0DAC"/>
    <w:rsid w:val="001A226C"/>
    <w:rsid w:val="001A27AB"/>
    <w:rsid w:val="001A2C30"/>
    <w:rsid w:val="001A3357"/>
    <w:rsid w:val="001A3CD8"/>
    <w:rsid w:val="001A3D0A"/>
    <w:rsid w:val="001A4321"/>
    <w:rsid w:val="001A5AFB"/>
    <w:rsid w:val="001A5E6F"/>
    <w:rsid w:val="001A678F"/>
    <w:rsid w:val="001A6E99"/>
    <w:rsid w:val="001B032D"/>
    <w:rsid w:val="001B14CA"/>
    <w:rsid w:val="001B1CF9"/>
    <w:rsid w:val="001B2371"/>
    <w:rsid w:val="001B3D8D"/>
    <w:rsid w:val="001B4FDF"/>
    <w:rsid w:val="001B5DA1"/>
    <w:rsid w:val="001B60A4"/>
    <w:rsid w:val="001B79BB"/>
    <w:rsid w:val="001C0C11"/>
    <w:rsid w:val="001C14F6"/>
    <w:rsid w:val="001C23E4"/>
    <w:rsid w:val="001C3050"/>
    <w:rsid w:val="001C3A27"/>
    <w:rsid w:val="001C4630"/>
    <w:rsid w:val="001C4876"/>
    <w:rsid w:val="001C4E95"/>
    <w:rsid w:val="001D0DA8"/>
    <w:rsid w:val="001D0E41"/>
    <w:rsid w:val="001D1014"/>
    <w:rsid w:val="001D110C"/>
    <w:rsid w:val="001D1B58"/>
    <w:rsid w:val="001D1FB1"/>
    <w:rsid w:val="001D2AC8"/>
    <w:rsid w:val="001D33A2"/>
    <w:rsid w:val="001D359D"/>
    <w:rsid w:val="001D440A"/>
    <w:rsid w:val="001D47BF"/>
    <w:rsid w:val="001D5181"/>
    <w:rsid w:val="001D5CFF"/>
    <w:rsid w:val="001D64E3"/>
    <w:rsid w:val="001D67CA"/>
    <w:rsid w:val="001D687F"/>
    <w:rsid w:val="001D6B0A"/>
    <w:rsid w:val="001D738F"/>
    <w:rsid w:val="001D7A52"/>
    <w:rsid w:val="001D7E9A"/>
    <w:rsid w:val="001E0088"/>
    <w:rsid w:val="001E008D"/>
    <w:rsid w:val="001E0548"/>
    <w:rsid w:val="001E18DB"/>
    <w:rsid w:val="001E1A2E"/>
    <w:rsid w:val="001E247B"/>
    <w:rsid w:val="001E4148"/>
    <w:rsid w:val="001E4989"/>
    <w:rsid w:val="001E5F11"/>
    <w:rsid w:val="001E6E5D"/>
    <w:rsid w:val="001F0F8D"/>
    <w:rsid w:val="001F14EB"/>
    <w:rsid w:val="001F1CC7"/>
    <w:rsid w:val="001F2C94"/>
    <w:rsid w:val="001F3695"/>
    <w:rsid w:val="001F3A16"/>
    <w:rsid w:val="001F3D26"/>
    <w:rsid w:val="001F4391"/>
    <w:rsid w:val="001F4C42"/>
    <w:rsid w:val="001F4C79"/>
    <w:rsid w:val="001F57A4"/>
    <w:rsid w:val="001F57FC"/>
    <w:rsid w:val="001F66B2"/>
    <w:rsid w:val="001F6D33"/>
    <w:rsid w:val="0020075D"/>
    <w:rsid w:val="00200A71"/>
    <w:rsid w:val="00200C04"/>
    <w:rsid w:val="00200DBE"/>
    <w:rsid w:val="00201810"/>
    <w:rsid w:val="00202F80"/>
    <w:rsid w:val="00203563"/>
    <w:rsid w:val="00204CCF"/>
    <w:rsid w:val="002051FF"/>
    <w:rsid w:val="00205332"/>
    <w:rsid w:val="00205A6B"/>
    <w:rsid w:val="002063BA"/>
    <w:rsid w:val="00206C7C"/>
    <w:rsid w:val="00206F4B"/>
    <w:rsid w:val="00210DE6"/>
    <w:rsid w:val="002122B9"/>
    <w:rsid w:val="00212C39"/>
    <w:rsid w:val="00213497"/>
    <w:rsid w:val="00213892"/>
    <w:rsid w:val="0021427B"/>
    <w:rsid w:val="00214B7D"/>
    <w:rsid w:val="00215597"/>
    <w:rsid w:val="002166BA"/>
    <w:rsid w:val="00216C34"/>
    <w:rsid w:val="002176F2"/>
    <w:rsid w:val="00220638"/>
    <w:rsid w:val="002207C9"/>
    <w:rsid w:val="00220834"/>
    <w:rsid w:val="0022087C"/>
    <w:rsid w:val="002211CE"/>
    <w:rsid w:val="00221840"/>
    <w:rsid w:val="00221C19"/>
    <w:rsid w:val="00222CA6"/>
    <w:rsid w:val="00224B62"/>
    <w:rsid w:val="00225301"/>
    <w:rsid w:val="00225C5E"/>
    <w:rsid w:val="002265A8"/>
    <w:rsid w:val="0022793B"/>
    <w:rsid w:val="00230680"/>
    <w:rsid w:val="00231027"/>
    <w:rsid w:val="00231560"/>
    <w:rsid w:val="00231637"/>
    <w:rsid w:val="0023376F"/>
    <w:rsid w:val="0023383B"/>
    <w:rsid w:val="0023460D"/>
    <w:rsid w:val="00235E48"/>
    <w:rsid w:val="00236F88"/>
    <w:rsid w:val="00237178"/>
    <w:rsid w:val="002378E4"/>
    <w:rsid w:val="002403F9"/>
    <w:rsid w:val="00240817"/>
    <w:rsid w:val="00240C22"/>
    <w:rsid w:val="00241DB8"/>
    <w:rsid w:val="0024228F"/>
    <w:rsid w:val="00242DCF"/>
    <w:rsid w:val="00243DCB"/>
    <w:rsid w:val="00244CDF"/>
    <w:rsid w:val="0024548F"/>
    <w:rsid w:val="002462EF"/>
    <w:rsid w:val="00247341"/>
    <w:rsid w:val="00250DA2"/>
    <w:rsid w:val="0025113A"/>
    <w:rsid w:val="00253816"/>
    <w:rsid w:val="00254408"/>
    <w:rsid w:val="00254EE4"/>
    <w:rsid w:val="00255124"/>
    <w:rsid w:val="00255BAC"/>
    <w:rsid w:val="00256929"/>
    <w:rsid w:val="00260A3A"/>
    <w:rsid w:val="002644DD"/>
    <w:rsid w:val="00265694"/>
    <w:rsid w:val="00266270"/>
    <w:rsid w:val="00267299"/>
    <w:rsid w:val="00267383"/>
    <w:rsid w:val="002678E9"/>
    <w:rsid w:val="00267DEC"/>
    <w:rsid w:val="0027028F"/>
    <w:rsid w:val="00270527"/>
    <w:rsid w:val="002705B1"/>
    <w:rsid w:val="00270D47"/>
    <w:rsid w:val="002712E3"/>
    <w:rsid w:val="00271D38"/>
    <w:rsid w:val="00272B20"/>
    <w:rsid w:val="0027304F"/>
    <w:rsid w:val="0027363D"/>
    <w:rsid w:val="0027378C"/>
    <w:rsid w:val="00274298"/>
    <w:rsid w:val="0027459B"/>
    <w:rsid w:val="00274BB0"/>
    <w:rsid w:val="0027659C"/>
    <w:rsid w:val="0027782E"/>
    <w:rsid w:val="002778D3"/>
    <w:rsid w:val="0028070F"/>
    <w:rsid w:val="00282091"/>
    <w:rsid w:val="0028343A"/>
    <w:rsid w:val="00284053"/>
    <w:rsid w:val="00284729"/>
    <w:rsid w:val="00285288"/>
    <w:rsid w:val="00285D31"/>
    <w:rsid w:val="00286192"/>
    <w:rsid w:val="0028659D"/>
    <w:rsid w:val="00286C5B"/>
    <w:rsid w:val="00286DD9"/>
    <w:rsid w:val="00286E98"/>
    <w:rsid w:val="00290695"/>
    <w:rsid w:val="00290846"/>
    <w:rsid w:val="00290960"/>
    <w:rsid w:val="002909BE"/>
    <w:rsid w:val="002911AD"/>
    <w:rsid w:val="002916A7"/>
    <w:rsid w:val="00291D5E"/>
    <w:rsid w:val="00293040"/>
    <w:rsid w:val="00293CA9"/>
    <w:rsid w:val="00293CC1"/>
    <w:rsid w:val="0029460F"/>
    <w:rsid w:val="00294C4E"/>
    <w:rsid w:val="00295CDB"/>
    <w:rsid w:val="00295DDF"/>
    <w:rsid w:val="00296181"/>
    <w:rsid w:val="0029685B"/>
    <w:rsid w:val="00296D01"/>
    <w:rsid w:val="00297352"/>
    <w:rsid w:val="002A0DAD"/>
    <w:rsid w:val="002A1823"/>
    <w:rsid w:val="002A2010"/>
    <w:rsid w:val="002A24CE"/>
    <w:rsid w:val="002A34DA"/>
    <w:rsid w:val="002A368E"/>
    <w:rsid w:val="002A49C8"/>
    <w:rsid w:val="002A569F"/>
    <w:rsid w:val="002A654B"/>
    <w:rsid w:val="002A68E4"/>
    <w:rsid w:val="002A746B"/>
    <w:rsid w:val="002A7856"/>
    <w:rsid w:val="002A7DD2"/>
    <w:rsid w:val="002B0901"/>
    <w:rsid w:val="002B0D9A"/>
    <w:rsid w:val="002B14F6"/>
    <w:rsid w:val="002B2D2A"/>
    <w:rsid w:val="002B2DF1"/>
    <w:rsid w:val="002B317E"/>
    <w:rsid w:val="002B4364"/>
    <w:rsid w:val="002B58B4"/>
    <w:rsid w:val="002B6E96"/>
    <w:rsid w:val="002B79C9"/>
    <w:rsid w:val="002B7F9C"/>
    <w:rsid w:val="002C0B65"/>
    <w:rsid w:val="002C4148"/>
    <w:rsid w:val="002C43F3"/>
    <w:rsid w:val="002C5920"/>
    <w:rsid w:val="002C7A39"/>
    <w:rsid w:val="002D0013"/>
    <w:rsid w:val="002D07E9"/>
    <w:rsid w:val="002D0AA9"/>
    <w:rsid w:val="002D1E03"/>
    <w:rsid w:val="002D2602"/>
    <w:rsid w:val="002D3EAF"/>
    <w:rsid w:val="002D429A"/>
    <w:rsid w:val="002D513A"/>
    <w:rsid w:val="002D59B4"/>
    <w:rsid w:val="002D5B20"/>
    <w:rsid w:val="002D5E34"/>
    <w:rsid w:val="002D5E61"/>
    <w:rsid w:val="002D71A8"/>
    <w:rsid w:val="002D7D14"/>
    <w:rsid w:val="002E08C7"/>
    <w:rsid w:val="002E160B"/>
    <w:rsid w:val="002E2374"/>
    <w:rsid w:val="002E3FB7"/>
    <w:rsid w:val="002E4315"/>
    <w:rsid w:val="002E4D5D"/>
    <w:rsid w:val="002E4D75"/>
    <w:rsid w:val="002E4EAC"/>
    <w:rsid w:val="002E5361"/>
    <w:rsid w:val="002E6789"/>
    <w:rsid w:val="002E6DBA"/>
    <w:rsid w:val="002E7442"/>
    <w:rsid w:val="002E7789"/>
    <w:rsid w:val="002E79DE"/>
    <w:rsid w:val="002F0155"/>
    <w:rsid w:val="002F0A79"/>
    <w:rsid w:val="002F11DB"/>
    <w:rsid w:val="002F13A8"/>
    <w:rsid w:val="002F266B"/>
    <w:rsid w:val="002F2F6F"/>
    <w:rsid w:val="002F414E"/>
    <w:rsid w:val="002F4150"/>
    <w:rsid w:val="002F4E16"/>
    <w:rsid w:val="002F59BB"/>
    <w:rsid w:val="002F5D39"/>
    <w:rsid w:val="002F6617"/>
    <w:rsid w:val="002F6AC2"/>
    <w:rsid w:val="002F6B31"/>
    <w:rsid w:val="00300001"/>
    <w:rsid w:val="0030032B"/>
    <w:rsid w:val="003004A9"/>
    <w:rsid w:val="00301129"/>
    <w:rsid w:val="00301175"/>
    <w:rsid w:val="00301E09"/>
    <w:rsid w:val="0030230A"/>
    <w:rsid w:val="00302368"/>
    <w:rsid w:val="00302990"/>
    <w:rsid w:val="00303606"/>
    <w:rsid w:val="003039DD"/>
    <w:rsid w:val="00303B05"/>
    <w:rsid w:val="0030411B"/>
    <w:rsid w:val="0030422A"/>
    <w:rsid w:val="00305C12"/>
    <w:rsid w:val="00305D49"/>
    <w:rsid w:val="00306002"/>
    <w:rsid w:val="003066B4"/>
    <w:rsid w:val="0030682A"/>
    <w:rsid w:val="00306C88"/>
    <w:rsid w:val="003075D8"/>
    <w:rsid w:val="00311832"/>
    <w:rsid w:val="00311B3B"/>
    <w:rsid w:val="003156E2"/>
    <w:rsid w:val="003157E5"/>
    <w:rsid w:val="00315AE3"/>
    <w:rsid w:val="00315EDF"/>
    <w:rsid w:val="003169B3"/>
    <w:rsid w:val="00317460"/>
    <w:rsid w:val="0032049A"/>
    <w:rsid w:val="00320C2B"/>
    <w:rsid w:val="00321463"/>
    <w:rsid w:val="003214A2"/>
    <w:rsid w:val="00323CB2"/>
    <w:rsid w:val="003240E8"/>
    <w:rsid w:val="00324D87"/>
    <w:rsid w:val="003250B1"/>
    <w:rsid w:val="00325768"/>
    <w:rsid w:val="003275A0"/>
    <w:rsid w:val="003275CF"/>
    <w:rsid w:val="003310C9"/>
    <w:rsid w:val="003314C1"/>
    <w:rsid w:val="00334C49"/>
    <w:rsid w:val="003351CE"/>
    <w:rsid w:val="003355E8"/>
    <w:rsid w:val="00335831"/>
    <w:rsid w:val="00337B14"/>
    <w:rsid w:val="00340FE8"/>
    <w:rsid w:val="0034154B"/>
    <w:rsid w:val="0034164D"/>
    <w:rsid w:val="00342C54"/>
    <w:rsid w:val="00343803"/>
    <w:rsid w:val="00343893"/>
    <w:rsid w:val="00343B23"/>
    <w:rsid w:val="003451DD"/>
    <w:rsid w:val="00345EBE"/>
    <w:rsid w:val="003465A4"/>
    <w:rsid w:val="00347684"/>
    <w:rsid w:val="00351289"/>
    <w:rsid w:val="00351AE5"/>
    <w:rsid w:val="00351D65"/>
    <w:rsid w:val="003523AF"/>
    <w:rsid w:val="00354E6C"/>
    <w:rsid w:val="00355635"/>
    <w:rsid w:val="0035563E"/>
    <w:rsid w:val="003568C4"/>
    <w:rsid w:val="00356AD9"/>
    <w:rsid w:val="00361D18"/>
    <w:rsid w:val="00362BFB"/>
    <w:rsid w:val="00363C73"/>
    <w:rsid w:val="00364136"/>
    <w:rsid w:val="00364CC3"/>
    <w:rsid w:val="00364F11"/>
    <w:rsid w:val="003659EB"/>
    <w:rsid w:val="00366A13"/>
    <w:rsid w:val="00370C95"/>
    <w:rsid w:val="00371571"/>
    <w:rsid w:val="00371B77"/>
    <w:rsid w:val="00371BB3"/>
    <w:rsid w:val="00372154"/>
    <w:rsid w:val="00374841"/>
    <w:rsid w:val="00374C2C"/>
    <w:rsid w:val="00374C82"/>
    <w:rsid w:val="003757A6"/>
    <w:rsid w:val="003760E8"/>
    <w:rsid w:val="00376317"/>
    <w:rsid w:val="003765E8"/>
    <w:rsid w:val="00377973"/>
    <w:rsid w:val="00382D15"/>
    <w:rsid w:val="0038357A"/>
    <w:rsid w:val="00383B13"/>
    <w:rsid w:val="00385448"/>
    <w:rsid w:val="00387308"/>
    <w:rsid w:val="00387539"/>
    <w:rsid w:val="00387670"/>
    <w:rsid w:val="00390D53"/>
    <w:rsid w:val="003910DC"/>
    <w:rsid w:val="0039283A"/>
    <w:rsid w:val="00392981"/>
    <w:rsid w:val="00393EDE"/>
    <w:rsid w:val="0039492E"/>
    <w:rsid w:val="003949C4"/>
    <w:rsid w:val="00394CA4"/>
    <w:rsid w:val="00395472"/>
    <w:rsid w:val="003961C2"/>
    <w:rsid w:val="003973C9"/>
    <w:rsid w:val="00397EC3"/>
    <w:rsid w:val="003A0B46"/>
    <w:rsid w:val="003A2CAC"/>
    <w:rsid w:val="003A35A2"/>
    <w:rsid w:val="003A4D08"/>
    <w:rsid w:val="003A53D7"/>
    <w:rsid w:val="003A55A8"/>
    <w:rsid w:val="003A616D"/>
    <w:rsid w:val="003A690F"/>
    <w:rsid w:val="003A7838"/>
    <w:rsid w:val="003B0FC8"/>
    <w:rsid w:val="003B100C"/>
    <w:rsid w:val="003B4F2E"/>
    <w:rsid w:val="003B57FE"/>
    <w:rsid w:val="003B59B8"/>
    <w:rsid w:val="003B5E2A"/>
    <w:rsid w:val="003B6BCC"/>
    <w:rsid w:val="003B6E20"/>
    <w:rsid w:val="003C106F"/>
    <w:rsid w:val="003C14F2"/>
    <w:rsid w:val="003C1788"/>
    <w:rsid w:val="003C25FD"/>
    <w:rsid w:val="003C2BF4"/>
    <w:rsid w:val="003C4026"/>
    <w:rsid w:val="003C6315"/>
    <w:rsid w:val="003C6922"/>
    <w:rsid w:val="003C7DD1"/>
    <w:rsid w:val="003D0DB5"/>
    <w:rsid w:val="003D12A8"/>
    <w:rsid w:val="003D15AB"/>
    <w:rsid w:val="003D1B92"/>
    <w:rsid w:val="003D4E24"/>
    <w:rsid w:val="003D5B1D"/>
    <w:rsid w:val="003D63C9"/>
    <w:rsid w:val="003D682B"/>
    <w:rsid w:val="003D698A"/>
    <w:rsid w:val="003E1361"/>
    <w:rsid w:val="003E143B"/>
    <w:rsid w:val="003E1A1F"/>
    <w:rsid w:val="003E2709"/>
    <w:rsid w:val="003E2A5D"/>
    <w:rsid w:val="003E4F6A"/>
    <w:rsid w:val="003E5A00"/>
    <w:rsid w:val="003F0680"/>
    <w:rsid w:val="003F16CD"/>
    <w:rsid w:val="003F1BF5"/>
    <w:rsid w:val="003F2703"/>
    <w:rsid w:val="003F424F"/>
    <w:rsid w:val="003F45A8"/>
    <w:rsid w:val="003F4AE5"/>
    <w:rsid w:val="003F52B6"/>
    <w:rsid w:val="003F5DEC"/>
    <w:rsid w:val="003F61A8"/>
    <w:rsid w:val="003F63A2"/>
    <w:rsid w:val="003F7341"/>
    <w:rsid w:val="003F7772"/>
    <w:rsid w:val="003F7CBC"/>
    <w:rsid w:val="004001C9"/>
    <w:rsid w:val="00400327"/>
    <w:rsid w:val="00400425"/>
    <w:rsid w:val="0040119C"/>
    <w:rsid w:val="004013B6"/>
    <w:rsid w:val="004018EA"/>
    <w:rsid w:val="00401DF2"/>
    <w:rsid w:val="00401E32"/>
    <w:rsid w:val="00401EAB"/>
    <w:rsid w:val="004022AF"/>
    <w:rsid w:val="00404E1E"/>
    <w:rsid w:val="00406D59"/>
    <w:rsid w:val="0040713B"/>
    <w:rsid w:val="0040720F"/>
    <w:rsid w:val="004109BC"/>
    <w:rsid w:val="0041134C"/>
    <w:rsid w:val="0041193A"/>
    <w:rsid w:val="004120EE"/>
    <w:rsid w:val="00412EE7"/>
    <w:rsid w:val="0041315E"/>
    <w:rsid w:val="00413E06"/>
    <w:rsid w:val="00413F15"/>
    <w:rsid w:val="00414A86"/>
    <w:rsid w:val="004157F8"/>
    <w:rsid w:val="00415E5D"/>
    <w:rsid w:val="00417054"/>
    <w:rsid w:val="0042308E"/>
    <w:rsid w:val="004236FE"/>
    <w:rsid w:val="00424154"/>
    <w:rsid w:val="00424506"/>
    <w:rsid w:val="004255D5"/>
    <w:rsid w:val="00425AA5"/>
    <w:rsid w:val="00426EAB"/>
    <w:rsid w:val="00427181"/>
    <w:rsid w:val="00427C90"/>
    <w:rsid w:val="004300C1"/>
    <w:rsid w:val="00430854"/>
    <w:rsid w:val="00431757"/>
    <w:rsid w:val="00431954"/>
    <w:rsid w:val="00431ED9"/>
    <w:rsid w:val="004324B8"/>
    <w:rsid w:val="00432877"/>
    <w:rsid w:val="00433EAB"/>
    <w:rsid w:val="00434E0C"/>
    <w:rsid w:val="00435E2B"/>
    <w:rsid w:val="00440725"/>
    <w:rsid w:val="004425F4"/>
    <w:rsid w:val="00442B4D"/>
    <w:rsid w:val="00443B9D"/>
    <w:rsid w:val="0044463E"/>
    <w:rsid w:val="00444C1F"/>
    <w:rsid w:val="00444FB2"/>
    <w:rsid w:val="00447320"/>
    <w:rsid w:val="00450F2D"/>
    <w:rsid w:val="00451159"/>
    <w:rsid w:val="0045124C"/>
    <w:rsid w:val="00451360"/>
    <w:rsid w:val="00451768"/>
    <w:rsid w:val="00451AC4"/>
    <w:rsid w:val="00451BC4"/>
    <w:rsid w:val="0045394F"/>
    <w:rsid w:val="00453CDC"/>
    <w:rsid w:val="004549CD"/>
    <w:rsid w:val="0045626B"/>
    <w:rsid w:val="004562C3"/>
    <w:rsid w:val="0045643D"/>
    <w:rsid w:val="00456700"/>
    <w:rsid w:val="0045736C"/>
    <w:rsid w:val="004574C9"/>
    <w:rsid w:val="00460163"/>
    <w:rsid w:val="0046080C"/>
    <w:rsid w:val="00460CF0"/>
    <w:rsid w:val="00460EEB"/>
    <w:rsid w:val="004615A8"/>
    <w:rsid w:val="00461BAF"/>
    <w:rsid w:val="004622C1"/>
    <w:rsid w:val="004623AC"/>
    <w:rsid w:val="00462AD8"/>
    <w:rsid w:val="00462DED"/>
    <w:rsid w:val="0046327B"/>
    <w:rsid w:val="004632D1"/>
    <w:rsid w:val="00463B2C"/>
    <w:rsid w:val="00464601"/>
    <w:rsid w:val="004646E8"/>
    <w:rsid w:val="00464B69"/>
    <w:rsid w:val="00464F99"/>
    <w:rsid w:val="00465A65"/>
    <w:rsid w:val="00465C2E"/>
    <w:rsid w:val="004677B1"/>
    <w:rsid w:val="00470B66"/>
    <w:rsid w:val="00473391"/>
    <w:rsid w:val="0047515F"/>
    <w:rsid w:val="004761F6"/>
    <w:rsid w:val="004773F5"/>
    <w:rsid w:val="004776C0"/>
    <w:rsid w:val="00477AC6"/>
    <w:rsid w:val="00477E44"/>
    <w:rsid w:val="00480161"/>
    <w:rsid w:val="004816C0"/>
    <w:rsid w:val="00481CAD"/>
    <w:rsid w:val="00481FA4"/>
    <w:rsid w:val="00482183"/>
    <w:rsid w:val="004821E7"/>
    <w:rsid w:val="00482AB1"/>
    <w:rsid w:val="00482FAD"/>
    <w:rsid w:val="0048357D"/>
    <w:rsid w:val="00483972"/>
    <w:rsid w:val="00484847"/>
    <w:rsid w:val="00485703"/>
    <w:rsid w:val="004860C9"/>
    <w:rsid w:val="00486213"/>
    <w:rsid w:val="00486445"/>
    <w:rsid w:val="004872B1"/>
    <w:rsid w:val="004913D1"/>
    <w:rsid w:val="004916CD"/>
    <w:rsid w:val="004920F9"/>
    <w:rsid w:val="004925EE"/>
    <w:rsid w:val="00492B46"/>
    <w:rsid w:val="004956CA"/>
    <w:rsid w:val="004958E0"/>
    <w:rsid w:val="00495EE0"/>
    <w:rsid w:val="00497277"/>
    <w:rsid w:val="004A0AE1"/>
    <w:rsid w:val="004A0BEC"/>
    <w:rsid w:val="004A1254"/>
    <w:rsid w:val="004A1EDB"/>
    <w:rsid w:val="004A239E"/>
    <w:rsid w:val="004A34AF"/>
    <w:rsid w:val="004A3EA4"/>
    <w:rsid w:val="004A4E6E"/>
    <w:rsid w:val="004A5EC2"/>
    <w:rsid w:val="004A6081"/>
    <w:rsid w:val="004A60B6"/>
    <w:rsid w:val="004A6420"/>
    <w:rsid w:val="004B1359"/>
    <w:rsid w:val="004B13AF"/>
    <w:rsid w:val="004B18C8"/>
    <w:rsid w:val="004B23A7"/>
    <w:rsid w:val="004B378F"/>
    <w:rsid w:val="004B3935"/>
    <w:rsid w:val="004B3FDC"/>
    <w:rsid w:val="004B44C4"/>
    <w:rsid w:val="004B44D5"/>
    <w:rsid w:val="004B53A1"/>
    <w:rsid w:val="004B6F7B"/>
    <w:rsid w:val="004B7227"/>
    <w:rsid w:val="004B7955"/>
    <w:rsid w:val="004C0C4D"/>
    <w:rsid w:val="004C2F72"/>
    <w:rsid w:val="004C3CE1"/>
    <w:rsid w:val="004C3FDA"/>
    <w:rsid w:val="004C6840"/>
    <w:rsid w:val="004C6ED7"/>
    <w:rsid w:val="004C7453"/>
    <w:rsid w:val="004D04D6"/>
    <w:rsid w:val="004D0611"/>
    <w:rsid w:val="004D1990"/>
    <w:rsid w:val="004D1E81"/>
    <w:rsid w:val="004D1EF3"/>
    <w:rsid w:val="004D2A49"/>
    <w:rsid w:val="004D4191"/>
    <w:rsid w:val="004D4A83"/>
    <w:rsid w:val="004D4DCF"/>
    <w:rsid w:val="004D5E8E"/>
    <w:rsid w:val="004D6DE9"/>
    <w:rsid w:val="004D7014"/>
    <w:rsid w:val="004D7955"/>
    <w:rsid w:val="004E0229"/>
    <w:rsid w:val="004E11D8"/>
    <w:rsid w:val="004E2781"/>
    <w:rsid w:val="004E30D7"/>
    <w:rsid w:val="004E5110"/>
    <w:rsid w:val="004E6269"/>
    <w:rsid w:val="004E6B3B"/>
    <w:rsid w:val="004E7BB8"/>
    <w:rsid w:val="004E7BFD"/>
    <w:rsid w:val="004E7FBE"/>
    <w:rsid w:val="004F0A76"/>
    <w:rsid w:val="004F0E55"/>
    <w:rsid w:val="004F0F2F"/>
    <w:rsid w:val="004F1C9C"/>
    <w:rsid w:val="004F36AC"/>
    <w:rsid w:val="004F3981"/>
    <w:rsid w:val="004F4405"/>
    <w:rsid w:val="004F509E"/>
    <w:rsid w:val="004F5500"/>
    <w:rsid w:val="004F579E"/>
    <w:rsid w:val="004F57C5"/>
    <w:rsid w:val="004F65EC"/>
    <w:rsid w:val="004F68CB"/>
    <w:rsid w:val="004F6A0F"/>
    <w:rsid w:val="004F6ABE"/>
    <w:rsid w:val="004F6C63"/>
    <w:rsid w:val="004F712F"/>
    <w:rsid w:val="004F7686"/>
    <w:rsid w:val="00502330"/>
    <w:rsid w:val="005023E5"/>
    <w:rsid w:val="00503053"/>
    <w:rsid w:val="00503903"/>
    <w:rsid w:val="00503A3E"/>
    <w:rsid w:val="00503F90"/>
    <w:rsid w:val="00504D9D"/>
    <w:rsid w:val="00504E1D"/>
    <w:rsid w:val="00505162"/>
    <w:rsid w:val="0050587B"/>
    <w:rsid w:val="005120AC"/>
    <w:rsid w:val="00513003"/>
    <w:rsid w:val="00514056"/>
    <w:rsid w:val="00514FDA"/>
    <w:rsid w:val="00515640"/>
    <w:rsid w:val="005166C8"/>
    <w:rsid w:val="005169C7"/>
    <w:rsid w:val="00516F61"/>
    <w:rsid w:val="0051727A"/>
    <w:rsid w:val="00517614"/>
    <w:rsid w:val="00517963"/>
    <w:rsid w:val="005203D6"/>
    <w:rsid w:val="00520720"/>
    <w:rsid w:val="005207E5"/>
    <w:rsid w:val="00520BD1"/>
    <w:rsid w:val="00520DD7"/>
    <w:rsid w:val="00522DD6"/>
    <w:rsid w:val="005243A1"/>
    <w:rsid w:val="00524F2F"/>
    <w:rsid w:val="00525679"/>
    <w:rsid w:val="005264E3"/>
    <w:rsid w:val="005277DD"/>
    <w:rsid w:val="00527D6F"/>
    <w:rsid w:val="005303CA"/>
    <w:rsid w:val="005308DA"/>
    <w:rsid w:val="0053096E"/>
    <w:rsid w:val="00531FEF"/>
    <w:rsid w:val="00532001"/>
    <w:rsid w:val="0053241B"/>
    <w:rsid w:val="005326BE"/>
    <w:rsid w:val="00533DDC"/>
    <w:rsid w:val="00533F73"/>
    <w:rsid w:val="0053448A"/>
    <w:rsid w:val="00534D96"/>
    <w:rsid w:val="00535CF8"/>
    <w:rsid w:val="00543EE4"/>
    <w:rsid w:val="00543F11"/>
    <w:rsid w:val="0054451B"/>
    <w:rsid w:val="005451CE"/>
    <w:rsid w:val="005458F6"/>
    <w:rsid w:val="0054634D"/>
    <w:rsid w:val="005472E0"/>
    <w:rsid w:val="00547F7A"/>
    <w:rsid w:val="005504E5"/>
    <w:rsid w:val="0055376C"/>
    <w:rsid w:val="00554EBC"/>
    <w:rsid w:val="00555CD2"/>
    <w:rsid w:val="00555E24"/>
    <w:rsid w:val="00556151"/>
    <w:rsid w:val="005565BB"/>
    <w:rsid w:val="00556818"/>
    <w:rsid w:val="00556B82"/>
    <w:rsid w:val="00556FE8"/>
    <w:rsid w:val="005603C1"/>
    <w:rsid w:val="00563D7D"/>
    <w:rsid w:val="005646A1"/>
    <w:rsid w:val="00564AC5"/>
    <w:rsid w:val="0056559E"/>
    <w:rsid w:val="005669AA"/>
    <w:rsid w:val="0056773A"/>
    <w:rsid w:val="0057099A"/>
    <w:rsid w:val="00571729"/>
    <w:rsid w:val="00572272"/>
    <w:rsid w:val="00572691"/>
    <w:rsid w:val="00572E53"/>
    <w:rsid w:val="0057305C"/>
    <w:rsid w:val="005732EF"/>
    <w:rsid w:val="005736AC"/>
    <w:rsid w:val="0057537C"/>
    <w:rsid w:val="005756A7"/>
    <w:rsid w:val="005759A5"/>
    <w:rsid w:val="0057705C"/>
    <w:rsid w:val="005810D9"/>
    <w:rsid w:val="00583DD7"/>
    <w:rsid w:val="005900F6"/>
    <w:rsid w:val="00591D43"/>
    <w:rsid w:val="00591DF5"/>
    <w:rsid w:val="00592830"/>
    <w:rsid w:val="0059323A"/>
    <w:rsid w:val="005941FC"/>
    <w:rsid w:val="005944AF"/>
    <w:rsid w:val="00594858"/>
    <w:rsid w:val="00595428"/>
    <w:rsid w:val="0059661F"/>
    <w:rsid w:val="00596A9A"/>
    <w:rsid w:val="00596D25"/>
    <w:rsid w:val="00597CCF"/>
    <w:rsid w:val="005A2926"/>
    <w:rsid w:val="005A2EC4"/>
    <w:rsid w:val="005A3D29"/>
    <w:rsid w:val="005A5117"/>
    <w:rsid w:val="005A525D"/>
    <w:rsid w:val="005A5ABC"/>
    <w:rsid w:val="005B19BE"/>
    <w:rsid w:val="005B22E8"/>
    <w:rsid w:val="005B29EF"/>
    <w:rsid w:val="005B2E4B"/>
    <w:rsid w:val="005B2EBF"/>
    <w:rsid w:val="005B491D"/>
    <w:rsid w:val="005B6308"/>
    <w:rsid w:val="005B6430"/>
    <w:rsid w:val="005B6677"/>
    <w:rsid w:val="005B7B3C"/>
    <w:rsid w:val="005C0D0F"/>
    <w:rsid w:val="005C0D4E"/>
    <w:rsid w:val="005C125F"/>
    <w:rsid w:val="005C1F02"/>
    <w:rsid w:val="005C30FA"/>
    <w:rsid w:val="005C3265"/>
    <w:rsid w:val="005C3DA7"/>
    <w:rsid w:val="005C549D"/>
    <w:rsid w:val="005C57E8"/>
    <w:rsid w:val="005D0FA9"/>
    <w:rsid w:val="005D1234"/>
    <w:rsid w:val="005D279D"/>
    <w:rsid w:val="005D39EA"/>
    <w:rsid w:val="005D3A1C"/>
    <w:rsid w:val="005D5385"/>
    <w:rsid w:val="005D5D4E"/>
    <w:rsid w:val="005D647C"/>
    <w:rsid w:val="005D6857"/>
    <w:rsid w:val="005D7DDE"/>
    <w:rsid w:val="005E0088"/>
    <w:rsid w:val="005E071F"/>
    <w:rsid w:val="005E2290"/>
    <w:rsid w:val="005E2A40"/>
    <w:rsid w:val="005E381A"/>
    <w:rsid w:val="005E4587"/>
    <w:rsid w:val="005E528F"/>
    <w:rsid w:val="005E543B"/>
    <w:rsid w:val="005E6FEB"/>
    <w:rsid w:val="005E71E2"/>
    <w:rsid w:val="005E7820"/>
    <w:rsid w:val="005E7E54"/>
    <w:rsid w:val="005F087E"/>
    <w:rsid w:val="005F139E"/>
    <w:rsid w:val="005F1C10"/>
    <w:rsid w:val="005F20CD"/>
    <w:rsid w:val="005F339E"/>
    <w:rsid w:val="005F4A69"/>
    <w:rsid w:val="005F5E87"/>
    <w:rsid w:val="005F5FBC"/>
    <w:rsid w:val="005F6A6D"/>
    <w:rsid w:val="005F7C36"/>
    <w:rsid w:val="00600745"/>
    <w:rsid w:val="006009D4"/>
    <w:rsid w:val="006016AF"/>
    <w:rsid w:val="006033F4"/>
    <w:rsid w:val="00603E00"/>
    <w:rsid w:val="006061EA"/>
    <w:rsid w:val="00606217"/>
    <w:rsid w:val="00606F23"/>
    <w:rsid w:val="006070EA"/>
    <w:rsid w:val="006077FB"/>
    <w:rsid w:val="00610809"/>
    <w:rsid w:val="00611A0A"/>
    <w:rsid w:val="00611A60"/>
    <w:rsid w:val="00612078"/>
    <w:rsid w:val="00612B9F"/>
    <w:rsid w:val="00612CF7"/>
    <w:rsid w:val="006130CC"/>
    <w:rsid w:val="00613265"/>
    <w:rsid w:val="006144E7"/>
    <w:rsid w:val="006146D8"/>
    <w:rsid w:val="00614E08"/>
    <w:rsid w:val="0061523A"/>
    <w:rsid w:val="00616E77"/>
    <w:rsid w:val="00621679"/>
    <w:rsid w:val="00621B96"/>
    <w:rsid w:val="006226A4"/>
    <w:rsid w:val="00622813"/>
    <w:rsid w:val="00624C7B"/>
    <w:rsid w:val="00625555"/>
    <w:rsid w:val="0062599B"/>
    <w:rsid w:val="00625A02"/>
    <w:rsid w:val="00625B17"/>
    <w:rsid w:val="00627439"/>
    <w:rsid w:val="00627A03"/>
    <w:rsid w:val="00630D22"/>
    <w:rsid w:val="0063128B"/>
    <w:rsid w:val="0063148E"/>
    <w:rsid w:val="006320B0"/>
    <w:rsid w:val="00634009"/>
    <w:rsid w:val="00634456"/>
    <w:rsid w:val="006349ED"/>
    <w:rsid w:val="00634B69"/>
    <w:rsid w:val="00634CCD"/>
    <w:rsid w:val="00634EA1"/>
    <w:rsid w:val="00636704"/>
    <w:rsid w:val="00636E19"/>
    <w:rsid w:val="006401E4"/>
    <w:rsid w:val="00640809"/>
    <w:rsid w:val="0064351A"/>
    <w:rsid w:val="00644851"/>
    <w:rsid w:val="00647775"/>
    <w:rsid w:val="00647E85"/>
    <w:rsid w:val="00651092"/>
    <w:rsid w:val="00651E35"/>
    <w:rsid w:val="00652670"/>
    <w:rsid w:val="00652F5E"/>
    <w:rsid w:val="00653050"/>
    <w:rsid w:val="00653FE3"/>
    <w:rsid w:val="00654D0E"/>
    <w:rsid w:val="0065505F"/>
    <w:rsid w:val="00655090"/>
    <w:rsid w:val="00655A42"/>
    <w:rsid w:val="00655A84"/>
    <w:rsid w:val="006564F7"/>
    <w:rsid w:val="00657061"/>
    <w:rsid w:val="0065706F"/>
    <w:rsid w:val="00657AD2"/>
    <w:rsid w:val="00657B88"/>
    <w:rsid w:val="00657CC5"/>
    <w:rsid w:val="006606A9"/>
    <w:rsid w:val="0066075A"/>
    <w:rsid w:val="0066185B"/>
    <w:rsid w:val="00662C38"/>
    <w:rsid w:val="006637A2"/>
    <w:rsid w:val="00663CD4"/>
    <w:rsid w:val="006641F5"/>
    <w:rsid w:val="00666466"/>
    <w:rsid w:val="006671CE"/>
    <w:rsid w:val="00670940"/>
    <w:rsid w:val="00671B7C"/>
    <w:rsid w:val="0067282E"/>
    <w:rsid w:val="006729DE"/>
    <w:rsid w:val="00673BC9"/>
    <w:rsid w:val="00674356"/>
    <w:rsid w:val="0067490E"/>
    <w:rsid w:val="0067534F"/>
    <w:rsid w:val="006764BB"/>
    <w:rsid w:val="00680A88"/>
    <w:rsid w:val="00680BE7"/>
    <w:rsid w:val="00682ECE"/>
    <w:rsid w:val="006830BA"/>
    <w:rsid w:val="0068408A"/>
    <w:rsid w:val="00684C59"/>
    <w:rsid w:val="00685137"/>
    <w:rsid w:val="00685325"/>
    <w:rsid w:val="00685D56"/>
    <w:rsid w:val="00686A6E"/>
    <w:rsid w:val="006878CA"/>
    <w:rsid w:val="0069356E"/>
    <w:rsid w:val="00693A07"/>
    <w:rsid w:val="00693EF7"/>
    <w:rsid w:val="00694EAD"/>
    <w:rsid w:val="00696033"/>
    <w:rsid w:val="00696639"/>
    <w:rsid w:val="00696763"/>
    <w:rsid w:val="00696A3A"/>
    <w:rsid w:val="00696D99"/>
    <w:rsid w:val="00697073"/>
    <w:rsid w:val="006970B7"/>
    <w:rsid w:val="00697EE4"/>
    <w:rsid w:val="006A01D0"/>
    <w:rsid w:val="006A080E"/>
    <w:rsid w:val="006A1070"/>
    <w:rsid w:val="006A1564"/>
    <w:rsid w:val="006A1976"/>
    <w:rsid w:val="006A1F4B"/>
    <w:rsid w:val="006A2F60"/>
    <w:rsid w:val="006A31E9"/>
    <w:rsid w:val="006A348F"/>
    <w:rsid w:val="006A350D"/>
    <w:rsid w:val="006A3ABA"/>
    <w:rsid w:val="006A3E83"/>
    <w:rsid w:val="006A44C8"/>
    <w:rsid w:val="006A5A60"/>
    <w:rsid w:val="006A5F3D"/>
    <w:rsid w:val="006A5F8C"/>
    <w:rsid w:val="006A6AC6"/>
    <w:rsid w:val="006A6BEC"/>
    <w:rsid w:val="006A714C"/>
    <w:rsid w:val="006B0EAF"/>
    <w:rsid w:val="006B1A0B"/>
    <w:rsid w:val="006B1D49"/>
    <w:rsid w:val="006B1DC7"/>
    <w:rsid w:val="006B308B"/>
    <w:rsid w:val="006B47B6"/>
    <w:rsid w:val="006B51C6"/>
    <w:rsid w:val="006B5D24"/>
    <w:rsid w:val="006B5E1A"/>
    <w:rsid w:val="006B6966"/>
    <w:rsid w:val="006B6CAA"/>
    <w:rsid w:val="006B74FA"/>
    <w:rsid w:val="006C01CE"/>
    <w:rsid w:val="006C123A"/>
    <w:rsid w:val="006C1F4F"/>
    <w:rsid w:val="006C2BC2"/>
    <w:rsid w:val="006C3448"/>
    <w:rsid w:val="006C3EC5"/>
    <w:rsid w:val="006C4129"/>
    <w:rsid w:val="006C4FC2"/>
    <w:rsid w:val="006C5CD9"/>
    <w:rsid w:val="006C7182"/>
    <w:rsid w:val="006C73FA"/>
    <w:rsid w:val="006D0608"/>
    <w:rsid w:val="006D0D0B"/>
    <w:rsid w:val="006D1643"/>
    <w:rsid w:val="006D349A"/>
    <w:rsid w:val="006D39A1"/>
    <w:rsid w:val="006D3C5C"/>
    <w:rsid w:val="006D3E7D"/>
    <w:rsid w:val="006D3F5F"/>
    <w:rsid w:val="006D443E"/>
    <w:rsid w:val="006D5773"/>
    <w:rsid w:val="006D5F7F"/>
    <w:rsid w:val="006D6059"/>
    <w:rsid w:val="006D61B1"/>
    <w:rsid w:val="006D6BF3"/>
    <w:rsid w:val="006D6FF2"/>
    <w:rsid w:val="006E0EEA"/>
    <w:rsid w:val="006E1025"/>
    <w:rsid w:val="006E1936"/>
    <w:rsid w:val="006E202D"/>
    <w:rsid w:val="006E2D57"/>
    <w:rsid w:val="006E3B74"/>
    <w:rsid w:val="006E4303"/>
    <w:rsid w:val="006E5951"/>
    <w:rsid w:val="006E5E17"/>
    <w:rsid w:val="006E608D"/>
    <w:rsid w:val="006E6C82"/>
    <w:rsid w:val="006F02E2"/>
    <w:rsid w:val="006F062D"/>
    <w:rsid w:val="006F2068"/>
    <w:rsid w:val="006F2078"/>
    <w:rsid w:val="006F2841"/>
    <w:rsid w:val="006F328E"/>
    <w:rsid w:val="006F3B8E"/>
    <w:rsid w:val="006F450D"/>
    <w:rsid w:val="006F54DE"/>
    <w:rsid w:val="006F5DA4"/>
    <w:rsid w:val="006F5E06"/>
    <w:rsid w:val="006F6AB8"/>
    <w:rsid w:val="006F70D9"/>
    <w:rsid w:val="006F76E4"/>
    <w:rsid w:val="0070068C"/>
    <w:rsid w:val="00703234"/>
    <w:rsid w:val="00703ABF"/>
    <w:rsid w:val="007050A4"/>
    <w:rsid w:val="00705191"/>
    <w:rsid w:val="0070520A"/>
    <w:rsid w:val="00705510"/>
    <w:rsid w:val="00705A8D"/>
    <w:rsid w:val="00707D61"/>
    <w:rsid w:val="00711478"/>
    <w:rsid w:val="00711619"/>
    <w:rsid w:val="00711B1C"/>
    <w:rsid w:val="00711C0C"/>
    <w:rsid w:val="007124C6"/>
    <w:rsid w:val="007131C6"/>
    <w:rsid w:val="00713425"/>
    <w:rsid w:val="00713837"/>
    <w:rsid w:val="00713AEB"/>
    <w:rsid w:val="0071437C"/>
    <w:rsid w:val="00715252"/>
    <w:rsid w:val="00716AC9"/>
    <w:rsid w:val="0071793C"/>
    <w:rsid w:val="00717C9B"/>
    <w:rsid w:val="00717E04"/>
    <w:rsid w:val="00720079"/>
    <w:rsid w:val="0072064F"/>
    <w:rsid w:val="007217AF"/>
    <w:rsid w:val="00722C18"/>
    <w:rsid w:val="0072308A"/>
    <w:rsid w:val="0072463D"/>
    <w:rsid w:val="0072466E"/>
    <w:rsid w:val="00726640"/>
    <w:rsid w:val="00727196"/>
    <w:rsid w:val="00727282"/>
    <w:rsid w:val="00727668"/>
    <w:rsid w:val="00730310"/>
    <w:rsid w:val="00730462"/>
    <w:rsid w:val="00730BD0"/>
    <w:rsid w:val="00731D95"/>
    <w:rsid w:val="00731DFA"/>
    <w:rsid w:val="00733A8E"/>
    <w:rsid w:val="00740434"/>
    <w:rsid w:val="007405AC"/>
    <w:rsid w:val="0074061A"/>
    <w:rsid w:val="00741B35"/>
    <w:rsid w:val="007424F7"/>
    <w:rsid w:val="0074281D"/>
    <w:rsid w:val="00742FBF"/>
    <w:rsid w:val="007438CF"/>
    <w:rsid w:val="0074431C"/>
    <w:rsid w:val="007448C0"/>
    <w:rsid w:val="007448F6"/>
    <w:rsid w:val="00744ADD"/>
    <w:rsid w:val="00744D0B"/>
    <w:rsid w:val="00745781"/>
    <w:rsid w:val="007459C3"/>
    <w:rsid w:val="00745B3E"/>
    <w:rsid w:val="007505FC"/>
    <w:rsid w:val="00750B78"/>
    <w:rsid w:val="007513B2"/>
    <w:rsid w:val="00752009"/>
    <w:rsid w:val="00752639"/>
    <w:rsid w:val="0075265C"/>
    <w:rsid w:val="00752C3D"/>
    <w:rsid w:val="0075387D"/>
    <w:rsid w:val="00755C48"/>
    <w:rsid w:val="0075798B"/>
    <w:rsid w:val="00760410"/>
    <w:rsid w:val="00763E6C"/>
    <w:rsid w:val="007641BD"/>
    <w:rsid w:val="007655A6"/>
    <w:rsid w:val="0076649C"/>
    <w:rsid w:val="00766D2A"/>
    <w:rsid w:val="007716E6"/>
    <w:rsid w:val="00771AE6"/>
    <w:rsid w:val="00771BDE"/>
    <w:rsid w:val="00773173"/>
    <w:rsid w:val="00774EE2"/>
    <w:rsid w:val="0077517E"/>
    <w:rsid w:val="00775A65"/>
    <w:rsid w:val="00776FCC"/>
    <w:rsid w:val="007776EA"/>
    <w:rsid w:val="007804F3"/>
    <w:rsid w:val="007806E2"/>
    <w:rsid w:val="0078121A"/>
    <w:rsid w:val="0078205D"/>
    <w:rsid w:val="00782912"/>
    <w:rsid w:val="00782951"/>
    <w:rsid w:val="00782A24"/>
    <w:rsid w:val="00782DDC"/>
    <w:rsid w:val="00783F86"/>
    <w:rsid w:val="00784D7F"/>
    <w:rsid w:val="007852F3"/>
    <w:rsid w:val="00785B70"/>
    <w:rsid w:val="00785E50"/>
    <w:rsid w:val="00786B7F"/>
    <w:rsid w:val="0078777A"/>
    <w:rsid w:val="00791125"/>
    <w:rsid w:val="00791AD2"/>
    <w:rsid w:val="00792A87"/>
    <w:rsid w:val="00793159"/>
    <w:rsid w:val="00793E41"/>
    <w:rsid w:val="007945C5"/>
    <w:rsid w:val="007A1428"/>
    <w:rsid w:val="007A3223"/>
    <w:rsid w:val="007A3FFD"/>
    <w:rsid w:val="007A4498"/>
    <w:rsid w:val="007A4E8D"/>
    <w:rsid w:val="007A4EB6"/>
    <w:rsid w:val="007A53AE"/>
    <w:rsid w:val="007A5790"/>
    <w:rsid w:val="007A5D6F"/>
    <w:rsid w:val="007A6AC2"/>
    <w:rsid w:val="007A6D62"/>
    <w:rsid w:val="007B0574"/>
    <w:rsid w:val="007B08D7"/>
    <w:rsid w:val="007B10AF"/>
    <w:rsid w:val="007B1F6A"/>
    <w:rsid w:val="007B2835"/>
    <w:rsid w:val="007B3553"/>
    <w:rsid w:val="007B3C6B"/>
    <w:rsid w:val="007B40C2"/>
    <w:rsid w:val="007B4142"/>
    <w:rsid w:val="007B4DD4"/>
    <w:rsid w:val="007B5068"/>
    <w:rsid w:val="007C08D8"/>
    <w:rsid w:val="007C17D6"/>
    <w:rsid w:val="007C289E"/>
    <w:rsid w:val="007C2E96"/>
    <w:rsid w:val="007C37CA"/>
    <w:rsid w:val="007C39C0"/>
    <w:rsid w:val="007C3AA0"/>
    <w:rsid w:val="007C484A"/>
    <w:rsid w:val="007C4859"/>
    <w:rsid w:val="007C4EAD"/>
    <w:rsid w:val="007C585C"/>
    <w:rsid w:val="007C6797"/>
    <w:rsid w:val="007C6CD6"/>
    <w:rsid w:val="007D28DB"/>
    <w:rsid w:val="007D54AA"/>
    <w:rsid w:val="007D5946"/>
    <w:rsid w:val="007E136C"/>
    <w:rsid w:val="007E1971"/>
    <w:rsid w:val="007E293D"/>
    <w:rsid w:val="007E2F40"/>
    <w:rsid w:val="007E30EF"/>
    <w:rsid w:val="007E4885"/>
    <w:rsid w:val="007E4994"/>
    <w:rsid w:val="007E5345"/>
    <w:rsid w:val="007E5B59"/>
    <w:rsid w:val="007E5CAE"/>
    <w:rsid w:val="007E5DCB"/>
    <w:rsid w:val="007E637D"/>
    <w:rsid w:val="007E6945"/>
    <w:rsid w:val="007E6A89"/>
    <w:rsid w:val="007E7E81"/>
    <w:rsid w:val="007F0079"/>
    <w:rsid w:val="007F028F"/>
    <w:rsid w:val="007F097E"/>
    <w:rsid w:val="007F15C9"/>
    <w:rsid w:val="007F3997"/>
    <w:rsid w:val="007F5990"/>
    <w:rsid w:val="007F5FF9"/>
    <w:rsid w:val="007F626C"/>
    <w:rsid w:val="008002CF"/>
    <w:rsid w:val="0080080A"/>
    <w:rsid w:val="00800825"/>
    <w:rsid w:val="0080178D"/>
    <w:rsid w:val="00801841"/>
    <w:rsid w:val="00801A89"/>
    <w:rsid w:val="00801F0C"/>
    <w:rsid w:val="008023B0"/>
    <w:rsid w:val="0080477F"/>
    <w:rsid w:val="00805EE3"/>
    <w:rsid w:val="0080783B"/>
    <w:rsid w:val="00810F98"/>
    <w:rsid w:val="00811476"/>
    <w:rsid w:val="00811A3E"/>
    <w:rsid w:val="008130E0"/>
    <w:rsid w:val="00813137"/>
    <w:rsid w:val="00815A50"/>
    <w:rsid w:val="0081613E"/>
    <w:rsid w:val="0081635A"/>
    <w:rsid w:val="00816A33"/>
    <w:rsid w:val="00816AF7"/>
    <w:rsid w:val="008218B5"/>
    <w:rsid w:val="008223D1"/>
    <w:rsid w:val="00823065"/>
    <w:rsid w:val="00823366"/>
    <w:rsid w:val="00823406"/>
    <w:rsid w:val="00823B1B"/>
    <w:rsid w:val="00824F7A"/>
    <w:rsid w:val="008250BF"/>
    <w:rsid w:val="00825398"/>
    <w:rsid w:val="00827A98"/>
    <w:rsid w:val="00827C4B"/>
    <w:rsid w:val="00830F1A"/>
    <w:rsid w:val="0083151A"/>
    <w:rsid w:val="00832304"/>
    <w:rsid w:val="00832BC9"/>
    <w:rsid w:val="008336A2"/>
    <w:rsid w:val="00834DE2"/>
    <w:rsid w:val="008358A9"/>
    <w:rsid w:val="008359F8"/>
    <w:rsid w:val="00835E21"/>
    <w:rsid w:val="00836630"/>
    <w:rsid w:val="0083670F"/>
    <w:rsid w:val="008379A7"/>
    <w:rsid w:val="00837C0C"/>
    <w:rsid w:val="00837FC0"/>
    <w:rsid w:val="008405EE"/>
    <w:rsid w:val="00840A9A"/>
    <w:rsid w:val="00841293"/>
    <w:rsid w:val="00844E4E"/>
    <w:rsid w:val="00845E26"/>
    <w:rsid w:val="0084657C"/>
    <w:rsid w:val="00846A39"/>
    <w:rsid w:val="00847955"/>
    <w:rsid w:val="00850667"/>
    <w:rsid w:val="0085111D"/>
    <w:rsid w:val="00851843"/>
    <w:rsid w:val="00851A8A"/>
    <w:rsid w:val="00851F06"/>
    <w:rsid w:val="008524CF"/>
    <w:rsid w:val="00852ED5"/>
    <w:rsid w:val="008535B7"/>
    <w:rsid w:val="00853DDA"/>
    <w:rsid w:val="0085410A"/>
    <w:rsid w:val="00855C79"/>
    <w:rsid w:val="00856D8B"/>
    <w:rsid w:val="008573B4"/>
    <w:rsid w:val="008575A5"/>
    <w:rsid w:val="00857E23"/>
    <w:rsid w:val="008605F4"/>
    <w:rsid w:val="0086247D"/>
    <w:rsid w:val="00863952"/>
    <w:rsid w:val="00863BCE"/>
    <w:rsid w:val="008641E8"/>
    <w:rsid w:val="00864878"/>
    <w:rsid w:val="0086659C"/>
    <w:rsid w:val="00866E15"/>
    <w:rsid w:val="00867071"/>
    <w:rsid w:val="008673D2"/>
    <w:rsid w:val="008674E4"/>
    <w:rsid w:val="008674F7"/>
    <w:rsid w:val="008678FB"/>
    <w:rsid w:val="008707E8"/>
    <w:rsid w:val="00870939"/>
    <w:rsid w:val="00871F6B"/>
    <w:rsid w:val="00872DF7"/>
    <w:rsid w:val="00874F7B"/>
    <w:rsid w:val="008755F9"/>
    <w:rsid w:val="0087658E"/>
    <w:rsid w:val="00877C19"/>
    <w:rsid w:val="00877E24"/>
    <w:rsid w:val="0088176D"/>
    <w:rsid w:val="008818CF"/>
    <w:rsid w:val="008825E9"/>
    <w:rsid w:val="0088427C"/>
    <w:rsid w:val="00886BA7"/>
    <w:rsid w:val="00886D8C"/>
    <w:rsid w:val="008870B2"/>
    <w:rsid w:val="00887C07"/>
    <w:rsid w:val="008901C8"/>
    <w:rsid w:val="00890862"/>
    <w:rsid w:val="0089216B"/>
    <w:rsid w:val="0089263E"/>
    <w:rsid w:val="00892E4F"/>
    <w:rsid w:val="00893602"/>
    <w:rsid w:val="008937EA"/>
    <w:rsid w:val="00893E14"/>
    <w:rsid w:val="00893F04"/>
    <w:rsid w:val="008948A9"/>
    <w:rsid w:val="00896E0D"/>
    <w:rsid w:val="00896EBC"/>
    <w:rsid w:val="0089781D"/>
    <w:rsid w:val="00897AFC"/>
    <w:rsid w:val="008A0046"/>
    <w:rsid w:val="008A0484"/>
    <w:rsid w:val="008A0E40"/>
    <w:rsid w:val="008A21DF"/>
    <w:rsid w:val="008A3146"/>
    <w:rsid w:val="008A534E"/>
    <w:rsid w:val="008A5584"/>
    <w:rsid w:val="008A5CF2"/>
    <w:rsid w:val="008A62F8"/>
    <w:rsid w:val="008A72DE"/>
    <w:rsid w:val="008A7469"/>
    <w:rsid w:val="008A7DE2"/>
    <w:rsid w:val="008A7F60"/>
    <w:rsid w:val="008B15D6"/>
    <w:rsid w:val="008B27F0"/>
    <w:rsid w:val="008B2FBA"/>
    <w:rsid w:val="008B3CC0"/>
    <w:rsid w:val="008B3DA4"/>
    <w:rsid w:val="008B4617"/>
    <w:rsid w:val="008B4FFC"/>
    <w:rsid w:val="008B5153"/>
    <w:rsid w:val="008B560D"/>
    <w:rsid w:val="008B5C1D"/>
    <w:rsid w:val="008B76DF"/>
    <w:rsid w:val="008B7E24"/>
    <w:rsid w:val="008C416B"/>
    <w:rsid w:val="008C49C0"/>
    <w:rsid w:val="008C4B2F"/>
    <w:rsid w:val="008C5654"/>
    <w:rsid w:val="008C6E0C"/>
    <w:rsid w:val="008C6E34"/>
    <w:rsid w:val="008C6F6B"/>
    <w:rsid w:val="008C73FE"/>
    <w:rsid w:val="008D1CF0"/>
    <w:rsid w:val="008D238A"/>
    <w:rsid w:val="008D2612"/>
    <w:rsid w:val="008D2B5C"/>
    <w:rsid w:val="008D2DE6"/>
    <w:rsid w:val="008D397A"/>
    <w:rsid w:val="008D3BCD"/>
    <w:rsid w:val="008D3C3B"/>
    <w:rsid w:val="008D592C"/>
    <w:rsid w:val="008D5FEF"/>
    <w:rsid w:val="008D60C3"/>
    <w:rsid w:val="008D7855"/>
    <w:rsid w:val="008D7B1E"/>
    <w:rsid w:val="008E093E"/>
    <w:rsid w:val="008E11AD"/>
    <w:rsid w:val="008E3C1B"/>
    <w:rsid w:val="008E4B0F"/>
    <w:rsid w:val="008E4C71"/>
    <w:rsid w:val="008E5ED9"/>
    <w:rsid w:val="008E634E"/>
    <w:rsid w:val="008F0161"/>
    <w:rsid w:val="008F03A1"/>
    <w:rsid w:val="008F0959"/>
    <w:rsid w:val="008F113A"/>
    <w:rsid w:val="008F47E0"/>
    <w:rsid w:val="008F4A89"/>
    <w:rsid w:val="008F5DDF"/>
    <w:rsid w:val="008F6827"/>
    <w:rsid w:val="008F6F36"/>
    <w:rsid w:val="00901483"/>
    <w:rsid w:val="00901E4C"/>
    <w:rsid w:val="00901FDD"/>
    <w:rsid w:val="00902002"/>
    <w:rsid w:val="00904852"/>
    <w:rsid w:val="009056CA"/>
    <w:rsid w:val="00905A1A"/>
    <w:rsid w:val="00905E3E"/>
    <w:rsid w:val="00906A35"/>
    <w:rsid w:val="0090787C"/>
    <w:rsid w:val="00907DDB"/>
    <w:rsid w:val="009101ED"/>
    <w:rsid w:val="009133CD"/>
    <w:rsid w:val="0091341D"/>
    <w:rsid w:val="00914221"/>
    <w:rsid w:val="009149CD"/>
    <w:rsid w:val="00915289"/>
    <w:rsid w:val="00915E91"/>
    <w:rsid w:val="0091650D"/>
    <w:rsid w:val="0091778A"/>
    <w:rsid w:val="009177B2"/>
    <w:rsid w:val="00920CA2"/>
    <w:rsid w:val="00921352"/>
    <w:rsid w:val="00921F1E"/>
    <w:rsid w:val="00922B14"/>
    <w:rsid w:val="0092303B"/>
    <w:rsid w:val="00924391"/>
    <w:rsid w:val="00924CCB"/>
    <w:rsid w:val="0092510C"/>
    <w:rsid w:val="009256B4"/>
    <w:rsid w:val="00925849"/>
    <w:rsid w:val="00925DB4"/>
    <w:rsid w:val="00926289"/>
    <w:rsid w:val="009310ED"/>
    <w:rsid w:val="00931E75"/>
    <w:rsid w:val="00932BA3"/>
    <w:rsid w:val="009330AA"/>
    <w:rsid w:val="00934FF8"/>
    <w:rsid w:val="0093536D"/>
    <w:rsid w:val="00935408"/>
    <w:rsid w:val="00935960"/>
    <w:rsid w:val="00935CB6"/>
    <w:rsid w:val="00936C89"/>
    <w:rsid w:val="009414F8"/>
    <w:rsid w:val="0094158F"/>
    <w:rsid w:val="00941858"/>
    <w:rsid w:val="00941A44"/>
    <w:rsid w:val="0094310F"/>
    <w:rsid w:val="00943B1A"/>
    <w:rsid w:val="00944B2D"/>
    <w:rsid w:val="00944F69"/>
    <w:rsid w:val="00945613"/>
    <w:rsid w:val="00946839"/>
    <w:rsid w:val="009475B3"/>
    <w:rsid w:val="00947AA6"/>
    <w:rsid w:val="0095038D"/>
    <w:rsid w:val="00950C24"/>
    <w:rsid w:val="0095125B"/>
    <w:rsid w:val="0095297A"/>
    <w:rsid w:val="00952FD8"/>
    <w:rsid w:val="0095456B"/>
    <w:rsid w:val="00954CE5"/>
    <w:rsid w:val="00955DE7"/>
    <w:rsid w:val="0095658A"/>
    <w:rsid w:val="00957B01"/>
    <w:rsid w:val="00961483"/>
    <w:rsid w:val="00961E8C"/>
    <w:rsid w:val="009629B2"/>
    <w:rsid w:val="00962DA2"/>
    <w:rsid w:val="00963100"/>
    <w:rsid w:val="00963ECF"/>
    <w:rsid w:val="00964A01"/>
    <w:rsid w:val="00965235"/>
    <w:rsid w:val="00966B19"/>
    <w:rsid w:val="0096745E"/>
    <w:rsid w:val="00972357"/>
    <w:rsid w:val="00972D02"/>
    <w:rsid w:val="00972FC6"/>
    <w:rsid w:val="00973C96"/>
    <w:rsid w:val="0097773A"/>
    <w:rsid w:val="00977B90"/>
    <w:rsid w:val="00980D06"/>
    <w:rsid w:val="00981B29"/>
    <w:rsid w:val="009848CF"/>
    <w:rsid w:val="00984AD3"/>
    <w:rsid w:val="009872FA"/>
    <w:rsid w:val="00987A45"/>
    <w:rsid w:val="00987BD1"/>
    <w:rsid w:val="009900B9"/>
    <w:rsid w:val="00991109"/>
    <w:rsid w:val="00992172"/>
    <w:rsid w:val="009922D4"/>
    <w:rsid w:val="00992D65"/>
    <w:rsid w:val="0099373C"/>
    <w:rsid w:val="00993A4D"/>
    <w:rsid w:val="009940D8"/>
    <w:rsid w:val="00994F6D"/>
    <w:rsid w:val="009967A4"/>
    <w:rsid w:val="00996D56"/>
    <w:rsid w:val="00996F81"/>
    <w:rsid w:val="00997B62"/>
    <w:rsid w:val="00997C0D"/>
    <w:rsid w:val="00997FF3"/>
    <w:rsid w:val="009A0984"/>
    <w:rsid w:val="009A3191"/>
    <w:rsid w:val="009A339F"/>
    <w:rsid w:val="009A36B5"/>
    <w:rsid w:val="009A4335"/>
    <w:rsid w:val="009A508F"/>
    <w:rsid w:val="009B0200"/>
    <w:rsid w:val="009B0E0F"/>
    <w:rsid w:val="009B105D"/>
    <w:rsid w:val="009B1307"/>
    <w:rsid w:val="009B179D"/>
    <w:rsid w:val="009B2875"/>
    <w:rsid w:val="009B2E72"/>
    <w:rsid w:val="009B432B"/>
    <w:rsid w:val="009B4CB3"/>
    <w:rsid w:val="009B4DE7"/>
    <w:rsid w:val="009B4E7D"/>
    <w:rsid w:val="009B596C"/>
    <w:rsid w:val="009B68FA"/>
    <w:rsid w:val="009B6E20"/>
    <w:rsid w:val="009B7477"/>
    <w:rsid w:val="009B75A2"/>
    <w:rsid w:val="009C017F"/>
    <w:rsid w:val="009C01BC"/>
    <w:rsid w:val="009C03E3"/>
    <w:rsid w:val="009C0429"/>
    <w:rsid w:val="009C1F86"/>
    <w:rsid w:val="009C21AE"/>
    <w:rsid w:val="009C2B45"/>
    <w:rsid w:val="009C3107"/>
    <w:rsid w:val="009C46BE"/>
    <w:rsid w:val="009C4D4B"/>
    <w:rsid w:val="009C537C"/>
    <w:rsid w:val="009C54D0"/>
    <w:rsid w:val="009C5673"/>
    <w:rsid w:val="009C5CE6"/>
    <w:rsid w:val="009C6703"/>
    <w:rsid w:val="009C6CEE"/>
    <w:rsid w:val="009D0546"/>
    <w:rsid w:val="009D26F0"/>
    <w:rsid w:val="009D27F8"/>
    <w:rsid w:val="009D2BC5"/>
    <w:rsid w:val="009D2F1B"/>
    <w:rsid w:val="009D3D1F"/>
    <w:rsid w:val="009D50C9"/>
    <w:rsid w:val="009D5831"/>
    <w:rsid w:val="009D6D8E"/>
    <w:rsid w:val="009E0312"/>
    <w:rsid w:val="009E0AC0"/>
    <w:rsid w:val="009E0B75"/>
    <w:rsid w:val="009E0CF9"/>
    <w:rsid w:val="009E0E03"/>
    <w:rsid w:val="009E16FF"/>
    <w:rsid w:val="009E180F"/>
    <w:rsid w:val="009E1958"/>
    <w:rsid w:val="009E1B74"/>
    <w:rsid w:val="009E1D45"/>
    <w:rsid w:val="009E242E"/>
    <w:rsid w:val="009E394E"/>
    <w:rsid w:val="009E47D9"/>
    <w:rsid w:val="009E5EC7"/>
    <w:rsid w:val="009E73F4"/>
    <w:rsid w:val="009F0544"/>
    <w:rsid w:val="009F1449"/>
    <w:rsid w:val="009F1C09"/>
    <w:rsid w:val="009F28EA"/>
    <w:rsid w:val="009F2FA9"/>
    <w:rsid w:val="009F3045"/>
    <w:rsid w:val="009F46F0"/>
    <w:rsid w:val="009F5A9D"/>
    <w:rsid w:val="009F6EC8"/>
    <w:rsid w:val="00A0162C"/>
    <w:rsid w:val="00A0254C"/>
    <w:rsid w:val="00A026D7"/>
    <w:rsid w:val="00A03BCD"/>
    <w:rsid w:val="00A0461A"/>
    <w:rsid w:val="00A04AAF"/>
    <w:rsid w:val="00A05549"/>
    <w:rsid w:val="00A05793"/>
    <w:rsid w:val="00A05A3E"/>
    <w:rsid w:val="00A07D35"/>
    <w:rsid w:val="00A10CF6"/>
    <w:rsid w:val="00A11418"/>
    <w:rsid w:val="00A121EC"/>
    <w:rsid w:val="00A1225E"/>
    <w:rsid w:val="00A129FB"/>
    <w:rsid w:val="00A130E4"/>
    <w:rsid w:val="00A131A3"/>
    <w:rsid w:val="00A14A0C"/>
    <w:rsid w:val="00A15926"/>
    <w:rsid w:val="00A17E7F"/>
    <w:rsid w:val="00A20F70"/>
    <w:rsid w:val="00A215FC"/>
    <w:rsid w:val="00A21636"/>
    <w:rsid w:val="00A22535"/>
    <w:rsid w:val="00A23857"/>
    <w:rsid w:val="00A23968"/>
    <w:rsid w:val="00A246F2"/>
    <w:rsid w:val="00A2502D"/>
    <w:rsid w:val="00A258F5"/>
    <w:rsid w:val="00A25F6E"/>
    <w:rsid w:val="00A2602F"/>
    <w:rsid w:val="00A265A5"/>
    <w:rsid w:val="00A274B1"/>
    <w:rsid w:val="00A303E1"/>
    <w:rsid w:val="00A305F0"/>
    <w:rsid w:val="00A306FE"/>
    <w:rsid w:val="00A31423"/>
    <w:rsid w:val="00A328C8"/>
    <w:rsid w:val="00A328E3"/>
    <w:rsid w:val="00A32D1E"/>
    <w:rsid w:val="00A33171"/>
    <w:rsid w:val="00A349C1"/>
    <w:rsid w:val="00A354D3"/>
    <w:rsid w:val="00A35C2C"/>
    <w:rsid w:val="00A36BBD"/>
    <w:rsid w:val="00A3753A"/>
    <w:rsid w:val="00A41232"/>
    <w:rsid w:val="00A4206F"/>
    <w:rsid w:val="00A423E3"/>
    <w:rsid w:val="00A4304D"/>
    <w:rsid w:val="00A4338E"/>
    <w:rsid w:val="00A4503E"/>
    <w:rsid w:val="00A454C2"/>
    <w:rsid w:val="00A468C5"/>
    <w:rsid w:val="00A46A0C"/>
    <w:rsid w:val="00A477B5"/>
    <w:rsid w:val="00A50F25"/>
    <w:rsid w:val="00A51C53"/>
    <w:rsid w:val="00A51DD0"/>
    <w:rsid w:val="00A52F7C"/>
    <w:rsid w:val="00A53323"/>
    <w:rsid w:val="00A53DE2"/>
    <w:rsid w:val="00A540B7"/>
    <w:rsid w:val="00A5438D"/>
    <w:rsid w:val="00A56553"/>
    <w:rsid w:val="00A56B6A"/>
    <w:rsid w:val="00A5732A"/>
    <w:rsid w:val="00A57600"/>
    <w:rsid w:val="00A603D1"/>
    <w:rsid w:val="00A60679"/>
    <w:rsid w:val="00A60867"/>
    <w:rsid w:val="00A62268"/>
    <w:rsid w:val="00A64CBF"/>
    <w:rsid w:val="00A659AB"/>
    <w:rsid w:val="00A65B87"/>
    <w:rsid w:val="00A65B8A"/>
    <w:rsid w:val="00A6683D"/>
    <w:rsid w:val="00A67B9C"/>
    <w:rsid w:val="00A712CA"/>
    <w:rsid w:val="00A71391"/>
    <w:rsid w:val="00A71B7E"/>
    <w:rsid w:val="00A72D98"/>
    <w:rsid w:val="00A73D66"/>
    <w:rsid w:val="00A744E2"/>
    <w:rsid w:val="00A74607"/>
    <w:rsid w:val="00A74E48"/>
    <w:rsid w:val="00A753A9"/>
    <w:rsid w:val="00A75D5C"/>
    <w:rsid w:val="00A77E08"/>
    <w:rsid w:val="00A80826"/>
    <w:rsid w:val="00A81F84"/>
    <w:rsid w:val="00A81FC7"/>
    <w:rsid w:val="00A821FF"/>
    <w:rsid w:val="00A82BA2"/>
    <w:rsid w:val="00A84321"/>
    <w:rsid w:val="00A84DF4"/>
    <w:rsid w:val="00A84E9F"/>
    <w:rsid w:val="00A8501E"/>
    <w:rsid w:val="00A8502A"/>
    <w:rsid w:val="00A858AB"/>
    <w:rsid w:val="00A86F74"/>
    <w:rsid w:val="00A902E9"/>
    <w:rsid w:val="00A90C3A"/>
    <w:rsid w:val="00A9236C"/>
    <w:rsid w:val="00A93692"/>
    <w:rsid w:val="00A949AC"/>
    <w:rsid w:val="00A950A7"/>
    <w:rsid w:val="00A9540D"/>
    <w:rsid w:val="00A96347"/>
    <w:rsid w:val="00A9643B"/>
    <w:rsid w:val="00A969B2"/>
    <w:rsid w:val="00A9754F"/>
    <w:rsid w:val="00A97748"/>
    <w:rsid w:val="00A9778B"/>
    <w:rsid w:val="00AA0775"/>
    <w:rsid w:val="00AA1FA7"/>
    <w:rsid w:val="00AA2565"/>
    <w:rsid w:val="00AA4C7A"/>
    <w:rsid w:val="00AA51BD"/>
    <w:rsid w:val="00AA520B"/>
    <w:rsid w:val="00AA566F"/>
    <w:rsid w:val="00AA5ED3"/>
    <w:rsid w:val="00AB0723"/>
    <w:rsid w:val="00AB07D2"/>
    <w:rsid w:val="00AB1712"/>
    <w:rsid w:val="00AB17C9"/>
    <w:rsid w:val="00AB25DE"/>
    <w:rsid w:val="00AB4223"/>
    <w:rsid w:val="00AB46A0"/>
    <w:rsid w:val="00AB55EA"/>
    <w:rsid w:val="00AB7E1B"/>
    <w:rsid w:val="00AC03A5"/>
    <w:rsid w:val="00AC089C"/>
    <w:rsid w:val="00AC0E08"/>
    <w:rsid w:val="00AC1AB5"/>
    <w:rsid w:val="00AC2CFE"/>
    <w:rsid w:val="00AC32C5"/>
    <w:rsid w:val="00AC3B9A"/>
    <w:rsid w:val="00AC490B"/>
    <w:rsid w:val="00AC5283"/>
    <w:rsid w:val="00AC54A9"/>
    <w:rsid w:val="00AC5921"/>
    <w:rsid w:val="00AC78C2"/>
    <w:rsid w:val="00AC7C07"/>
    <w:rsid w:val="00AD120F"/>
    <w:rsid w:val="00AD1628"/>
    <w:rsid w:val="00AD1BD5"/>
    <w:rsid w:val="00AD287B"/>
    <w:rsid w:val="00AD2F7E"/>
    <w:rsid w:val="00AD36F8"/>
    <w:rsid w:val="00AD4F60"/>
    <w:rsid w:val="00AD519B"/>
    <w:rsid w:val="00AD7918"/>
    <w:rsid w:val="00AE0217"/>
    <w:rsid w:val="00AE045A"/>
    <w:rsid w:val="00AE06AC"/>
    <w:rsid w:val="00AE0A55"/>
    <w:rsid w:val="00AE1439"/>
    <w:rsid w:val="00AE14D3"/>
    <w:rsid w:val="00AE2E08"/>
    <w:rsid w:val="00AE40C5"/>
    <w:rsid w:val="00AE661F"/>
    <w:rsid w:val="00AE6945"/>
    <w:rsid w:val="00AE7840"/>
    <w:rsid w:val="00AE7EF2"/>
    <w:rsid w:val="00AF03BD"/>
    <w:rsid w:val="00AF2513"/>
    <w:rsid w:val="00AF26CB"/>
    <w:rsid w:val="00AF2B4C"/>
    <w:rsid w:val="00AF3996"/>
    <w:rsid w:val="00AF3B93"/>
    <w:rsid w:val="00AF3FF5"/>
    <w:rsid w:val="00AF4040"/>
    <w:rsid w:val="00AF43A4"/>
    <w:rsid w:val="00AF466A"/>
    <w:rsid w:val="00AF4F32"/>
    <w:rsid w:val="00AF5DBC"/>
    <w:rsid w:val="00AF666B"/>
    <w:rsid w:val="00AF67E5"/>
    <w:rsid w:val="00AF7CD7"/>
    <w:rsid w:val="00B00DEC"/>
    <w:rsid w:val="00B01C11"/>
    <w:rsid w:val="00B024FE"/>
    <w:rsid w:val="00B02E7C"/>
    <w:rsid w:val="00B02F45"/>
    <w:rsid w:val="00B03573"/>
    <w:rsid w:val="00B03FB7"/>
    <w:rsid w:val="00B04A11"/>
    <w:rsid w:val="00B06873"/>
    <w:rsid w:val="00B06B92"/>
    <w:rsid w:val="00B06CF2"/>
    <w:rsid w:val="00B101C7"/>
    <w:rsid w:val="00B108D2"/>
    <w:rsid w:val="00B11AEB"/>
    <w:rsid w:val="00B12D3F"/>
    <w:rsid w:val="00B132B1"/>
    <w:rsid w:val="00B141B6"/>
    <w:rsid w:val="00B147C9"/>
    <w:rsid w:val="00B1539A"/>
    <w:rsid w:val="00B15EC3"/>
    <w:rsid w:val="00B20034"/>
    <w:rsid w:val="00B20E8A"/>
    <w:rsid w:val="00B214B6"/>
    <w:rsid w:val="00B24286"/>
    <w:rsid w:val="00B2499B"/>
    <w:rsid w:val="00B24DAA"/>
    <w:rsid w:val="00B319DF"/>
    <w:rsid w:val="00B33D92"/>
    <w:rsid w:val="00B33E58"/>
    <w:rsid w:val="00B34773"/>
    <w:rsid w:val="00B35BFD"/>
    <w:rsid w:val="00B35F9A"/>
    <w:rsid w:val="00B36604"/>
    <w:rsid w:val="00B3675E"/>
    <w:rsid w:val="00B36EA7"/>
    <w:rsid w:val="00B405B6"/>
    <w:rsid w:val="00B406FE"/>
    <w:rsid w:val="00B40D16"/>
    <w:rsid w:val="00B4155A"/>
    <w:rsid w:val="00B429D2"/>
    <w:rsid w:val="00B44322"/>
    <w:rsid w:val="00B44A37"/>
    <w:rsid w:val="00B44BE6"/>
    <w:rsid w:val="00B44D13"/>
    <w:rsid w:val="00B4524F"/>
    <w:rsid w:val="00B458FA"/>
    <w:rsid w:val="00B45DF7"/>
    <w:rsid w:val="00B47599"/>
    <w:rsid w:val="00B4772C"/>
    <w:rsid w:val="00B47CCD"/>
    <w:rsid w:val="00B51461"/>
    <w:rsid w:val="00B527DF"/>
    <w:rsid w:val="00B529E2"/>
    <w:rsid w:val="00B537EA"/>
    <w:rsid w:val="00B53B34"/>
    <w:rsid w:val="00B55E60"/>
    <w:rsid w:val="00B562B9"/>
    <w:rsid w:val="00B56646"/>
    <w:rsid w:val="00B56889"/>
    <w:rsid w:val="00B61DB1"/>
    <w:rsid w:val="00B652A2"/>
    <w:rsid w:val="00B660CD"/>
    <w:rsid w:val="00B662F5"/>
    <w:rsid w:val="00B67619"/>
    <w:rsid w:val="00B679B6"/>
    <w:rsid w:val="00B7341B"/>
    <w:rsid w:val="00B742EA"/>
    <w:rsid w:val="00B7560D"/>
    <w:rsid w:val="00B76C91"/>
    <w:rsid w:val="00B76DB0"/>
    <w:rsid w:val="00B771BB"/>
    <w:rsid w:val="00B77527"/>
    <w:rsid w:val="00B80CC6"/>
    <w:rsid w:val="00B80F95"/>
    <w:rsid w:val="00B8126E"/>
    <w:rsid w:val="00B82010"/>
    <w:rsid w:val="00B830F1"/>
    <w:rsid w:val="00B83B10"/>
    <w:rsid w:val="00B84307"/>
    <w:rsid w:val="00B84557"/>
    <w:rsid w:val="00B85289"/>
    <w:rsid w:val="00B853FF"/>
    <w:rsid w:val="00B87008"/>
    <w:rsid w:val="00B8751E"/>
    <w:rsid w:val="00B90731"/>
    <w:rsid w:val="00B91085"/>
    <w:rsid w:val="00B9151A"/>
    <w:rsid w:val="00B9198F"/>
    <w:rsid w:val="00B939D2"/>
    <w:rsid w:val="00B96D74"/>
    <w:rsid w:val="00B978E1"/>
    <w:rsid w:val="00B97A77"/>
    <w:rsid w:val="00BA0238"/>
    <w:rsid w:val="00BA0DF1"/>
    <w:rsid w:val="00BA1FC6"/>
    <w:rsid w:val="00BA207E"/>
    <w:rsid w:val="00BA25D9"/>
    <w:rsid w:val="00BA54E5"/>
    <w:rsid w:val="00BA64C7"/>
    <w:rsid w:val="00BA7008"/>
    <w:rsid w:val="00BB10B7"/>
    <w:rsid w:val="00BB1403"/>
    <w:rsid w:val="00BB1DEB"/>
    <w:rsid w:val="00BB2B21"/>
    <w:rsid w:val="00BB3F31"/>
    <w:rsid w:val="00BB40DA"/>
    <w:rsid w:val="00BB40E3"/>
    <w:rsid w:val="00BB4735"/>
    <w:rsid w:val="00BB587F"/>
    <w:rsid w:val="00BB5F2F"/>
    <w:rsid w:val="00BB6A16"/>
    <w:rsid w:val="00BB73BE"/>
    <w:rsid w:val="00BC044C"/>
    <w:rsid w:val="00BC0D2E"/>
    <w:rsid w:val="00BC1169"/>
    <w:rsid w:val="00BC1D6F"/>
    <w:rsid w:val="00BC3159"/>
    <w:rsid w:val="00BC37DE"/>
    <w:rsid w:val="00BC4669"/>
    <w:rsid w:val="00BC4D6C"/>
    <w:rsid w:val="00BC4F8C"/>
    <w:rsid w:val="00BC5903"/>
    <w:rsid w:val="00BC5F51"/>
    <w:rsid w:val="00BC60D7"/>
    <w:rsid w:val="00BC61ED"/>
    <w:rsid w:val="00BC727E"/>
    <w:rsid w:val="00BC7750"/>
    <w:rsid w:val="00BC786C"/>
    <w:rsid w:val="00BD029B"/>
    <w:rsid w:val="00BD04E2"/>
    <w:rsid w:val="00BD1295"/>
    <w:rsid w:val="00BD4958"/>
    <w:rsid w:val="00BD5DDC"/>
    <w:rsid w:val="00BD5FC1"/>
    <w:rsid w:val="00BD70A7"/>
    <w:rsid w:val="00BD77F5"/>
    <w:rsid w:val="00BE0260"/>
    <w:rsid w:val="00BE04A8"/>
    <w:rsid w:val="00BE0AAC"/>
    <w:rsid w:val="00BE0DC5"/>
    <w:rsid w:val="00BE269B"/>
    <w:rsid w:val="00BE43FB"/>
    <w:rsid w:val="00BE45A3"/>
    <w:rsid w:val="00BF114C"/>
    <w:rsid w:val="00BF44C9"/>
    <w:rsid w:val="00BF4F9F"/>
    <w:rsid w:val="00BF5172"/>
    <w:rsid w:val="00BF559E"/>
    <w:rsid w:val="00BF59C1"/>
    <w:rsid w:val="00BF5F5A"/>
    <w:rsid w:val="00BF666F"/>
    <w:rsid w:val="00BF6AF0"/>
    <w:rsid w:val="00BF6D25"/>
    <w:rsid w:val="00BF7A7D"/>
    <w:rsid w:val="00C0070A"/>
    <w:rsid w:val="00C00BE3"/>
    <w:rsid w:val="00C02790"/>
    <w:rsid w:val="00C03288"/>
    <w:rsid w:val="00C0345B"/>
    <w:rsid w:val="00C041F9"/>
    <w:rsid w:val="00C060A3"/>
    <w:rsid w:val="00C0638B"/>
    <w:rsid w:val="00C063DD"/>
    <w:rsid w:val="00C06532"/>
    <w:rsid w:val="00C070C6"/>
    <w:rsid w:val="00C07CA7"/>
    <w:rsid w:val="00C100A1"/>
    <w:rsid w:val="00C108E8"/>
    <w:rsid w:val="00C10CB2"/>
    <w:rsid w:val="00C12A64"/>
    <w:rsid w:val="00C133EA"/>
    <w:rsid w:val="00C15887"/>
    <w:rsid w:val="00C15DFE"/>
    <w:rsid w:val="00C15FED"/>
    <w:rsid w:val="00C16077"/>
    <w:rsid w:val="00C165ED"/>
    <w:rsid w:val="00C16E74"/>
    <w:rsid w:val="00C17CCD"/>
    <w:rsid w:val="00C17DF1"/>
    <w:rsid w:val="00C201B7"/>
    <w:rsid w:val="00C20BE1"/>
    <w:rsid w:val="00C2107F"/>
    <w:rsid w:val="00C21829"/>
    <w:rsid w:val="00C219BC"/>
    <w:rsid w:val="00C233F9"/>
    <w:rsid w:val="00C24227"/>
    <w:rsid w:val="00C24B92"/>
    <w:rsid w:val="00C24CF4"/>
    <w:rsid w:val="00C24D76"/>
    <w:rsid w:val="00C24E70"/>
    <w:rsid w:val="00C261DA"/>
    <w:rsid w:val="00C30015"/>
    <w:rsid w:val="00C30119"/>
    <w:rsid w:val="00C307F7"/>
    <w:rsid w:val="00C311DD"/>
    <w:rsid w:val="00C312AC"/>
    <w:rsid w:val="00C31CA2"/>
    <w:rsid w:val="00C31E71"/>
    <w:rsid w:val="00C33650"/>
    <w:rsid w:val="00C33949"/>
    <w:rsid w:val="00C3417E"/>
    <w:rsid w:val="00C34FBD"/>
    <w:rsid w:val="00C3583F"/>
    <w:rsid w:val="00C35ABF"/>
    <w:rsid w:val="00C35D57"/>
    <w:rsid w:val="00C36CFF"/>
    <w:rsid w:val="00C37712"/>
    <w:rsid w:val="00C37FCD"/>
    <w:rsid w:val="00C40A71"/>
    <w:rsid w:val="00C40E0A"/>
    <w:rsid w:val="00C413C2"/>
    <w:rsid w:val="00C42015"/>
    <w:rsid w:val="00C4218D"/>
    <w:rsid w:val="00C42837"/>
    <w:rsid w:val="00C42B19"/>
    <w:rsid w:val="00C43DE7"/>
    <w:rsid w:val="00C45778"/>
    <w:rsid w:val="00C4690A"/>
    <w:rsid w:val="00C46E05"/>
    <w:rsid w:val="00C471C4"/>
    <w:rsid w:val="00C471E4"/>
    <w:rsid w:val="00C50421"/>
    <w:rsid w:val="00C50FB0"/>
    <w:rsid w:val="00C5120E"/>
    <w:rsid w:val="00C51523"/>
    <w:rsid w:val="00C5234E"/>
    <w:rsid w:val="00C55851"/>
    <w:rsid w:val="00C55F13"/>
    <w:rsid w:val="00C55F77"/>
    <w:rsid w:val="00C565CD"/>
    <w:rsid w:val="00C6015B"/>
    <w:rsid w:val="00C62D58"/>
    <w:rsid w:val="00C6304D"/>
    <w:rsid w:val="00C64D49"/>
    <w:rsid w:val="00C654D8"/>
    <w:rsid w:val="00C66448"/>
    <w:rsid w:val="00C679BE"/>
    <w:rsid w:val="00C70014"/>
    <w:rsid w:val="00C70038"/>
    <w:rsid w:val="00C7025D"/>
    <w:rsid w:val="00C70352"/>
    <w:rsid w:val="00C70E06"/>
    <w:rsid w:val="00C7256F"/>
    <w:rsid w:val="00C727A1"/>
    <w:rsid w:val="00C727F9"/>
    <w:rsid w:val="00C728C6"/>
    <w:rsid w:val="00C72A45"/>
    <w:rsid w:val="00C739C7"/>
    <w:rsid w:val="00C73EEA"/>
    <w:rsid w:val="00C74232"/>
    <w:rsid w:val="00C75E4D"/>
    <w:rsid w:val="00C763CA"/>
    <w:rsid w:val="00C767A3"/>
    <w:rsid w:val="00C76F16"/>
    <w:rsid w:val="00C772E9"/>
    <w:rsid w:val="00C8003B"/>
    <w:rsid w:val="00C8040C"/>
    <w:rsid w:val="00C80B2A"/>
    <w:rsid w:val="00C80F18"/>
    <w:rsid w:val="00C81081"/>
    <w:rsid w:val="00C8140C"/>
    <w:rsid w:val="00C81B8A"/>
    <w:rsid w:val="00C81D0D"/>
    <w:rsid w:val="00C82239"/>
    <w:rsid w:val="00C82C59"/>
    <w:rsid w:val="00C83CA1"/>
    <w:rsid w:val="00C83DB7"/>
    <w:rsid w:val="00C84A7C"/>
    <w:rsid w:val="00C85493"/>
    <w:rsid w:val="00C871E0"/>
    <w:rsid w:val="00C87556"/>
    <w:rsid w:val="00C87622"/>
    <w:rsid w:val="00C91A8E"/>
    <w:rsid w:val="00C94B9F"/>
    <w:rsid w:val="00C9504F"/>
    <w:rsid w:val="00C954F8"/>
    <w:rsid w:val="00C9554A"/>
    <w:rsid w:val="00C957CB"/>
    <w:rsid w:val="00C95B07"/>
    <w:rsid w:val="00C964B9"/>
    <w:rsid w:val="00CA0FD1"/>
    <w:rsid w:val="00CA2423"/>
    <w:rsid w:val="00CA25AC"/>
    <w:rsid w:val="00CA2BA6"/>
    <w:rsid w:val="00CA3072"/>
    <w:rsid w:val="00CA36FF"/>
    <w:rsid w:val="00CA40E1"/>
    <w:rsid w:val="00CA442B"/>
    <w:rsid w:val="00CA5031"/>
    <w:rsid w:val="00CA59BB"/>
    <w:rsid w:val="00CA63EF"/>
    <w:rsid w:val="00CA6465"/>
    <w:rsid w:val="00CB00DC"/>
    <w:rsid w:val="00CB184F"/>
    <w:rsid w:val="00CB2397"/>
    <w:rsid w:val="00CB3583"/>
    <w:rsid w:val="00CB3B7E"/>
    <w:rsid w:val="00CB3CDF"/>
    <w:rsid w:val="00CB5126"/>
    <w:rsid w:val="00CB5339"/>
    <w:rsid w:val="00CB54E3"/>
    <w:rsid w:val="00CB57C9"/>
    <w:rsid w:val="00CB58D7"/>
    <w:rsid w:val="00CB6397"/>
    <w:rsid w:val="00CB6C1B"/>
    <w:rsid w:val="00CB7A24"/>
    <w:rsid w:val="00CC041A"/>
    <w:rsid w:val="00CC146D"/>
    <w:rsid w:val="00CC1C38"/>
    <w:rsid w:val="00CC277B"/>
    <w:rsid w:val="00CC6242"/>
    <w:rsid w:val="00CC7B48"/>
    <w:rsid w:val="00CD04EB"/>
    <w:rsid w:val="00CD0AA9"/>
    <w:rsid w:val="00CD1A65"/>
    <w:rsid w:val="00CD1F0B"/>
    <w:rsid w:val="00CD3228"/>
    <w:rsid w:val="00CD3305"/>
    <w:rsid w:val="00CD5BF5"/>
    <w:rsid w:val="00CD621F"/>
    <w:rsid w:val="00CD7ACE"/>
    <w:rsid w:val="00CD7CC6"/>
    <w:rsid w:val="00CE08FB"/>
    <w:rsid w:val="00CE12FC"/>
    <w:rsid w:val="00CE2829"/>
    <w:rsid w:val="00CE2F3F"/>
    <w:rsid w:val="00CE3943"/>
    <w:rsid w:val="00CE39EE"/>
    <w:rsid w:val="00CE3FC6"/>
    <w:rsid w:val="00CE45B2"/>
    <w:rsid w:val="00CE4DF7"/>
    <w:rsid w:val="00CE6766"/>
    <w:rsid w:val="00CE77E4"/>
    <w:rsid w:val="00CE7C7F"/>
    <w:rsid w:val="00CF0261"/>
    <w:rsid w:val="00CF069D"/>
    <w:rsid w:val="00CF1624"/>
    <w:rsid w:val="00CF168A"/>
    <w:rsid w:val="00CF1F23"/>
    <w:rsid w:val="00CF2DD8"/>
    <w:rsid w:val="00CF35B7"/>
    <w:rsid w:val="00CF35CA"/>
    <w:rsid w:val="00CF4946"/>
    <w:rsid w:val="00CF531C"/>
    <w:rsid w:val="00CF575E"/>
    <w:rsid w:val="00CF5AF1"/>
    <w:rsid w:val="00CF6418"/>
    <w:rsid w:val="00CF70C9"/>
    <w:rsid w:val="00CF7DA6"/>
    <w:rsid w:val="00D000AA"/>
    <w:rsid w:val="00D01BC2"/>
    <w:rsid w:val="00D02384"/>
    <w:rsid w:val="00D03BA3"/>
    <w:rsid w:val="00D040EB"/>
    <w:rsid w:val="00D046A5"/>
    <w:rsid w:val="00D0567D"/>
    <w:rsid w:val="00D05C56"/>
    <w:rsid w:val="00D0714C"/>
    <w:rsid w:val="00D1059B"/>
    <w:rsid w:val="00D109F9"/>
    <w:rsid w:val="00D11267"/>
    <w:rsid w:val="00D11AA5"/>
    <w:rsid w:val="00D1314F"/>
    <w:rsid w:val="00D135F4"/>
    <w:rsid w:val="00D13883"/>
    <w:rsid w:val="00D14785"/>
    <w:rsid w:val="00D15029"/>
    <w:rsid w:val="00D15119"/>
    <w:rsid w:val="00D156C6"/>
    <w:rsid w:val="00D15BC9"/>
    <w:rsid w:val="00D15E78"/>
    <w:rsid w:val="00D1624D"/>
    <w:rsid w:val="00D16615"/>
    <w:rsid w:val="00D17167"/>
    <w:rsid w:val="00D17C00"/>
    <w:rsid w:val="00D2095E"/>
    <w:rsid w:val="00D20BFC"/>
    <w:rsid w:val="00D20E43"/>
    <w:rsid w:val="00D20F07"/>
    <w:rsid w:val="00D213C3"/>
    <w:rsid w:val="00D21408"/>
    <w:rsid w:val="00D227AD"/>
    <w:rsid w:val="00D22C43"/>
    <w:rsid w:val="00D2348A"/>
    <w:rsid w:val="00D2388D"/>
    <w:rsid w:val="00D23CB3"/>
    <w:rsid w:val="00D26A68"/>
    <w:rsid w:val="00D26C38"/>
    <w:rsid w:val="00D3017F"/>
    <w:rsid w:val="00D30546"/>
    <w:rsid w:val="00D30788"/>
    <w:rsid w:val="00D3082A"/>
    <w:rsid w:val="00D334FD"/>
    <w:rsid w:val="00D337CB"/>
    <w:rsid w:val="00D33DFA"/>
    <w:rsid w:val="00D346FE"/>
    <w:rsid w:val="00D34ACC"/>
    <w:rsid w:val="00D35789"/>
    <w:rsid w:val="00D35E03"/>
    <w:rsid w:val="00D365D8"/>
    <w:rsid w:val="00D36E34"/>
    <w:rsid w:val="00D37A5C"/>
    <w:rsid w:val="00D37AB0"/>
    <w:rsid w:val="00D40E06"/>
    <w:rsid w:val="00D4103B"/>
    <w:rsid w:val="00D41997"/>
    <w:rsid w:val="00D4309E"/>
    <w:rsid w:val="00D434D6"/>
    <w:rsid w:val="00D43A9E"/>
    <w:rsid w:val="00D44763"/>
    <w:rsid w:val="00D4534D"/>
    <w:rsid w:val="00D461DA"/>
    <w:rsid w:val="00D46393"/>
    <w:rsid w:val="00D47D2F"/>
    <w:rsid w:val="00D529AF"/>
    <w:rsid w:val="00D54338"/>
    <w:rsid w:val="00D5501A"/>
    <w:rsid w:val="00D55CA4"/>
    <w:rsid w:val="00D55D8A"/>
    <w:rsid w:val="00D55F96"/>
    <w:rsid w:val="00D563A8"/>
    <w:rsid w:val="00D56AC0"/>
    <w:rsid w:val="00D60583"/>
    <w:rsid w:val="00D605DD"/>
    <w:rsid w:val="00D60686"/>
    <w:rsid w:val="00D60944"/>
    <w:rsid w:val="00D6125D"/>
    <w:rsid w:val="00D61418"/>
    <w:rsid w:val="00D623F5"/>
    <w:rsid w:val="00D63219"/>
    <w:rsid w:val="00D642D0"/>
    <w:rsid w:val="00D64A1C"/>
    <w:rsid w:val="00D65923"/>
    <w:rsid w:val="00D65C3F"/>
    <w:rsid w:val="00D65FA8"/>
    <w:rsid w:val="00D67425"/>
    <w:rsid w:val="00D70B33"/>
    <w:rsid w:val="00D730D8"/>
    <w:rsid w:val="00D740E3"/>
    <w:rsid w:val="00D75DAB"/>
    <w:rsid w:val="00D761F6"/>
    <w:rsid w:val="00D768A9"/>
    <w:rsid w:val="00D76F5B"/>
    <w:rsid w:val="00D7737E"/>
    <w:rsid w:val="00D77E4F"/>
    <w:rsid w:val="00D814A2"/>
    <w:rsid w:val="00D814E0"/>
    <w:rsid w:val="00D81519"/>
    <w:rsid w:val="00D82246"/>
    <w:rsid w:val="00D8291C"/>
    <w:rsid w:val="00D82A78"/>
    <w:rsid w:val="00D831CE"/>
    <w:rsid w:val="00D855D0"/>
    <w:rsid w:val="00D87D5F"/>
    <w:rsid w:val="00D91581"/>
    <w:rsid w:val="00D91A96"/>
    <w:rsid w:val="00D925C1"/>
    <w:rsid w:val="00D926AA"/>
    <w:rsid w:val="00D943C4"/>
    <w:rsid w:val="00D94CE4"/>
    <w:rsid w:val="00D9506F"/>
    <w:rsid w:val="00D95B1D"/>
    <w:rsid w:val="00D97C67"/>
    <w:rsid w:val="00DA149B"/>
    <w:rsid w:val="00DA2C5C"/>
    <w:rsid w:val="00DA3019"/>
    <w:rsid w:val="00DA39E7"/>
    <w:rsid w:val="00DA3C0D"/>
    <w:rsid w:val="00DA5778"/>
    <w:rsid w:val="00DA584F"/>
    <w:rsid w:val="00DA68DA"/>
    <w:rsid w:val="00DA78E9"/>
    <w:rsid w:val="00DA79B2"/>
    <w:rsid w:val="00DA7A73"/>
    <w:rsid w:val="00DA7C08"/>
    <w:rsid w:val="00DB13CB"/>
    <w:rsid w:val="00DB1657"/>
    <w:rsid w:val="00DB1CFF"/>
    <w:rsid w:val="00DB1F0F"/>
    <w:rsid w:val="00DB2182"/>
    <w:rsid w:val="00DB22EC"/>
    <w:rsid w:val="00DB366E"/>
    <w:rsid w:val="00DB3ECA"/>
    <w:rsid w:val="00DB40A6"/>
    <w:rsid w:val="00DB428F"/>
    <w:rsid w:val="00DB4E34"/>
    <w:rsid w:val="00DB64D9"/>
    <w:rsid w:val="00DB6D1E"/>
    <w:rsid w:val="00DB7127"/>
    <w:rsid w:val="00DB7BC5"/>
    <w:rsid w:val="00DB7ED0"/>
    <w:rsid w:val="00DC10CD"/>
    <w:rsid w:val="00DC130D"/>
    <w:rsid w:val="00DC314C"/>
    <w:rsid w:val="00DC3F9C"/>
    <w:rsid w:val="00DC501D"/>
    <w:rsid w:val="00DC55B6"/>
    <w:rsid w:val="00DC6426"/>
    <w:rsid w:val="00DC64F7"/>
    <w:rsid w:val="00DC7319"/>
    <w:rsid w:val="00DD0B55"/>
    <w:rsid w:val="00DD15E7"/>
    <w:rsid w:val="00DD17CE"/>
    <w:rsid w:val="00DD1EE2"/>
    <w:rsid w:val="00DD34A8"/>
    <w:rsid w:val="00DD41E3"/>
    <w:rsid w:val="00DD4202"/>
    <w:rsid w:val="00DD54A5"/>
    <w:rsid w:val="00DD54CE"/>
    <w:rsid w:val="00DD5FE1"/>
    <w:rsid w:val="00DE26E6"/>
    <w:rsid w:val="00DE466C"/>
    <w:rsid w:val="00DE5081"/>
    <w:rsid w:val="00DE52B3"/>
    <w:rsid w:val="00DE6B2F"/>
    <w:rsid w:val="00DE6E78"/>
    <w:rsid w:val="00DF0125"/>
    <w:rsid w:val="00DF0386"/>
    <w:rsid w:val="00DF064B"/>
    <w:rsid w:val="00DF0F95"/>
    <w:rsid w:val="00DF23F6"/>
    <w:rsid w:val="00DF2F60"/>
    <w:rsid w:val="00DF37EF"/>
    <w:rsid w:val="00DF4B05"/>
    <w:rsid w:val="00DF57D8"/>
    <w:rsid w:val="00DF638A"/>
    <w:rsid w:val="00DF6DCF"/>
    <w:rsid w:val="00DF767E"/>
    <w:rsid w:val="00DF78D1"/>
    <w:rsid w:val="00DF7EBC"/>
    <w:rsid w:val="00E00894"/>
    <w:rsid w:val="00E01927"/>
    <w:rsid w:val="00E01EA1"/>
    <w:rsid w:val="00E02831"/>
    <w:rsid w:val="00E03691"/>
    <w:rsid w:val="00E04707"/>
    <w:rsid w:val="00E05D0A"/>
    <w:rsid w:val="00E05D22"/>
    <w:rsid w:val="00E064D2"/>
    <w:rsid w:val="00E07613"/>
    <w:rsid w:val="00E07A66"/>
    <w:rsid w:val="00E07A77"/>
    <w:rsid w:val="00E07B29"/>
    <w:rsid w:val="00E10502"/>
    <w:rsid w:val="00E11C3B"/>
    <w:rsid w:val="00E12178"/>
    <w:rsid w:val="00E125C3"/>
    <w:rsid w:val="00E12A87"/>
    <w:rsid w:val="00E12B93"/>
    <w:rsid w:val="00E13415"/>
    <w:rsid w:val="00E14446"/>
    <w:rsid w:val="00E167E5"/>
    <w:rsid w:val="00E16986"/>
    <w:rsid w:val="00E16A71"/>
    <w:rsid w:val="00E17839"/>
    <w:rsid w:val="00E17F59"/>
    <w:rsid w:val="00E20180"/>
    <w:rsid w:val="00E211AD"/>
    <w:rsid w:val="00E2146A"/>
    <w:rsid w:val="00E22388"/>
    <w:rsid w:val="00E23044"/>
    <w:rsid w:val="00E23D46"/>
    <w:rsid w:val="00E2515A"/>
    <w:rsid w:val="00E2523B"/>
    <w:rsid w:val="00E252BC"/>
    <w:rsid w:val="00E25700"/>
    <w:rsid w:val="00E26B9F"/>
    <w:rsid w:val="00E30677"/>
    <w:rsid w:val="00E30882"/>
    <w:rsid w:val="00E30A0A"/>
    <w:rsid w:val="00E33448"/>
    <w:rsid w:val="00E34092"/>
    <w:rsid w:val="00E35B41"/>
    <w:rsid w:val="00E36D37"/>
    <w:rsid w:val="00E3744B"/>
    <w:rsid w:val="00E4020A"/>
    <w:rsid w:val="00E40D71"/>
    <w:rsid w:val="00E41553"/>
    <w:rsid w:val="00E41D29"/>
    <w:rsid w:val="00E41FD5"/>
    <w:rsid w:val="00E42121"/>
    <w:rsid w:val="00E428E6"/>
    <w:rsid w:val="00E434C0"/>
    <w:rsid w:val="00E43A1A"/>
    <w:rsid w:val="00E440F3"/>
    <w:rsid w:val="00E4716F"/>
    <w:rsid w:val="00E50D28"/>
    <w:rsid w:val="00E52013"/>
    <w:rsid w:val="00E54697"/>
    <w:rsid w:val="00E54AB3"/>
    <w:rsid w:val="00E54CF6"/>
    <w:rsid w:val="00E55BBE"/>
    <w:rsid w:val="00E55CD5"/>
    <w:rsid w:val="00E56F9E"/>
    <w:rsid w:val="00E574DD"/>
    <w:rsid w:val="00E576DC"/>
    <w:rsid w:val="00E57810"/>
    <w:rsid w:val="00E57CF2"/>
    <w:rsid w:val="00E60210"/>
    <w:rsid w:val="00E60701"/>
    <w:rsid w:val="00E60791"/>
    <w:rsid w:val="00E61DD9"/>
    <w:rsid w:val="00E6221D"/>
    <w:rsid w:val="00E62C5D"/>
    <w:rsid w:val="00E63D34"/>
    <w:rsid w:val="00E6488F"/>
    <w:rsid w:val="00E65269"/>
    <w:rsid w:val="00E66603"/>
    <w:rsid w:val="00E66699"/>
    <w:rsid w:val="00E70102"/>
    <w:rsid w:val="00E70A0F"/>
    <w:rsid w:val="00E70E86"/>
    <w:rsid w:val="00E711C8"/>
    <w:rsid w:val="00E72297"/>
    <w:rsid w:val="00E72796"/>
    <w:rsid w:val="00E733E4"/>
    <w:rsid w:val="00E73F98"/>
    <w:rsid w:val="00E7477D"/>
    <w:rsid w:val="00E74F7E"/>
    <w:rsid w:val="00E75BFA"/>
    <w:rsid w:val="00E75C44"/>
    <w:rsid w:val="00E767C3"/>
    <w:rsid w:val="00E76885"/>
    <w:rsid w:val="00E76A89"/>
    <w:rsid w:val="00E76D6D"/>
    <w:rsid w:val="00E77507"/>
    <w:rsid w:val="00E77A41"/>
    <w:rsid w:val="00E77E4E"/>
    <w:rsid w:val="00E803B1"/>
    <w:rsid w:val="00E80EE6"/>
    <w:rsid w:val="00E8112F"/>
    <w:rsid w:val="00E83128"/>
    <w:rsid w:val="00E83701"/>
    <w:rsid w:val="00E83B57"/>
    <w:rsid w:val="00E83FC2"/>
    <w:rsid w:val="00E842EE"/>
    <w:rsid w:val="00E85F30"/>
    <w:rsid w:val="00E86ED7"/>
    <w:rsid w:val="00E874A5"/>
    <w:rsid w:val="00E87B44"/>
    <w:rsid w:val="00E87FC9"/>
    <w:rsid w:val="00E91903"/>
    <w:rsid w:val="00E91945"/>
    <w:rsid w:val="00E921B0"/>
    <w:rsid w:val="00E9251D"/>
    <w:rsid w:val="00E9290D"/>
    <w:rsid w:val="00E92A74"/>
    <w:rsid w:val="00E92FB4"/>
    <w:rsid w:val="00E95530"/>
    <w:rsid w:val="00E95DD7"/>
    <w:rsid w:val="00E96823"/>
    <w:rsid w:val="00E96D68"/>
    <w:rsid w:val="00E970C2"/>
    <w:rsid w:val="00EA177A"/>
    <w:rsid w:val="00EA286E"/>
    <w:rsid w:val="00EA2989"/>
    <w:rsid w:val="00EA2B52"/>
    <w:rsid w:val="00EA357A"/>
    <w:rsid w:val="00EA6911"/>
    <w:rsid w:val="00EB0D62"/>
    <w:rsid w:val="00EB2756"/>
    <w:rsid w:val="00EB37EC"/>
    <w:rsid w:val="00EB4031"/>
    <w:rsid w:val="00EB4E15"/>
    <w:rsid w:val="00EB665E"/>
    <w:rsid w:val="00EB6A03"/>
    <w:rsid w:val="00EB7076"/>
    <w:rsid w:val="00EB77A9"/>
    <w:rsid w:val="00EB7C20"/>
    <w:rsid w:val="00EB7D61"/>
    <w:rsid w:val="00EC10C0"/>
    <w:rsid w:val="00EC16FB"/>
    <w:rsid w:val="00EC198D"/>
    <w:rsid w:val="00EC2068"/>
    <w:rsid w:val="00EC2116"/>
    <w:rsid w:val="00EC2F49"/>
    <w:rsid w:val="00EC38EE"/>
    <w:rsid w:val="00EC3BD8"/>
    <w:rsid w:val="00EC45CD"/>
    <w:rsid w:val="00EC463D"/>
    <w:rsid w:val="00EC4E55"/>
    <w:rsid w:val="00EC4FBF"/>
    <w:rsid w:val="00EC6626"/>
    <w:rsid w:val="00EC68F1"/>
    <w:rsid w:val="00EC6904"/>
    <w:rsid w:val="00EC6CAD"/>
    <w:rsid w:val="00EC7445"/>
    <w:rsid w:val="00ED0F54"/>
    <w:rsid w:val="00ED22D1"/>
    <w:rsid w:val="00ED22F8"/>
    <w:rsid w:val="00ED2498"/>
    <w:rsid w:val="00ED2F68"/>
    <w:rsid w:val="00ED46F5"/>
    <w:rsid w:val="00ED477B"/>
    <w:rsid w:val="00ED49DE"/>
    <w:rsid w:val="00ED5412"/>
    <w:rsid w:val="00ED57D2"/>
    <w:rsid w:val="00ED5A52"/>
    <w:rsid w:val="00ED5FC4"/>
    <w:rsid w:val="00EE10CF"/>
    <w:rsid w:val="00EE1BAB"/>
    <w:rsid w:val="00EE3C6C"/>
    <w:rsid w:val="00EE3CD3"/>
    <w:rsid w:val="00EE3CFF"/>
    <w:rsid w:val="00EE51A3"/>
    <w:rsid w:val="00EE54F6"/>
    <w:rsid w:val="00EE5CCD"/>
    <w:rsid w:val="00EE642B"/>
    <w:rsid w:val="00EE6E17"/>
    <w:rsid w:val="00EE6F76"/>
    <w:rsid w:val="00EE6FB7"/>
    <w:rsid w:val="00EF0076"/>
    <w:rsid w:val="00EF0CF9"/>
    <w:rsid w:val="00EF14C6"/>
    <w:rsid w:val="00EF1877"/>
    <w:rsid w:val="00EF1BA8"/>
    <w:rsid w:val="00EF1E3E"/>
    <w:rsid w:val="00EF33C8"/>
    <w:rsid w:val="00EF3556"/>
    <w:rsid w:val="00EF4AC7"/>
    <w:rsid w:val="00EF5D1F"/>
    <w:rsid w:val="00EF5E8B"/>
    <w:rsid w:val="00EF69A1"/>
    <w:rsid w:val="00F01B62"/>
    <w:rsid w:val="00F02398"/>
    <w:rsid w:val="00F0268F"/>
    <w:rsid w:val="00F02A16"/>
    <w:rsid w:val="00F02C3B"/>
    <w:rsid w:val="00F032D5"/>
    <w:rsid w:val="00F03368"/>
    <w:rsid w:val="00F034B4"/>
    <w:rsid w:val="00F0408D"/>
    <w:rsid w:val="00F05336"/>
    <w:rsid w:val="00F0615A"/>
    <w:rsid w:val="00F061E5"/>
    <w:rsid w:val="00F064D8"/>
    <w:rsid w:val="00F0661C"/>
    <w:rsid w:val="00F073F0"/>
    <w:rsid w:val="00F076B0"/>
    <w:rsid w:val="00F11AEC"/>
    <w:rsid w:val="00F120CA"/>
    <w:rsid w:val="00F12FE8"/>
    <w:rsid w:val="00F138F7"/>
    <w:rsid w:val="00F13D64"/>
    <w:rsid w:val="00F14685"/>
    <w:rsid w:val="00F15207"/>
    <w:rsid w:val="00F1550B"/>
    <w:rsid w:val="00F15F85"/>
    <w:rsid w:val="00F16969"/>
    <w:rsid w:val="00F17B48"/>
    <w:rsid w:val="00F20D35"/>
    <w:rsid w:val="00F20D90"/>
    <w:rsid w:val="00F21C95"/>
    <w:rsid w:val="00F2324B"/>
    <w:rsid w:val="00F23775"/>
    <w:rsid w:val="00F26C16"/>
    <w:rsid w:val="00F2708E"/>
    <w:rsid w:val="00F27B79"/>
    <w:rsid w:val="00F3004A"/>
    <w:rsid w:val="00F30898"/>
    <w:rsid w:val="00F30B60"/>
    <w:rsid w:val="00F310F2"/>
    <w:rsid w:val="00F3122C"/>
    <w:rsid w:val="00F31C10"/>
    <w:rsid w:val="00F3397D"/>
    <w:rsid w:val="00F339C2"/>
    <w:rsid w:val="00F33C68"/>
    <w:rsid w:val="00F33F01"/>
    <w:rsid w:val="00F33F39"/>
    <w:rsid w:val="00F36135"/>
    <w:rsid w:val="00F36478"/>
    <w:rsid w:val="00F365C1"/>
    <w:rsid w:val="00F36A19"/>
    <w:rsid w:val="00F37B12"/>
    <w:rsid w:val="00F4049D"/>
    <w:rsid w:val="00F41696"/>
    <w:rsid w:val="00F417CC"/>
    <w:rsid w:val="00F41C58"/>
    <w:rsid w:val="00F44E81"/>
    <w:rsid w:val="00F4514A"/>
    <w:rsid w:val="00F455C2"/>
    <w:rsid w:val="00F45A06"/>
    <w:rsid w:val="00F468D6"/>
    <w:rsid w:val="00F47016"/>
    <w:rsid w:val="00F4704D"/>
    <w:rsid w:val="00F47827"/>
    <w:rsid w:val="00F47BA8"/>
    <w:rsid w:val="00F47E9C"/>
    <w:rsid w:val="00F511F7"/>
    <w:rsid w:val="00F514C0"/>
    <w:rsid w:val="00F527A8"/>
    <w:rsid w:val="00F52916"/>
    <w:rsid w:val="00F547A2"/>
    <w:rsid w:val="00F5532B"/>
    <w:rsid w:val="00F55E51"/>
    <w:rsid w:val="00F55FF4"/>
    <w:rsid w:val="00F6243E"/>
    <w:rsid w:val="00F62CEE"/>
    <w:rsid w:val="00F651F1"/>
    <w:rsid w:val="00F668E3"/>
    <w:rsid w:val="00F66F8D"/>
    <w:rsid w:val="00F679C3"/>
    <w:rsid w:val="00F702DA"/>
    <w:rsid w:val="00F70DBB"/>
    <w:rsid w:val="00F7102B"/>
    <w:rsid w:val="00F71B16"/>
    <w:rsid w:val="00F7365E"/>
    <w:rsid w:val="00F75DC0"/>
    <w:rsid w:val="00F76452"/>
    <w:rsid w:val="00F77425"/>
    <w:rsid w:val="00F774FF"/>
    <w:rsid w:val="00F8005C"/>
    <w:rsid w:val="00F800C7"/>
    <w:rsid w:val="00F8097E"/>
    <w:rsid w:val="00F80D48"/>
    <w:rsid w:val="00F814AB"/>
    <w:rsid w:val="00F82169"/>
    <w:rsid w:val="00F84057"/>
    <w:rsid w:val="00F84324"/>
    <w:rsid w:val="00F84C1D"/>
    <w:rsid w:val="00F85371"/>
    <w:rsid w:val="00F859FF"/>
    <w:rsid w:val="00F85AF2"/>
    <w:rsid w:val="00F86DE1"/>
    <w:rsid w:val="00F87881"/>
    <w:rsid w:val="00F916C5"/>
    <w:rsid w:val="00F9253F"/>
    <w:rsid w:val="00F937A3"/>
    <w:rsid w:val="00F93817"/>
    <w:rsid w:val="00F93A1B"/>
    <w:rsid w:val="00F94023"/>
    <w:rsid w:val="00F9436F"/>
    <w:rsid w:val="00F94424"/>
    <w:rsid w:val="00F9474F"/>
    <w:rsid w:val="00F958A7"/>
    <w:rsid w:val="00F96183"/>
    <w:rsid w:val="00F963FB"/>
    <w:rsid w:val="00F9677B"/>
    <w:rsid w:val="00F97312"/>
    <w:rsid w:val="00F978C5"/>
    <w:rsid w:val="00FA019A"/>
    <w:rsid w:val="00FA0B78"/>
    <w:rsid w:val="00FA0C1F"/>
    <w:rsid w:val="00FA0C72"/>
    <w:rsid w:val="00FA19E7"/>
    <w:rsid w:val="00FA1BCE"/>
    <w:rsid w:val="00FA223D"/>
    <w:rsid w:val="00FA22A5"/>
    <w:rsid w:val="00FA254A"/>
    <w:rsid w:val="00FA36FD"/>
    <w:rsid w:val="00FA4EF1"/>
    <w:rsid w:val="00FA5D4A"/>
    <w:rsid w:val="00FA7B03"/>
    <w:rsid w:val="00FB259D"/>
    <w:rsid w:val="00FB280F"/>
    <w:rsid w:val="00FB2BFC"/>
    <w:rsid w:val="00FB38BB"/>
    <w:rsid w:val="00FB5C35"/>
    <w:rsid w:val="00FB6CB3"/>
    <w:rsid w:val="00FB7115"/>
    <w:rsid w:val="00FC1910"/>
    <w:rsid w:val="00FC1B86"/>
    <w:rsid w:val="00FC300E"/>
    <w:rsid w:val="00FC35EA"/>
    <w:rsid w:val="00FC3A1F"/>
    <w:rsid w:val="00FC6CFF"/>
    <w:rsid w:val="00FC6E0D"/>
    <w:rsid w:val="00FC77F8"/>
    <w:rsid w:val="00FC7837"/>
    <w:rsid w:val="00FD0061"/>
    <w:rsid w:val="00FD1DB7"/>
    <w:rsid w:val="00FD1E50"/>
    <w:rsid w:val="00FD34CC"/>
    <w:rsid w:val="00FD390C"/>
    <w:rsid w:val="00FD3D31"/>
    <w:rsid w:val="00FD5829"/>
    <w:rsid w:val="00FD59D6"/>
    <w:rsid w:val="00FE007A"/>
    <w:rsid w:val="00FE0914"/>
    <w:rsid w:val="00FE152D"/>
    <w:rsid w:val="00FE21F6"/>
    <w:rsid w:val="00FE2670"/>
    <w:rsid w:val="00FE2E34"/>
    <w:rsid w:val="00FE32BC"/>
    <w:rsid w:val="00FE3674"/>
    <w:rsid w:val="00FE43A6"/>
    <w:rsid w:val="00FE4642"/>
    <w:rsid w:val="00FE4C38"/>
    <w:rsid w:val="00FE4E71"/>
    <w:rsid w:val="00FE5012"/>
    <w:rsid w:val="00FE6122"/>
    <w:rsid w:val="00FE6A6D"/>
    <w:rsid w:val="00FE72BA"/>
    <w:rsid w:val="00FE7928"/>
    <w:rsid w:val="00FE7D49"/>
    <w:rsid w:val="00FF0B97"/>
    <w:rsid w:val="00FF0EF5"/>
    <w:rsid w:val="00FF1594"/>
    <w:rsid w:val="00FF1C94"/>
    <w:rsid w:val="01A9171E"/>
    <w:rsid w:val="05EC3C5B"/>
    <w:rsid w:val="0766B8C1"/>
    <w:rsid w:val="092D6C21"/>
    <w:rsid w:val="0B4E7FD7"/>
    <w:rsid w:val="0BBEB0AB"/>
    <w:rsid w:val="0C52D2BF"/>
    <w:rsid w:val="0C890B93"/>
    <w:rsid w:val="0C906850"/>
    <w:rsid w:val="0FB9514B"/>
    <w:rsid w:val="10092D44"/>
    <w:rsid w:val="12266173"/>
    <w:rsid w:val="14C7A1C3"/>
    <w:rsid w:val="17C6BED8"/>
    <w:rsid w:val="1AEE5884"/>
    <w:rsid w:val="1B17D35A"/>
    <w:rsid w:val="1BBB49F8"/>
    <w:rsid w:val="1C32FD08"/>
    <w:rsid w:val="1CDC44A5"/>
    <w:rsid w:val="1ED8BDC5"/>
    <w:rsid w:val="218CFC6E"/>
    <w:rsid w:val="224D3B16"/>
    <w:rsid w:val="2330C45B"/>
    <w:rsid w:val="23D41843"/>
    <w:rsid w:val="27B6E0D3"/>
    <w:rsid w:val="28E51D20"/>
    <w:rsid w:val="29235489"/>
    <w:rsid w:val="2B70BB6A"/>
    <w:rsid w:val="2BECC252"/>
    <w:rsid w:val="2C27D8AB"/>
    <w:rsid w:val="2F4731BF"/>
    <w:rsid w:val="2FA5400F"/>
    <w:rsid w:val="30420899"/>
    <w:rsid w:val="3080020E"/>
    <w:rsid w:val="30819675"/>
    <w:rsid w:val="30A50F41"/>
    <w:rsid w:val="32D0D26B"/>
    <w:rsid w:val="32EABC0D"/>
    <w:rsid w:val="36225CCF"/>
    <w:rsid w:val="36EFDBDA"/>
    <w:rsid w:val="37230158"/>
    <w:rsid w:val="37EDDA1A"/>
    <w:rsid w:val="3A0769EE"/>
    <w:rsid w:val="3BD8DA07"/>
    <w:rsid w:val="3CE4DBBC"/>
    <w:rsid w:val="414FDF27"/>
    <w:rsid w:val="41B84CDF"/>
    <w:rsid w:val="42043296"/>
    <w:rsid w:val="42FC390A"/>
    <w:rsid w:val="4308CD5D"/>
    <w:rsid w:val="4484E566"/>
    <w:rsid w:val="4504BAE4"/>
    <w:rsid w:val="479F94C2"/>
    <w:rsid w:val="4B0E61B8"/>
    <w:rsid w:val="4BC9FB5D"/>
    <w:rsid w:val="4CC47C64"/>
    <w:rsid w:val="4D7DF7FC"/>
    <w:rsid w:val="536AD386"/>
    <w:rsid w:val="5412B41A"/>
    <w:rsid w:val="546DBB44"/>
    <w:rsid w:val="54F7BEB2"/>
    <w:rsid w:val="5574750B"/>
    <w:rsid w:val="59C0B436"/>
    <w:rsid w:val="5A962B69"/>
    <w:rsid w:val="5B2D2F42"/>
    <w:rsid w:val="5BFC25CD"/>
    <w:rsid w:val="5D8D0D06"/>
    <w:rsid w:val="5DA06E03"/>
    <w:rsid w:val="6037893B"/>
    <w:rsid w:val="60E7842F"/>
    <w:rsid w:val="621EDE4E"/>
    <w:rsid w:val="6273DF26"/>
    <w:rsid w:val="6423E552"/>
    <w:rsid w:val="65410838"/>
    <w:rsid w:val="68A26095"/>
    <w:rsid w:val="698BF365"/>
    <w:rsid w:val="6B0379F2"/>
    <w:rsid w:val="6C0C5BE7"/>
    <w:rsid w:val="6D74F032"/>
    <w:rsid w:val="6E4F9B1F"/>
    <w:rsid w:val="6F5DE558"/>
    <w:rsid w:val="703C4511"/>
    <w:rsid w:val="72538050"/>
    <w:rsid w:val="7418F94A"/>
    <w:rsid w:val="752FF71E"/>
    <w:rsid w:val="75BFA678"/>
    <w:rsid w:val="766090A9"/>
    <w:rsid w:val="7787456B"/>
    <w:rsid w:val="7976BC0F"/>
    <w:rsid w:val="7A95DA22"/>
    <w:rsid w:val="7B1A242A"/>
    <w:rsid w:val="7C91FE7B"/>
    <w:rsid w:val="7D31BC89"/>
    <w:rsid w:val="7DFBA756"/>
    <w:rsid w:val="7F52B5C5"/>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363F08"/>
  <w15:docId w15:val="{CFDDDBE7-BBFA-B245-B5AE-8BFA090E5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paragraph" w:customStyle="1" w:styleId="KeinLeerraum1">
    <w:name w:val="Kein Leerraum1"/>
    <w:basedOn w:val="Standard"/>
    <w:rsid w:val="00160604"/>
    <w:pPr>
      <w:suppressAutoHyphens/>
      <w:spacing w:before="840" w:after="0" w:line="360" w:lineRule="auto"/>
    </w:pPr>
    <w:rPr>
      <w:b/>
      <w:kern w:val="1"/>
      <w:sz w:val="24"/>
      <w:lang w:val="de-CH"/>
    </w:rPr>
  </w:style>
  <w:style w:type="paragraph" w:styleId="Textkrper">
    <w:name w:val="Body Text"/>
    <w:basedOn w:val="Standard"/>
    <w:link w:val="TextkrperZchn"/>
    <w:rsid w:val="00160604"/>
    <w:pPr>
      <w:suppressAutoHyphens/>
      <w:spacing w:after="120"/>
    </w:pPr>
    <w:rPr>
      <w:kern w:val="1"/>
    </w:rPr>
  </w:style>
  <w:style w:type="character" w:customStyle="1" w:styleId="TextkrperZchn">
    <w:name w:val="Textkörper Zchn"/>
    <w:basedOn w:val="Absatz-Standardschriftart"/>
    <w:link w:val="Textkrper"/>
    <w:rsid w:val="00160604"/>
    <w:rPr>
      <w:rFonts w:ascii="Arial" w:hAnsi="Arial" w:cs="Arial"/>
      <w:kern w:val="1"/>
      <w:szCs w:val="22"/>
      <w:lang w:val="de-DE"/>
    </w:rPr>
  </w:style>
  <w:style w:type="paragraph" w:styleId="berarbeitung">
    <w:name w:val="Revision"/>
    <w:hidden/>
    <w:uiPriority w:val="99"/>
    <w:semiHidden/>
    <w:rsid w:val="00270D47"/>
    <w:rPr>
      <w:rFonts w:ascii="Arial" w:hAnsi="Arial" w:cs="Arial"/>
      <w:szCs w:val="22"/>
      <w:lang w:val="de-DE"/>
    </w:rPr>
  </w:style>
  <w:style w:type="paragraph" w:customStyle="1" w:styleId="paragraph">
    <w:name w:val="paragraph"/>
    <w:basedOn w:val="Standard"/>
    <w:rsid w:val="00FA0C72"/>
    <w:pPr>
      <w:spacing w:before="100" w:beforeAutospacing="1" w:after="100" w:afterAutospacing="1" w:line="240" w:lineRule="auto"/>
    </w:pPr>
    <w:rPr>
      <w:rFonts w:ascii="Times New Roman" w:hAnsi="Times New Roman" w:cs="Times New Roman"/>
      <w:sz w:val="24"/>
      <w:szCs w:val="24"/>
      <w:lang w:eastAsia="de-DE" w:bidi="ar-SA"/>
    </w:rPr>
  </w:style>
  <w:style w:type="character" w:customStyle="1" w:styleId="normaltextrun">
    <w:name w:val="normaltextrun"/>
    <w:basedOn w:val="Absatz-Standardschriftart"/>
    <w:rsid w:val="00FA0C72"/>
  </w:style>
  <w:style w:type="character" w:customStyle="1" w:styleId="eop">
    <w:name w:val="eop"/>
    <w:basedOn w:val="Absatz-Standardschriftart"/>
    <w:rsid w:val="00FA0C72"/>
  </w:style>
  <w:style w:type="character" w:styleId="NichtaufgelsteErwhnung">
    <w:name w:val="Unresolved Mention"/>
    <w:basedOn w:val="Absatz-Standardschriftart"/>
    <w:uiPriority w:val="99"/>
    <w:semiHidden/>
    <w:unhideWhenUsed/>
    <w:rsid w:val="002155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537355584">
      <w:bodyDiv w:val="1"/>
      <w:marLeft w:val="0"/>
      <w:marRight w:val="0"/>
      <w:marTop w:val="0"/>
      <w:marBottom w:val="0"/>
      <w:divBdr>
        <w:top w:val="none" w:sz="0" w:space="0" w:color="auto"/>
        <w:left w:val="none" w:sz="0" w:space="0" w:color="auto"/>
        <w:bottom w:val="none" w:sz="0" w:space="0" w:color="auto"/>
        <w:right w:val="none" w:sz="0" w:space="0" w:color="auto"/>
      </w:divBdr>
    </w:div>
    <w:div w:id="818348472">
      <w:bodyDiv w:val="1"/>
      <w:marLeft w:val="0"/>
      <w:marRight w:val="0"/>
      <w:marTop w:val="0"/>
      <w:marBottom w:val="0"/>
      <w:divBdr>
        <w:top w:val="none" w:sz="0" w:space="0" w:color="auto"/>
        <w:left w:val="none" w:sz="0" w:space="0" w:color="auto"/>
        <w:bottom w:val="none" w:sz="0" w:space="0" w:color="auto"/>
        <w:right w:val="none" w:sz="0" w:space="0" w:color="auto"/>
      </w:divBdr>
    </w:div>
    <w:div w:id="904756602">
      <w:bodyDiv w:val="1"/>
      <w:marLeft w:val="0"/>
      <w:marRight w:val="0"/>
      <w:marTop w:val="0"/>
      <w:marBottom w:val="0"/>
      <w:divBdr>
        <w:top w:val="none" w:sz="0" w:space="0" w:color="auto"/>
        <w:left w:val="none" w:sz="0" w:space="0" w:color="auto"/>
        <w:bottom w:val="none" w:sz="0" w:space="0" w:color="auto"/>
        <w:right w:val="none" w:sz="0" w:space="0" w:color="auto"/>
      </w:divBdr>
    </w:div>
    <w:div w:id="973297165">
      <w:bodyDiv w:val="1"/>
      <w:marLeft w:val="0"/>
      <w:marRight w:val="0"/>
      <w:marTop w:val="0"/>
      <w:marBottom w:val="0"/>
      <w:divBdr>
        <w:top w:val="none" w:sz="0" w:space="0" w:color="auto"/>
        <w:left w:val="none" w:sz="0" w:space="0" w:color="auto"/>
        <w:bottom w:val="none" w:sz="0" w:space="0" w:color="auto"/>
        <w:right w:val="none" w:sz="0" w:space="0" w:color="auto"/>
      </w:divBdr>
    </w:div>
    <w:div w:id="1086342188">
      <w:bodyDiv w:val="1"/>
      <w:marLeft w:val="0"/>
      <w:marRight w:val="0"/>
      <w:marTop w:val="0"/>
      <w:marBottom w:val="0"/>
      <w:divBdr>
        <w:top w:val="none" w:sz="0" w:space="0" w:color="auto"/>
        <w:left w:val="none" w:sz="0" w:space="0" w:color="auto"/>
        <w:bottom w:val="none" w:sz="0" w:space="0" w:color="auto"/>
        <w:right w:val="none" w:sz="0" w:space="0" w:color="auto"/>
      </w:divBdr>
    </w:div>
    <w:div w:id="1132021269">
      <w:bodyDiv w:val="1"/>
      <w:marLeft w:val="0"/>
      <w:marRight w:val="0"/>
      <w:marTop w:val="0"/>
      <w:marBottom w:val="0"/>
      <w:divBdr>
        <w:top w:val="none" w:sz="0" w:space="0" w:color="auto"/>
        <w:left w:val="none" w:sz="0" w:space="0" w:color="auto"/>
        <w:bottom w:val="none" w:sz="0" w:space="0" w:color="auto"/>
        <w:right w:val="none" w:sz="0" w:space="0" w:color="auto"/>
      </w:divBdr>
    </w:div>
    <w:div w:id="1278755823">
      <w:bodyDiv w:val="1"/>
      <w:marLeft w:val="0"/>
      <w:marRight w:val="0"/>
      <w:marTop w:val="0"/>
      <w:marBottom w:val="0"/>
      <w:divBdr>
        <w:top w:val="none" w:sz="0" w:space="0" w:color="auto"/>
        <w:left w:val="none" w:sz="0" w:space="0" w:color="auto"/>
        <w:bottom w:val="none" w:sz="0" w:space="0" w:color="auto"/>
        <w:right w:val="none" w:sz="0" w:space="0" w:color="auto"/>
      </w:divBdr>
    </w:div>
    <w:div w:id="1350526072">
      <w:bodyDiv w:val="1"/>
      <w:marLeft w:val="0"/>
      <w:marRight w:val="0"/>
      <w:marTop w:val="0"/>
      <w:marBottom w:val="0"/>
      <w:divBdr>
        <w:top w:val="none" w:sz="0" w:space="0" w:color="auto"/>
        <w:left w:val="none" w:sz="0" w:space="0" w:color="auto"/>
        <w:bottom w:val="none" w:sz="0" w:space="0" w:color="auto"/>
        <w:right w:val="none" w:sz="0" w:space="0" w:color="auto"/>
      </w:divBdr>
      <w:divsChild>
        <w:div w:id="538593841">
          <w:marLeft w:val="0"/>
          <w:marRight w:val="0"/>
          <w:marTop w:val="0"/>
          <w:marBottom w:val="0"/>
          <w:divBdr>
            <w:top w:val="none" w:sz="0" w:space="0" w:color="auto"/>
            <w:left w:val="none" w:sz="0" w:space="0" w:color="auto"/>
            <w:bottom w:val="none" w:sz="0" w:space="0" w:color="auto"/>
            <w:right w:val="none" w:sz="0" w:space="0" w:color="auto"/>
          </w:divBdr>
          <w:divsChild>
            <w:div w:id="1321033869">
              <w:marLeft w:val="0"/>
              <w:marRight w:val="0"/>
              <w:marTop w:val="0"/>
              <w:marBottom w:val="0"/>
              <w:divBdr>
                <w:top w:val="none" w:sz="0" w:space="0" w:color="auto"/>
                <w:left w:val="none" w:sz="0" w:space="0" w:color="auto"/>
                <w:bottom w:val="none" w:sz="0" w:space="0" w:color="auto"/>
                <w:right w:val="none" w:sz="0" w:space="0" w:color="auto"/>
              </w:divBdr>
            </w:div>
          </w:divsChild>
        </w:div>
        <w:div w:id="1353646322">
          <w:marLeft w:val="0"/>
          <w:marRight w:val="0"/>
          <w:marTop w:val="0"/>
          <w:marBottom w:val="0"/>
          <w:divBdr>
            <w:top w:val="none" w:sz="0" w:space="0" w:color="auto"/>
            <w:left w:val="none" w:sz="0" w:space="0" w:color="auto"/>
            <w:bottom w:val="none" w:sz="0" w:space="0" w:color="auto"/>
            <w:right w:val="none" w:sz="0" w:space="0" w:color="auto"/>
          </w:divBdr>
          <w:divsChild>
            <w:div w:id="68085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9402036">
      <w:bodyDiv w:val="1"/>
      <w:marLeft w:val="0"/>
      <w:marRight w:val="0"/>
      <w:marTop w:val="0"/>
      <w:marBottom w:val="0"/>
      <w:divBdr>
        <w:top w:val="none" w:sz="0" w:space="0" w:color="auto"/>
        <w:left w:val="none" w:sz="0" w:space="0" w:color="auto"/>
        <w:bottom w:val="none" w:sz="0" w:space="0" w:color="auto"/>
        <w:right w:val="none" w:sz="0" w:space="0" w:color="auto"/>
      </w:divBdr>
    </w:div>
    <w:div w:id="1771778329">
      <w:bodyDiv w:val="1"/>
      <w:marLeft w:val="0"/>
      <w:marRight w:val="0"/>
      <w:marTop w:val="0"/>
      <w:marBottom w:val="0"/>
      <w:divBdr>
        <w:top w:val="none" w:sz="0" w:space="0" w:color="auto"/>
        <w:left w:val="none" w:sz="0" w:space="0" w:color="auto"/>
        <w:bottom w:val="none" w:sz="0" w:space="0" w:color="auto"/>
        <w:right w:val="none" w:sz="0" w:space="0" w:color="auto"/>
      </w:divBdr>
      <w:divsChild>
        <w:div w:id="560605490">
          <w:marLeft w:val="0"/>
          <w:marRight w:val="0"/>
          <w:marTop w:val="0"/>
          <w:marBottom w:val="0"/>
          <w:divBdr>
            <w:top w:val="none" w:sz="0" w:space="0" w:color="auto"/>
            <w:left w:val="none" w:sz="0" w:space="0" w:color="auto"/>
            <w:bottom w:val="none" w:sz="0" w:space="0" w:color="auto"/>
            <w:right w:val="none" w:sz="0" w:space="0" w:color="auto"/>
          </w:divBdr>
        </w:div>
        <w:div w:id="1781604163">
          <w:marLeft w:val="0"/>
          <w:marRight w:val="0"/>
          <w:marTop w:val="0"/>
          <w:marBottom w:val="0"/>
          <w:divBdr>
            <w:top w:val="none" w:sz="0" w:space="0" w:color="auto"/>
            <w:left w:val="none" w:sz="0" w:space="0" w:color="auto"/>
            <w:bottom w:val="none" w:sz="0" w:space="0" w:color="auto"/>
            <w:right w:val="none" w:sz="0" w:space="0" w:color="auto"/>
          </w:divBdr>
        </w:div>
      </w:divsChild>
    </w:div>
    <w:div w:id="1983191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1.xml"/><Relationship Id="rId26" Type="http://schemas.microsoft.com/office/2020/10/relationships/intelligence" Target="intelligence2.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jpe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_rels/header3.xml.rels><?xml version="1.0" encoding="UTF-8" standalone="yes"?>
<Relationships xmlns="http://schemas.openxmlformats.org/package/2006/relationships"><Relationship Id="rId1"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1" ma:contentTypeDescription="Ein neues Dokument erstellen." ma:contentTypeScope="" ma:versionID="e8e0155fa9159a0f83a530ffc1d9ea61">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4d9bc62b79bd35df06cdbd0ecd953fd6"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E8F72C3-3FEB-8443-B14D-59C0F995C816}">
  <ds:schemaRefs>
    <ds:schemaRef ds:uri="http://schemas.openxmlformats.org/officeDocument/2006/bibliography"/>
  </ds:schemaRefs>
</ds:datastoreItem>
</file>

<file path=customXml/itemProps2.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3.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customXml/itemProps4.xml><?xml version="1.0" encoding="utf-8"?>
<ds:datastoreItem xmlns:ds="http://schemas.openxmlformats.org/officeDocument/2006/customXml" ds:itemID="{0EB4B0B6-1FDD-479E-B256-DCFA607BC4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4</Pages>
  <Words>1023</Words>
  <Characters>6701</Characters>
  <Application>Microsoft Office Word</Application>
  <DocSecurity>0</DocSecurity>
  <Lines>55</Lines>
  <Paragraphs>15</Paragraphs>
  <ScaleCrop>false</ScaleCrop>
  <Company>Geberit</Company>
  <LinksUpToDate>false</LinksUpToDate>
  <CharactersWithSpaces>7709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Katrin Buehner</cp:lastModifiedBy>
  <cp:revision>894</cp:revision>
  <cp:lastPrinted>2022-11-10T14:42:00Z</cp:lastPrinted>
  <dcterms:created xsi:type="dcterms:W3CDTF">2022-12-15T17:33:00Z</dcterms:created>
  <dcterms:modified xsi:type="dcterms:W3CDTF">2023-05-16T10:02:00Z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0x0101008509AA38055B7F4C88C30D788E901AD1</vt:lpwstr>
  </property>
  <property fmtid="{D5CDD505-2E9C-101B-9397-08002B2CF9AE}" pid="3" name="MediaServiceImageTags">
    <vt:lpwstr/>
  </property>
  <property fmtid="{D5CDD505-2E9C-101B-9397-08002B2CF9AE}" pid="4" name="MSIP_Label_583d9081-ff0c-403e-9495-6ce7896734ce_Enabled">
    <vt:lpwstr>true</vt:lpwstr>
  </property>
  <property fmtid="{D5CDD505-2E9C-101B-9397-08002B2CF9AE}" pid="5" name="MSIP_Label_583d9081-ff0c-403e-9495-6ce7896734ce_SetDate">
    <vt:lpwstr>2022-11-07T14:55:55Z</vt:lpwstr>
  </property>
  <property fmtid="{D5CDD505-2E9C-101B-9397-08002B2CF9AE}" pid="6" name="MSIP_Label_583d9081-ff0c-403e-9495-6ce7896734ce_Method">
    <vt:lpwstr>Standard</vt:lpwstr>
  </property>
  <property fmtid="{D5CDD505-2E9C-101B-9397-08002B2CF9AE}" pid="7" name="MSIP_Label_583d9081-ff0c-403e-9495-6ce7896734ce_Name">
    <vt:lpwstr>583d9081-ff0c-403e-9495-6ce7896734ce</vt:lpwstr>
  </property>
  <property fmtid="{D5CDD505-2E9C-101B-9397-08002B2CF9AE}" pid="8" name="MSIP_Label_583d9081-ff0c-403e-9495-6ce7896734ce_SiteId">
    <vt:lpwstr>49c79685-7e11-437a-bb25-eba58fc041f5</vt:lpwstr>
  </property>
  <property fmtid="{D5CDD505-2E9C-101B-9397-08002B2CF9AE}" pid="9" name="MSIP_Label_583d9081-ff0c-403e-9495-6ce7896734ce_ActionId">
    <vt:lpwstr>4dde0d9d-cf9b-4e80-a018-b5d3c1d29092</vt:lpwstr>
  </property>
  <property fmtid="{D5CDD505-2E9C-101B-9397-08002B2CF9AE}" pid="10" name="MSIP_Label_583d9081-ff0c-403e-9495-6ce7896734ce_ContentBits">
    <vt:lpwstr>0</vt:lpwstr>
  </property>
</Properties>
</file>