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514BC5" w14:textId="52875DB3" w:rsidR="006C01CE" w:rsidRPr="004543E0" w:rsidRDefault="00854763" w:rsidP="00E767C3">
      <w:pPr>
        <w:pStyle w:val="KeinLeerraum"/>
        <w:rPr>
          <w:lang w:val="de-DE"/>
        </w:rPr>
      </w:pPr>
      <w:r>
        <w:rPr>
          <w:lang w:val="de-DE"/>
        </w:rPr>
        <w:t xml:space="preserve">Tag des Bades: </w:t>
      </w:r>
      <w:r w:rsidR="002D0A14">
        <w:rPr>
          <w:lang w:val="de-DE"/>
        </w:rPr>
        <w:t>B</w:t>
      </w:r>
      <w:r>
        <w:rPr>
          <w:lang w:val="de-DE"/>
        </w:rPr>
        <w:t xml:space="preserve">eratung in der </w:t>
      </w:r>
      <w:proofErr w:type="spellStart"/>
      <w:r>
        <w:rPr>
          <w:lang w:val="de-DE"/>
        </w:rPr>
        <w:t>Geberit</w:t>
      </w:r>
      <w:proofErr w:type="spellEnd"/>
      <w:r>
        <w:rPr>
          <w:lang w:val="de-DE"/>
        </w:rPr>
        <w:t xml:space="preserve"> Badausstellung in Ratingen</w:t>
      </w:r>
    </w:p>
    <w:p w14:paraId="4E475648" w14:textId="05F919E0" w:rsidR="006C01CE" w:rsidRPr="00870E71" w:rsidRDefault="00382935" w:rsidP="00E767C3">
      <w:pPr>
        <w:pStyle w:val="berschrift1"/>
        <w:rPr>
          <w:lang w:val="de-DE"/>
        </w:rPr>
      </w:pPr>
      <w:r>
        <w:rPr>
          <w:lang w:val="de-DE"/>
        </w:rPr>
        <w:t>Für mehr Wohlfühlambiente in den eigenen vier Wänden</w:t>
      </w:r>
    </w:p>
    <w:p w14:paraId="3A5DE5AE" w14:textId="1131E527" w:rsidR="00B4524F" w:rsidRPr="00870E71" w:rsidRDefault="00B4524F" w:rsidP="00E767C3">
      <w:pPr>
        <w:pStyle w:val="Kopfzeile"/>
        <w:rPr>
          <w:rStyle w:val="Herausstellen"/>
          <w:szCs w:val="20"/>
          <w:lang w:val="de-DE"/>
        </w:rPr>
      </w:pPr>
      <w:proofErr w:type="spellStart"/>
      <w:r w:rsidRPr="00870E71">
        <w:rPr>
          <w:rStyle w:val="Herausstellen"/>
          <w:szCs w:val="20"/>
          <w:lang w:val="de-DE"/>
        </w:rPr>
        <w:t>Geberit</w:t>
      </w:r>
      <w:proofErr w:type="spellEnd"/>
      <w:r w:rsidRPr="00870E71">
        <w:rPr>
          <w:rStyle w:val="Herausstellen"/>
          <w:szCs w:val="20"/>
          <w:lang w:val="de-DE"/>
        </w:rPr>
        <w:t xml:space="preserve"> </w:t>
      </w:r>
      <w:r w:rsidR="005B491D" w:rsidRPr="00870E71">
        <w:rPr>
          <w:rStyle w:val="Herausstellen"/>
          <w:szCs w:val="20"/>
          <w:lang w:val="de-DE"/>
        </w:rPr>
        <w:t>Vertriebs GmbH</w:t>
      </w:r>
      <w:r w:rsidRPr="00870E71">
        <w:rPr>
          <w:rStyle w:val="Herausstellen"/>
          <w:szCs w:val="20"/>
          <w:lang w:val="de-DE"/>
        </w:rPr>
        <w:t xml:space="preserve">, </w:t>
      </w:r>
      <w:r w:rsidR="005B491D" w:rsidRPr="00870E71">
        <w:rPr>
          <w:rStyle w:val="Herausstellen"/>
          <w:szCs w:val="20"/>
          <w:lang w:val="de-DE"/>
        </w:rPr>
        <w:t>Pfullendorf</w:t>
      </w:r>
      <w:r w:rsidRPr="00870E71">
        <w:rPr>
          <w:rStyle w:val="Herausstellen"/>
          <w:szCs w:val="20"/>
          <w:lang w:val="de-DE"/>
        </w:rPr>
        <w:t xml:space="preserve">, </w:t>
      </w:r>
      <w:r w:rsidR="00854763">
        <w:rPr>
          <w:rStyle w:val="Herausstellen"/>
          <w:szCs w:val="20"/>
          <w:lang w:val="de-DE"/>
        </w:rPr>
        <w:t xml:space="preserve">September </w:t>
      </w:r>
      <w:r w:rsidR="002C14D0">
        <w:rPr>
          <w:rStyle w:val="Herausstellen"/>
          <w:szCs w:val="20"/>
          <w:lang w:val="de-DE"/>
        </w:rPr>
        <w:t>20</w:t>
      </w:r>
      <w:r w:rsidR="008D28BC">
        <w:rPr>
          <w:rStyle w:val="Herausstellen"/>
          <w:szCs w:val="20"/>
          <w:lang w:val="de-DE"/>
        </w:rPr>
        <w:t>1</w:t>
      </w:r>
      <w:r w:rsidR="0012754A">
        <w:rPr>
          <w:rStyle w:val="Herausstellen"/>
          <w:szCs w:val="20"/>
          <w:lang w:val="de-DE"/>
        </w:rPr>
        <w:t>9</w:t>
      </w:r>
    </w:p>
    <w:p w14:paraId="3152B466" w14:textId="3071FF5B" w:rsidR="00854763" w:rsidRPr="002A7AFB" w:rsidRDefault="00854763" w:rsidP="00854763">
      <w:pPr>
        <w:rPr>
          <w:b/>
          <w:szCs w:val="20"/>
          <w:lang w:val="de-DE"/>
        </w:rPr>
      </w:pPr>
      <w:r w:rsidRPr="002A7AFB">
        <w:rPr>
          <w:b/>
          <w:szCs w:val="20"/>
          <w:lang w:val="de-DE"/>
        </w:rPr>
        <w:t>Das Bad</w:t>
      </w:r>
      <w:r w:rsidR="00E70A1D">
        <w:rPr>
          <w:b/>
          <w:szCs w:val="20"/>
          <w:lang w:val="de-DE"/>
        </w:rPr>
        <w:t xml:space="preserve"> </w:t>
      </w:r>
      <w:r w:rsidRPr="002A7AFB">
        <w:rPr>
          <w:b/>
          <w:szCs w:val="20"/>
          <w:lang w:val="de-DE"/>
        </w:rPr>
        <w:t xml:space="preserve">ist mehr als nur ein Ort für Körperpflege. Auch die Seele kommt auf ihre Kosten, wenn sich der Körper im Bad entspannt. Wichtig ist dabei: Das Ambiente muss stimmen. Wie man sich einen Wohlfühlraum für Körper und Seele in den eigenen vier Wänden schafft, verrät </w:t>
      </w:r>
      <w:proofErr w:type="spellStart"/>
      <w:r w:rsidRPr="002A7AFB">
        <w:rPr>
          <w:b/>
          <w:szCs w:val="20"/>
          <w:lang w:val="de-DE"/>
        </w:rPr>
        <w:t>Geberit</w:t>
      </w:r>
      <w:proofErr w:type="spellEnd"/>
      <w:r w:rsidRPr="002A7AFB">
        <w:rPr>
          <w:b/>
          <w:szCs w:val="20"/>
          <w:lang w:val="de-DE"/>
        </w:rPr>
        <w:t xml:space="preserve"> am „Tag des Bades“ (</w:t>
      </w:r>
      <w:r w:rsidR="002A7AFB" w:rsidRPr="002A7AFB">
        <w:rPr>
          <w:b/>
          <w:szCs w:val="20"/>
          <w:lang w:val="de-DE"/>
        </w:rPr>
        <w:t>Samstag</w:t>
      </w:r>
      <w:proofErr w:type="gramStart"/>
      <w:r w:rsidR="002A7AFB" w:rsidRPr="002A7AFB">
        <w:rPr>
          <w:b/>
          <w:szCs w:val="20"/>
          <w:lang w:val="de-DE"/>
        </w:rPr>
        <w:t>, 21</w:t>
      </w:r>
      <w:proofErr w:type="gramEnd"/>
      <w:r w:rsidRPr="002A7AFB">
        <w:rPr>
          <w:b/>
          <w:szCs w:val="20"/>
          <w:lang w:val="de-DE"/>
        </w:rPr>
        <w:t xml:space="preserve">. September) in der Badausstellung in Ratingen. Interessierte erhalten außerdem die Gelegenheit, </w:t>
      </w:r>
      <w:r w:rsidR="002A7AFB" w:rsidRPr="002A7AFB">
        <w:rPr>
          <w:b/>
          <w:szCs w:val="20"/>
          <w:lang w:val="de-DE"/>
        </w:rPr>
        <w:t>auf einem</w:t>
      </w:r>
      <w:r w:rsidRPr="002A7AFB">
        <w:rPr>
          <w:b/>
          <w:szCs w:val="20"/>
          <w:lang w:val="de-DE"/>
        </w:rPr>
        <w:t xml:space="preserve"> Dusch-WC von </w:t>
      </w:r>
      <w:proofErr w:type="spellStart"/>
      <w:r w:rsidRPr="002A7AFB">
        <w:rPr>
          <w:b/>
          <w:szCs w:val="20"/>
          <w:lang w:val="de-DE"/>
        </w:rPr>
        <w:t>Geberit</w:t>
      </w:r>
      <w:proofErr w:type="spellEnd"/>
      <w:r w:rsidRPr="002A7AFB">
        <w:rPr>
          <w:b/>
          <w:szCs w:val="20"/>
          <w:lang w:val="de-DE"/>
        </w:rPr>
        <w:t xml:space="preserve"> </w:t>
      </w:r>
      <w:r w:rsidR="002A7AFB" w:rsidRPr="002A7AFB">
        <w:rPr>
          <w:b/>
          <w:szCs w:val="20"/>
          <w:lang w:val="de-DE"/>
        </w:rPr>
        <w:t xml:space="preserve">die Wasserreinigung für den Po </w:t>
      </w:r>
      <w:r w:rsidRPr="002A7AFB">
        <w:rPr>
          <w:b/>
          <w:szCs w:val="20"/>
          <w:lang w:val="de-DE"/>
        </w:rPr>
        <w:t>zu</w:t>
      </w:r>
      <w:r w:rsidR="002A7AFB" w:rsidRPr="002A7AFB">
        <w:rPr>
          <w:b/>
          <w:szCs w:val="20"/>
          <w:lang w:val="de-DE"/>
        </w:rPr>
        <w:t xml:space="preserve"> testen</w:t>
      </w:r>
      <w:r w:rsidRPr="002A7AFB">
        <w:rPr>
          <w:b/>
          <w:szCs w:val="20"/>
          <w:lang w:val="de-DE"/>
        </w:rPr>
        <w:t>.</w:t>
      </w:r>
    </w:p>
    <w:p w14:paraId="4CDF8BB0" w14:textId="111F7180" w:rsidR="00854763" w:rsidRPr="002E0CDB" w:rsidRDefault="00854763" w:rsidP="00854763">
      <w:pPr>
        <w:rPr>
          <w:szCs w:val="20"/>
          <w:lang w:val="de-CH"/>
        </w:rPr>
      </w:pPr>
      <w:r w:rsidRPr="002E0CDB">
        <w:rPr>
          <w:szCs w:val="20"/>
          <w:lang w:val="de-CH"/>
        </w:rPr>
        <w:t xml:space="preserve">Was sind die Design-Trends im Bad? Welche neuen Komfort-Funktionen gibt es? Wie kann man auch auf kleinem Grundriss seine ganz persönliche Wellness-Oase schaffen? Diese und viele weitere Fragen beantworten die Badberater in der </w:t>
      </w:r>
      <w:proofErr w:type="spellStart"/>
      <w:r w:rsidR="002A7AFB">
        <w:rPr>
          <w:szCs w:val="20"/>
          <w:lang w:val="de-CH"/>
        </w:rPr>
        <w:t>Geberit</w:t>
      </w:r>
      <w:proofErr w:type="spellEnd"/>
      <w:r w:rsidRPr="002E0CDB">
        <w:rPr>
          <w:szCs w:val="20"/>
          <w:lang w:val="de-CH"/>
        </w:rPr>
        <w:t xml:space="preserve"> Ausstellung am Samstag</w:t>
      </w:r>
      <w:proofErr w:type="gramStart"/>
      <w:r w:rsidRPr="002E0CDB">
        <w:rPr>
          <w:szCs w:val="20"/>
          <w:lang w:val="de-CH"/>
        </w:rPr>
        <w:t>, den</w:t>
      </w:r>
      <w:proofErr w:type="gramEnd"/>
      <w:r w:rsidRPr="002E0CDB">
        <w:rPr>
          <w:szCs w:val="20"/>
          <w:lang w:val="de-CH"/>
        </w:rPr>
        <w:t xml:space="preserve"> </w:t>
      </w:r>
      <w:r w:rsidR="002A7AFB">
        <w:rPr>
          <w:szCs w:val="20"/>
          <w:lang w:val="de-CH"/>
        </w:rPr>
        <w:t>21</w:t>
      </w:r>
      <w:r w:rsidRPr="002E0CDB">
        <w:rPr>
          <w:szCs w:val="20"/>
          <w:lang w:val="de-CH"/>
        </w:rPr>
        <w:t xml:space="preserve">. September, von 11 bis 16 Uhr in </w:t>
      </w:r>
      <w:r w:rsidRPr="004C3EE8">
        <w:rPr>
          <w:szCs w:val="20"/>
          <w:lang w:val="de-CH"/>
        </w:rPr>
        <w:t xml:space="preserve">Ratingen. Auch Familien </w:t>
      </w:r>
      <w:r w:rsidR="002D0A14" w:rsidRPr="004C3EE8">
        <w:rPr>
          <w:szCs w:val="20"/>
          <w:lang w:val="de-CH"/>
        </w:rPr>
        <w:t>haben die Gelegenheit,</w:t>
      </w:r>
      <w:r w:rsidRPr="004C3EE8">
        <w:rPr>
          <w:szCs w:val="20"/>
          <w:lang w:val="de-CH"/>
        </w:rPr>
        <w:t xml:space="preserve"> sich bei </w:t>
      </w:r>
      <w:proofErr w:type="spellStart"/>
      <w:r w:rsidR="002A7AFB" w:rsidRPr="004C3EE8">
        <w:rPr>
          <w:szCs w:val="20"/>
          <w:lang w:val="de-CH"/>
        </w:rPr>
        <w:t>Geberit</w:t>
      </w:r>
      <w:proofErr w:type="spellEnd"/>
      <w:r w:rsidRPr="004C3EE8">
        <w:rPr>
          <w:szCs w:val="20"/>
          <w:lang w:val="de-CH"/>
        </w:rPr>
        <w:t xml:space="preserve"> in Ruhe</w:t>
      </w:r>
      <w:r w:rsidR="002D0A14" w:rsidRPr="004C3EE8">
        <w:rPr>
          <w:szCs w:val="20"/>
          <w:lang w:val="de-CH"/>
        </w:rPr>
        <w:t xml:space="preserve"> zu</w:t>
      </w:r>
      <w:r w:rsidRPr="004C3EE8">
        <w:rPr>
          <w:szCs w:val="20"/>
          <w:lang w:val="de-CH"/>
        </w:rPr>
        <w:t xml:space="preserve"> informieren: Während die Kleinen bei der Kinderbetreuung spielen, können sich die Eltern zur Ausstattung des Familienbads beraten lassen. Egal ob Modernisierung oder Neubau – bei professioneller Planung steht dem Wohlfühlbad für Groß und Klein nichts im Weg.</w:t>
      </w:r>
    </w:p>
    <w:p w14:paraId="3B4A210D" w14:textId="2B632D16" w:rsidR="00E57295" w:rsidRPr="00E70A1D" w:rsidRDefault="00421E6C" w:rsidP="00854763">
      <w:pPr>
        <w:rPr>
          <w:lang w:val="de-DE"/>
        </w:rPr>
      </w:pPr>
      <w:r w:rsidRPr="00197CB7">
        <w:rPr>
          <w:b/>
          <w:szCs w:val="20"/>
          <w:lang w:val="de-CH"/>
        </w:rPr>
        <w:t xml:space="preserve">Mehr Stauraum und Flexibilität mit </w:t>
      </w:r>
      <w:proofErr w:type="spellStart"/>
      <w:r w:rsidRPr="00197CB7">
        <w:rPr>
          <w:b/>
          <w:szCs w:val="20"/>
          <w:lang w:val="de-CH"/>
        </w:rPr>
        <w:t>Geberit</w:t>
      </w:r>
      <w:proofErr w:type="spellEnd"/>
      <w:r w:rsidRPr="00197CB7">
        <w:rPr>
          <w:b/>
          <w:szCs w:val="20"/>
          <w:lang w:val="de-CH"/>
        </w:rPr>
        <w:t xml:space="preserve"> ONE</w:t>
      </w:r>
      <w:r w:rsidR="00854763" w:rsidRPr="00197CB7">
        <w:rPr>
          <w:b/>
          <w:szCs w:val="20"/>
          <w:lang w:val="de-CH"/>
        </w:rPr>
        <w:br/>
      </w:r>
      <w:r w:rsidR="002D0A14">
        <w:rPr>
          <w:szCs w:val="20"/>
          <w:lang w:val="de-CH"/>
        </w:rPr>
        <w:t xml:space="preserve">Am Tag des Bades bei </w:t>
      </w:r>
      <w:proofErr w:type="spellStart"/>
      <w:r w:rsidR="002D0A14">
        <w:rPr>
          <w:szCs w:val="20"/>
          <w:lang w:val="de-CH"/>
        </w:rPr>
        <w:t>Geberit</w:t>
      </w:r>
      <w:proofErr w:type="spellEnd"/>
      <w:r w:rsidR="002D0A14">
        <w:rPr>
          <w:szCs w:val="20"/>
          <w:lang w:val="de-CH"/>
        </w:rPr>
        <w:t xml:space="preserve"> in Ratingen können </w:t>
      </w:r>
      <w:r w:rsidR="00E57295">
        <w:rPr>
          <w:szCs w:val="20"/>
          <w:lang w:val="de-CH"/>
        </w:rPr>
        <w:t xml:space="preserve">sich </w:t>
      </w:r>
      <w:r w:rsidR="002D0A14">
        <w:rPr>
          <w:szCs w:val="20"/>
          <w:lang w:val="de-CH"/>
        </w:rPr>
        <w:t xml:space="preserve">Besucher beispielsweise </w:t>
      </w:r>
      <w:r w:rsidR="00E57295">
        <w:rPr>
          <w:szCs w:val="20"/>
          <w:lang w:val="de-CH"/>
        </w:rPr>
        <w:t xml:space="preserve">über </w:t>
      </w:r>
      <w:r w:rsidR="002D0A14">
        <w:rPr>
          <w:szCs w:val="20"/>
          <w:lang w:val="de-CH"/>
        </w:rPr>
        <w:t xml:space="preserve">das </w:t>
      </w:r>
      <w:r w:rsidR="00DC133E">
        <w:rPr>
          <w:szCs w:val="20"/>
          <w:lang w:val="de-CH"/>
        </w:rPr>
        <w:t xml:space="preserve">neue Badkonzept </w:t>
      </w:r>
      <w:proofErr w:type="spellStart"/>
      <w:r w:rsidR="00DC133E">
        <w:rPr>
          <w:szCs w:val="20"/>
          <w:lang w:val="de-CH"/>
        </w:rPr>
        <w:t>Geberit</w:t>
      </w:r>
      <w:proofErr w:type="spellEnd"/>
      <w:r w:rsidR="00DC133E">
        <w:rPr>
          <w:szCs w:val="20"/>
          <w:lang w:val="de-CH"/>
        </w:rPr>
        <w:t xml:space="preserve"> ONE </w:t>
      </w:r>
      <w:r w:rsidR="00E57295">
        <w:rPr>
          <w:szCs w:val="20"/>
          <w:lang w:val="de-CH"/>
        </w:rPr>
        <w:t xml:space="preserve">informieren. Dieses </w:t>
      </w:r>
      <w:r w:rsidR="00DC133E">
        <w:rPr>
          <w:szCs w:val="20"/>
          <w:lang w:val="de-CH"/>
        </w:rPr>
        <w:t xml:space="preserve">verlegt Siphon, Befestigungen und </w:t>
      </w:r>
      <w:proofErr w:type="gramStart"/>
      <w:r w:rsidR="00DC133E">
        <w:rPr>
          <w:szCs w:val="20"/>
          <w:lang w:val="de-CH"/>
        </w:rPr>
        <w:t>Co in die Vorwand.</w:t>
      </w:r>
      <w:proofErr w:type="gramEnd"/>
      <w:r w:rsidR="00DC133E">
        <w:rPr>
          <w:szCs w:val="20"/>
          <w:lang w:val="de-CH"/>
        </w:rPr>
        <w:t xml:space="preserve"> Dadurch wirkt das Bad nicht nur aufgeräumter, sondern auch sauberer und bietet sogar mehr Platz. </w:t>
      </w:r>
      <w:r w:rsidR="00197CB7">
        <w:rPr>
          <w:szCs w:val="20"/>
          <w:lang w:val="de-CH"/>
        </w:rPr>
        <w:t xml:space="preserve">Das Konzept umfasst dabei </w:t>
      </w:r>
      <w:r w:rsidR="00E57295">
        <w:rPr>
          <w:szCs w:val="20"/>
          <w:lang w:val="de-CH"/>
        </w:rPr>
        <w:t xml:space="preserve">durchdachte </w:t>
      </w:r>
      <w:r w:rsidR="00DC133E">
        <w:rPr>
          <w:szCs w:val="20"/>
          <w:lang w:val="de-CH"/>
        </w:rPr>
        <w:t>Lösungen für den Waschplatz, den Duschbereich und das WC.</w:t>
      </w:r>
      <w:r w:rsidR="00197CB7">
        <w:rPr>
          <w:szCs w:val="20"/>
          <w:lang w:val="de-CH"/>
        </w:rPr>
        <w:t xml:space="preserve"> Clever: Der Spiegelschrank mit seiner </w:t>
      </w:r>
      <w:r w:rsidR="002C6FAB">
        <w:rPr>
          <w:szCs w:val="20"/>
          <w:lang w:val="de-CH"/>
        </w:rPr>
        <w:t>geringen</w:t>
      </w:r>
      <w:r w:rsidR="00197CB7" w:rsidRPr="00E57295">
        <w:rPr>
          <w:szCs w:val="20"/>
          <w:lang w:val="de-DE"/>
        </w:rPr>
        <w:t xml:space="preserve"> Ausladung </w:t>
      </w:r>
      <w:proofErr w:type="gramStart"/>
      <w:r w:rsidR="00197CB7" w:rsidRPr="00E57295">
        <w:rPr>
          <w:szCs w:val="20"/>
          <w:lang w:val="de-DE"/>
        </w:rPr>
        <w:t>nutzt die Vorwand</w:t>
      </w:r>
      <w:proofErr w:type="gramEnd"/>
      <w:r w:rsidR="00197CB7" w:rsidRPr="00E57295">
        <w:rPr>
          <w:szCs w:val="20"/>
          <w:lang w:val="de-DE"/>
        </w:rPr>
        <w:t xml:space="preserve"> geschickt aus und punktet mit einem beeindruckenden Platzangebot. </w:t>
      </w:r>
      <w:r w:rsidR="00E57295" w:rsidRPr="00E57295">
        <w:rPr>
          <w:lang w:val="de-DE"/>
        </w:rPr>
        <w:t>Weiteren Stauraum bietet der Waschtisch-Unterschrank: Da keine Aussparung für den Siphon nötig ist, können beide Schubladen unterbrechungsfrei genutzt werden.</w:t>
      </w:r>
    </w:p>
    <w:p w14:paraId="676200AD" w14:textId="25E2B8B4" w:rsidR="00854763" w:rsidRPr="005F0007" w:rsidRDefault="00854763" w:rsidP="00854763">
      <w:pPr>
        <w:rPr>
          <w:b/>
          <w:szCs w:val="20"/>
          <w:lang w:val="de-CH"/>
        </w:rPr>
      </w:pPr>
      <w:r w:rsidRPr="002E0CDB">
        <w:rPr>
          <w:b/>
          <w:szCs w:val="20"/>
          <w:lang w:val="de-CH"/>
        </w:rPr>
        <w:t xml:space="preserve">Dusch-WC live erleben </w:t>
      </w:r>
      <w:r w:rsidR="002A7AFB">
        <w:rPr>
          <w:b/>
          <w:szCs w:val="20"/>
          <w:lang w:val="de-CH"/>
        </w:rPr>
        <w:br/>
      </w:r>
      <w:r w:rsidRPr="002E0CDB">
        <w:rPr>
          <w:szCs w:val="20"/>
          <w:lang w:val="de-CH"/>
        </w:rPr>
        <w:t>Was ist ein Dusch-WC und wie fühlt es sich an? Am Tag des Bades können Interessierte die Dusch-WC</w:t>
      </w:r>
      <w:r w:rsidR="00C65F18">
        <w:rPr>
          <w:szCs w:val="20"/>
          <w:lang w:val="de-CH"/>
        </w:rPr>
        <w:t xml:space="preserve">-Modelle </w:t>
      </w:r>
      <w:proofErr w:type="spellStart"/>
      <w:r w:rsidR="00C65F18">
        <w:rPr>
          <w:szCs w:val="20"/>
          <w:lang w:val="de-CH"/>
        </w:rPr>
        <w:t>Geberit</w:t>
      </w:r>
      <w:proofErr w:type="spellEnd"/>
      <w:r w:rsidR="00C65F18">
        <w:rPr>
          <w:szCs w:val="20"/>
          <w:lang w:val="de-CH"/>
        </w:rPr>
        <w:t xml:space="preserve"> </w:t>
      </w:r>
      <w:proofErr w:type="spellStart"/>
      <w:r w:rsidR="00C65F18">
        <w:rPr>
          <w:szCs w:val="20"/>
          <w:lang w:val="de-CH"/>
        </w:rPr>
        <w:t>AquaClean</w:t>
      </w:r>
      <w:proofErr w:type="spellEnd"/>
      <w:r w:rsidR="00C65F18">
        <w:rPr>
          <w:szCs w:val="20"/>
          <w:lang w:val="de-CH"/>
        </w:rPr>
        <w:t xml:space="preserve"> </w:t>
      </w:r>
      <w:proofErr w:type="spellStart"/>
      <w:r w:rsidR="00C65F18">
        <w:rPr>
          <w:szCs w:val="20"/>
          <w:lang w:val="de-CH"/>
        </w:rPr>
        <w:t>Mera</w:t>
      </w:r>
      <w:proofErr w:type="spellEnd"/>
      <w:r w:rsidR="00C65F18">
        <w:rPr>
          <w:szCs w:val="20"/>
          <w:lang w:val="de-CH"/>
        </w:rPr>
        <w:t xml:space="preserve"> und</w:t>
      </w:r>
      <w:r w:rsidRPr="002E0CDB">
        <w:rPr>
          <w:szCs w:val="20"/>
          <w:lang w:val="de-CH"/>
        </w:rPr>
        <w:t xml:space="preserve"> Tuma </w:t>
      </w:r>
      <w:r w:rsidR="00C65F18">
        <w:rPr>
          <w:szCs w:val="20"/>
          <w:lang w:val="de-CH"/>
        </w:rPr>
        <w:t>sowie das neue Modell</w:t>
      </w:r>
      <w:r w:rsidRPr="002E0CDB">
        <w:rPr>
          <w:szCs w:val="20"/>
          <w:lang w:val="de-CH"/>
        </w:rPr>
        <w:t xml:space="preserve"> Sela testen und die Vorteile der Intimreinigung mit Wasser selbst erfahren. </w:t>
      </w:r>
    </w:p>
    <w:p w14:paraId="3E9A0B53" w14:textId="16C560DD" w:rsidR="00FC2F88" w:rsidRPr="00FC2F88" w:rsidRDefault="00854763" w:rsidP="00C65F18">
      <w:pPr>
        <w:rPr>
          <w:lang w:val="de-DE"/>
        </w:rPr>
      </w:pPr>
      <w:r w:rsidRPr="002E0CDB">
        <w:rPr>
          <w:szCs w:val="20"/>
          <w:lang w:val="de-CH"/>
        </w:rPr>
        <w:t xml:space="preserve">Ein Dusch-WC vereint die Funktionen eines WCs mit denen eines Bidets. Per Knopfdruck fährt ein </w:t>
      </w:r>
      <w:proofErr w:type="spellStart"/>
      <w:r w:rsidRPr="002E0CDB">
        <w:rPr>
          <w:szCs w:val="20"/>
          <w:lang w:val="de-CH"/>
        </w:rPr>
        <w:t>Duscharm</w:t>
      </w:r>
      <w:proofErr w:type="spellEnd"/>
      <w:r w:rsidRPr="002E0CDB">
        <w:rPr>
          <w:szCs w:val="20"/>
          <w:lang w:val="de-CH"/>
        </w:rPr>
        <w:t xml:space="preserve"> aus und reinigt den Intimbereich sanft mit warmem Wasser. </w:t>
      </w:r>
      <w:r w:rsidR="00C65F18">
        <w:rPr>
          <w:szCs w:val="20"/>
          <w:lang w:val="de-CH"/>
        </w:rPr>
        <w:t xml:space="preserve">Das neue Modell </w:t>
      </w:r>
      <w:proofErr w:type="spellStart"/>
      <w:r w:rsidR="00C65F18">
        <w:rPr>
          <w:szCs w:val="20"/>
          <w:lang w:val="de-CH"/>
        </w:rPr>
        <w:t>Geberit</w:t>
      </w:r>
      <w:proofErr w:type="spellEnd"/>
      <w:r w:rsidR="00C65F18">
        <w:rPr>
          <w:szCs w:val="20"/>
          <w:lang w:val="de-CH"/>
        </w:rPr>
        <w:t xml:space="preserve"> </w:t>
      </w:r>
      <w:proofErr w:type="spellStart"/>
      <w:r w:rsidR="00C65F18">
        <w:rPr>
          <w:szCs w:val="20"/>
          <w:lang w:val="de-CH"/>
        </w:rPr>
        <w:t>AquaClean</w:t>
      </w:r>
      <w:proofErr w:type="spellEnd"/>
      <w:r w:rsidR="00C65F18">
        <w:rPr>
          <w:szCs w:val="20"/>
          <w:lang w:val="de-CH"/>
        </w:rPr>
        <w:t xml:space="preserve"> Sela ist zusätzlich mit einer separaten, sanft reinigenden Ladydusche sowie einem dezenten Licht für die nächtliche Orientierung ausgestattet.</w:t>
      </w:r>
      <w:r w:rsidRPr="002E0CDB">
        <w:rPr>
          <w:szCs w:val="20"/>
          <w:lang w:val="de-CH"/>
        </w:rPr>
        <w:t xml:space="preserve"> </w:t>
      </w:r>
      <w:r w:rsidR="00C65F18" w:rsidRPr="00FC2F88">
        <w:rPr>
          <w:lang w:val="de-DE"/>
        </w:rPr>
        <w:t xml:space="preserve">WC-Sitz und -Deckel sind zudem mit der </w:t>
      </w:r>
      <w:proofErr w:type="spellStart"/>
      <w:r w:rsidR="00C65F18" w:rsidRPr="00FC2F88">
        <w:rPr>
          <w:lang w:val="de-DE"/>
        </w:rPr>
        <w:t>SoftClosing</w:t>
      </w:r>
      <w:proofErr w:type="spellEnd"/>
      <w:r w:rsidR="00C65F18" w:rsidRPr="00FC2F88">
        <w:rPr>
          <w:lang w:val="de-DE"/>
        </w:rPr>
        <w:t>-Funktion ausgestattet</w:t>
      </w:r>
      <w:r w:rsidR="00FC2F88">
        <w:rPr>
          <w:lang w:val="de-DE"/>
        </w:rPr>
        <w:t>: Z</w:t>
      </w:r>
      <w:r w:rsidR="00C65F18" w:rsidRPr="00FC2F88">
        <w:rPr>
          <w:lang w:val="de-DE"/>
        </w:rPr>
        <w:t>um Schließen werden Deckel und Sitz lediglich mit den Fingerspitzen angetippt.</w:t>
      </w:r>
      <w:r w:rsidR="00FC2F88" w:rsidRPr="00FC2F88">
        <w:rPr>
          <w:lang w:val="de-DE"/>
        </w:rPr>
        <w:t xml:space="preserve"> </w:t>
      </w:r>
      <w:r w:rsidR="00FC2F88">
        <w:rPr>
          <w:lang w:val="de-DE"/>
        </w:rPr>
        <w:t>Für mehr Hygiene</w:t>
      </w:r>
      <w:r w:rsidR="00FC2F88" w:rsidRPr="00FC2F88">
        <w:rPr>
          <w:lang w:val="de-DE"/>
        </w:rPr>
        <w:t xml:space="preserve"> verfügt </w:t>
      </w:r>
      <w:proofErr w:type="spellStart"/>
      <w:r w:rsidR="00FC2F88" w:rsidRPr="00FC2F88">
        <w:rPr>
          <w:lang w:val="de-DE"/>
        </w:rPr>
        <w:t>AquaClean</w:t>
      </w:r>
      <w:proofErr w:type="spellEnd"/>
      <w:r w:rsidR="00FC2F88" w:rsidRPr="00FC2F88">
        <w:rPr>
          <w:lang w:val="de-DE"/>
        </w:rPr>
        <w:t xml:space="preserve"> Sela über eine spülrandlose WC-Keramik mit </w:t>
      </w:r>
      <w:proofErr w:type="spellStart"/>
      <w:r w:rsidR="00FC2F88" w:rsidRPr="00FC2F88">
        <w:rPr>
          <w:lang w:val="de-DE"/>
        </w:rPr>
        <w:t>TurboFlush</w:t>
      </w:r>
      <w:proofErr w:type="spellEnd"/>
      <w:r w:rsidR="00FC2F88" w:rsidRPr="00FC2F88">
        <w:rPr>
          <w:lang w:val="de-DE"/>
        </w:rPr>
        <w:t>-Spültechnologie</w:t>
      </w:r>
      <w:r w:rsidR="00FC2F88">
        <w:rPr>
          <w:lang w:val="de-DE"/>
        </w:rPr>
        <w:t>, die für eine gründliche Ausspülung der Keramik sorgt</w:t>
      </w:r>
      <w:r w:rsidR="00403CB0">
        <w:rPr>
          <w:lang w:val="de-DE"/>
        </w:rPr>
        <w:t xml:space="preserve"> </w:t>
      </w:r>
      <w:r w:rsidR="00FC2F88">
        <w:rPr>
          <w:lang w:val="de-DE"/>
        </w:rPr>
        <w:t xml:space="preserve">– Schmutz und Ablagerungen können sich so nicht </w:t>
      </w:r>
      <w:r w:rsidR="002C6FAB">
        <w:rPr>
          <w:lang w:val="de-DE"/>
        </w:rPr>
        <w:t>absetzen.</w:t>
      </w:r>
      <w:r w:rsidR="00FC2F88" w:rsidRPr="00FC2F88">
        <w:rPr>
          <w:lang w:val="de-DE"/>
        </w:rPr>
        <w:t xml:space="preserve"> </w:t>
      </w:r>
    </w:p>
    <w:p w14:paraId="1D92BD06" w14:textId="5AE548EB" w:rsidR="00854763" w:rsidRPr="002E0CDB" w:rsidRDefault="00854763" w:rsidP="00854763">
      <w:pPr>
        <w:rPr>
          <w:rStyle w:val="Link"/>
          <w:szCs w:val="20"/>
          <w:lang w:val="de-CH"/>
        </w:rPr>
      </w:pPr>
      <w:r w:rsidRPr="002C6FAB">
        <w:rPr>
          <w:szCs w:val="20"/>
          <w:lang w:val="de-DE"/>
        </w:rPr>
        <w:lastRenderedPageBreak/>
        <w:t xml:space="preserve">Weitere Informationen zum „Tag des Bades“ bei </w:t>
      </w:r>
      <w:proofErr w:type="spellStart"/>
      <w:r w:rsidRPr="002C6FAB">
        <w:rPr>
          <w:szCs w:val="20"/>
          <w:lang w:val="de-DE"/>
        </w:rPr>
        <w:t>Geberit</w:t>
      </w:r>
      <w:proofErr w:type="spellEnd"/>
      <w:r w:rsidRPr="002C6FAB">
        <w:rPr>
          <w:szCs w:val="20"/>
          <w:lang w:val="de-DE"/>
        </w:rPr>
        <w:t xml:space="preserve"> in Ratingen gibt es unter: </w:t>
      </w:r>
      <w:r w:rsidRPr="002E0CDB">
        <w:rPr>
          <w:lang w:val="de-DE"/>
        </w:rPr>
        <w:fldChar w:fldCharType="begin"/>
      </w:r>
      <w:r w:rsidRPr="002C6FAB">
        <w:rPr>
          <w:lang w:val="de-DE"/>
        </w:rPr>
        <w:instrText xml:space="preserve"> HYPERLINK "https://192.168.2.16/OWA/redir.aspx?C=25FHZyd4qxI6CQ0fm9LLH3HckyBInJMQzINhbigB1Ix3-cwHLenUCA..&amp;URL=http%3a%2f%2fwww.geberit.de%2ftag-des-bades" \t "_blank" </w:instrText>
      </w:r>
      <w:r w:rsidRPr="002E0CDB">
        <w:rPr>
          <w:lang w:val="de-DE"/>
        </w:rPr>
        <w:fldChar w:fldCharType="separate"/>
      </w:r>
      <w:r w:rsidRPr="002E0CDB">
        <w:rPr>
          <w:rStyle w:val="Link"/>
          <w:szCs w:val="20"/>
          <w:lang w:val="de-CH"/>
        </w:rPr>
        <w:t>www.geberit.de/tag-des-bades</w:t>
      </w:r>
      <w:r w:rsidRPr="002E0CDB">
        <w:rPr>
          <w:rStyle w:val="Link"/>
          <w:szCs w:val="20"/>
          <w:lang w:val="de-CH"/>
        </w:rPr>
        <w:fldChar w:fldCharType="end"/>
      </w:r>
      <w:bookmarkStart w:id="0" w:name="_GoBack"/>
      <w:bookmarkEnd w:id="0"/>
    </w:p>
    <w:p w14:paraId="46C357BB" w14:textId="57D0C3AC" w:rsidR="00C37C6D" w:rsidRPr="00C37C6D" w:rsidRDefault="00C2107F" w:rsidP="00C37C6D">
      <w:pPr>
        <w:pStyle w:val="Untertitel"/>
        <w:rPr>
          <w:lang w:val="de-DE"/>
        </w:rPr>
      </w:pPr>
      <w:r w:rsidRPr="00AF4B96">
        <w:rPr>
          <w:lang w:val="de-DE"/>
        </w:rPr>
        <w:t>B</w:t>
      </w:r>
      <w:r w:rsidR="005B491D" w:rsidRPr="00AF4B96">
        <w:rPr>
          <w:lang w:val="de-DE"/>
        </w:rPr>
        <w:t>ildmaterial</w:t>
      </w:r>
      <w:r w:rsidR="00C37C6D">
        <w:rPr>
          <w:lang w:val="de-DE"/>
        </w:rPr>
        <w:br/>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253"/>
        <w:gridCol w:w="5101"/>
      </w:tblGrid>
      <w:tr w:rsidR="007B6554" w:rsidRPr="005117DD" w14:paraId="51591A56" w14:textId="77777777" w:rsidTr="00FC2F88">
        <w:trPr>
          <w:cantSplit/>
          <w:trHeight w:val="1981"/>
        </w:trPr>
        <w:tc>
          <w:tcPr>
            <w:tcW w:w="4253" w:type="dxa"/>
          </w:tcPr>
          <w:p w14:paraId="64E03CC6" w14:textId="29FC76DC" w:rsidR="007B6554" w:rsidRDefault="00FC2F88" w:rsidP="00375A4C">
            <w:pPr>
              <w:rPr>
                <w:noProof/>
                <w:lang w:val="de-DE" w:eastAsia="de-DE"/>
              </w:rPr>
            </w:pPr>
            <w:r>
              <w:rPr>
                <w:noProof/>
                <w:lang w:val="de-DE" w:eastAsia="de-DE"/>
              </w:rPr>
              <w:drawing>
                <wp:anchor distT="0" distB="0" distL="114300" distR="114300" simplePos="0" relativeHeight="251659264" behindDoc="0" locked="0" layoutInCell="1" allowOverlap="1" wp14:anchorId="1430AEF7" wp14:editId="1C6D3290">
                  <wp:simplePos x="0" y="0"/>
                  <wp:positionH relativeFrom="column">
                    <wp:posOffset>0</wp:posOffset>
                  </wp:positionH>
                  <wp:positionV relativeFrom="paragraph">
                    <wp:posOffset>0</wp:posOffset>
                  </wp:positionV>
                  <wp:extent cx="1655445" cy="1096645"/>
                  <wp:effectExtent l="0" t="0" r="0" b="0"/>
                  <wp:wrapTight wrapText="bothSides">
                    <wp:wrapPolygon edited="0">
                      <wp:start x="0" y="0"/>
                      <wp:lineTo x="0" y="21012"/>
                      <wp:lineTo x="21211" y="21012"/>
                      <wp:lineTo x="21211" y="0"/>
                      <wp:lineTo x="0" y="0"/>
                    </wp:wrapPolygon>
                  </wp:wrapTight>
                  <wp:docPr id="8" name="Bild 8" descr="Daten:Kunden:GEBERIT:Texte:2019:Pressemitteilungen:Sonstige:14_Tag_des_Bades:Vorbericht:2019 Bathroom 01 A1 Geberit ONE float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Kunden:GEBERIT:Texte:2019:Pressemitteilungen:Sonstige:14_Tag_des_Bades:Vorbericht:2019 Bathroom 01 A1 Geberit ONE floating.jpg"/>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1655445" cy="109664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01" w:type="dxa"/>
          </w:tcPr>
          <w:p w14:paraId="09886A0D" w14:textId="776D2F08" w:rsidR="007B6554" w:rsidRPr="007B6554" w:rsidRDefault="007B6554" w:rsidP="00E369E2">
            <w:pPr>
              <w:widowControl w:val="0"/>
              <w:autoSpaceDE w:val="0"/>
              <w:autoSpaceDN w:val="0"/>
              <w:adjustRightInd w:val="0"/>
              <w:rPr>
                <w:color w:val="000000"/>
                <w:lang w:val="de-DE"/>
              </w:rPr>
            </w:pPr>
            <w:r w:rsidRPr="00D073F8">
              <w:rPr>
                <w:b/>
                <w:color w:val="000000"/>
                <w:lang w:val="de-DE"/>
              </w:rPr>
              <w:t>[Geberit_</w:t>
            </w:r>
            <w:r w:rsidR="00C13B48">
              <w:rPr>
                <w:b/>
                <w:color w:val="000000"/>
                <w:lang w:val="de-DE"/>
              </w:rPr>
              <w:t>Badkonzept_ONE</w:t>
            </w:r>
            <w:r w:rsidRPr="00D073F8">
              <w:rPr>
                <w:b/>
                <w:color w:val="000000"/>
                <w:lang w:val="de-DE"/>
              </w:rPr>
              <w:t>.</w:t>
            </w:r>
            <w:r w:rsidRPr="00D073F8">
              <w:rPr>
                <w:rFonts w:eastAsia="MS Mincho"/>
                <w:b/>
                <w:lang w:val="de-DE" w:eastAsia="ja-JP"/>
              </w:rPr>
              <w:t>jpg</w:t>
            </w:r>
            <w:r w:rsidRPr="00D073F8">
              <w:rPr>
                <w:b/>
                <w:color w:val="000000"/>
                <w:lang w:val="de-DE"/>
              </w:rPr>
              <w:t>]</w:t>
            </w:r>
            <w:r>
              <w:rPr>
                <w:b/>
                <w:color w:val="000000"/>
                <w:lang w:val="de-DE"/>
              </w:rPr>
              <w:br/>
            </w:r>
            <w:r w:rsidR="00082EE3" w:rsidRPr="004037EF">
              <w:rPr>
                <w:color w:val="000000"/>
                <w:szCs w:val="20"/>
              </w:rPr>
              <w:t xml:space="preserve">Mit </w:t>
            </w:r>
            <w:proofErr w:type="spellStart"/>
            <w:r w:rsidR="00082EE3" w:rsidRPr="004037EF">
              <w:rPr>
                <w:color w:val="000000"/>
                <w:szCs w:val="20"/>
              </w:rPr>
              <w:t>Geberit</w:t>
            </w:r>
            <w:proofErr w:type="spellEnd"/>
            <w:r w:rsidR="00082EE3" w:rsidRPr="004037EF">
              <w:rPr>
                <w:color w:val="000000"/>
                <w:szCs w:val="20"/>
              </w:rPr>
              <w:t xml:space="preserve"> ONE bringt der Hersteller von Sanitärprodukten ein Badkonzept auf den Markt, das die Bereiche hinter und vor der Wand als Einheit neu definiert.</w:t>
            </w:r>
            <w:r w:rsidR="00082EE3">
              <w:rPr>
                <w:color w:val="000000"/>
                <w:szCs w:val="20"/>
              </w:rPr>
              <w:t xml:space="preserve"> </w:t>
            </w:r>
            <w:proofErr w:type="spellStart"/>
            <w:r w:rsidR="00082EE3" w:rsidRPr="004037EF">
              <w:rPr>
                <w:bCs/>
                <w:lang w:val="de-DE"/>
              </w:rPr>
              <w:t>Geberit</w:t>
            </w:r>
            <w:proofErr w:type="spellEnd"/>
            <w:r w:rsidR="00082EE3" w:rsidRPr="004037EF">
              <w:rPr>
                <w:bCs/>
                <w:lang w:val="de-DE"/>
              </w:rPr>
              <w:t xml:space="preserve"> ONE umfasst dabei voll integrierte Lösungen für den Waschplatz, den Duschbereich und das WC.</w:t>
            </w:r>
            <w:r>
              <w:rPr>
                <w:lang w:val="de-DE"/>
              </w:rPr>
              <w:br/>
            </w:r>
            <w:r w:rsidRPr="00D073F8">
              <w:rPr>
                <w:color w:val="000000"/>
                <w:lang w:val="de-DE"/>
              </w:rPr>
              <w:t xml:space="preserve">Foto: </w:t>
            </w:r>
            <w:proofErr w:type="spellStart"/>
            <w:r w:rsidRPr="00D073F8">
              <w:rPr>
                <w:color w:val="000000"/>
                <w:lang w:val="de-DE"/>
              </w:rPr>
              <w:t>Geberit</w:t>
            </w:r>
            <w:proofErr w:type="spellEnd"/>
          </w:p>
        </w:tc>
      </w:tr>
      <w:tr w:rsidR="00B20957" w:rsidRPr="004367AB" w14:paraId="747590CC" w14:textId="77777777" w:rsidTr="00E369E2">
        <w:trPr>
          <w:cantSplit/>
          <w:trHeight w:val="2235"/>
        </w:trPr>
        <w:tc>
          <w:tcPr>
            <w:tcW w:w="4253" w:type="dxa"/>
          </w:tcPr>
          <w:p w14:paraId="6476AA7C" w14:textId="04E97AFB" w:rsidR="00B20957" w:rsidRPr="00D073F8" w:rsidRDefault="00FC2F88" w:rsidP="00375A4C">
            <w:pPr>
              <w:rPr>
                <w:noProof/>
                <w:highlight w:val="yellow"/>
                <w:lang w:val="de-DE" w:eastAsia="de-DE"/>
              </w:rPr>
            </w:pPr>
            <w:r>
              <w:rPr>
                <w:noProof/>
                <w:lang w:val="de-DE" w:eastAsia="de-DE"/>
              </w:rPr>
              <w:drawing>
                <wp:anchor distT="0" distB="0" distL="114300" distR="114300" simplePos="0" relativeHeight="251658240" behindDoc="0" locked="0" layoutInCell="1" allowOverlap="1" wp14:anchorId="37D3F655" wp14:editId="0C1F8F7B">
                  <wp:simplePos x="0" y="0"/>
                  <wp:positionH relativeFrom="column">
                    <wp:posOffset>0</wp:posOffset>
                  </wp:positionH>
                  <wp:positionV relativeFrom="paragraph">
                    <wp:posOffset>61595</wp:posOffset>
                  </wp:positionV>
                  <wp:extent cx="991235" cy="1322070"/>
                  <wp:effectExtent l="0" t="0" r="0" b="0"/>
                  <wp:wrapTight wrapText="bothSides">
                    <wp:wrapPolygon edited="0">
                      <wp:start x="0" y="0"/>
                      <wp:lineTo x="0" y="21164"/>
                      <wp:lineTo x="21033" y="21164"/>
                      <wp:lineTo x="21033" y="0"/>
                      <wp:lineTo x="0" y="0"/>
                    </wp:wrapPolygon>
                  </wp:wrapTight>
                  <wp:docPr id="7" name="Bild 7" descr="Daten:Kunden:GEBERIT:Texte:2019:Pressemitteilungen:GAC:2_B2C_Special_Interest:1_Dusch-WC_Geberit_AquaClean_Sela:Geberit_AquaClean_Sela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Texte:2019:Pressemitteilungen:GAC:2_B2C_Special_Interest:1_Dusch-WC_Geberit_AquaClean_Sela:Geberit_AquaClean_Sela_1.jpg"/>
                          <pic:cNvPicPr>
                            <a:picLocks noChangeAspect="1" noChangeArrowheads="1"/>
                          </pic:cNvPicPr>
                        </pic:nvPicPr>
                        <pic:blipFill>
                          <a:blip r:embed="rId13" cstate="email">
                            <a:extLst>
                              <a:ext uri="{28A0092B-C50C-407E-A947-70E740481C1C}">
                                <a14:useLocalDpi xmlns:a14="http://schemas.microsoft.com/office/drawing/2010/main"/>
                              </a:ext>
                            </a:extLst>
                          </a:blip>
                          <a:srcRect/>
                          <a:stretch>
                            <a:fillRect/>
                          </a:stretch>
                        </pic:blipFill>
                        <pic:spPr bwMode="auto">
                          <a:xfrm>
                            <a:off x="0" y="0"/>
                            <a:ext cx="991235" cy="132207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01" w:type="dxa"/>
          </w:tcPr>
          <w:p w14:paraId="37773D40" w14:textId="1508FC3C" w:rsidR="00B20957" w:rsidRPr="00D073F8" w:rsidRDefault="00B20957" w:rsidP="00546D4F">
            <w:pPr>
              <w:widowControl w:val="0"/>
              <w:autoSpaceDE w:val="0"/>
              <w:autoSpaceDN w:val="0"/>
              <w:adjustRightInd w:val="0"/>
              <w:rPr>
                <w:b/>
                <w:highlight w:val="yellow"/>
                <w:lang w:val="de-DE"/>
              </w:rPr>
            </w:pPr>
            <w:r w:rsidRPr="00D073F8">
              <w:rPr>
                <w:b/>
                <w:lang w:val="de-DE"/>
              </w:rPr>
              <w:t>[Geberit_</w:t>
            </w:r>
            <w:r w:rsidR="00C13B48">
              <w:rPr>
                <w:b/>
                <w:lang w:val="de-DE"/>
              </w:rPr>
              <w:t>AquaClean_Sela</w:t>
            </w:r>
            <w:r w:rsidRPr="00D073F8">
              <w:rPr>
                <w:b/>
                <w:lang w:val="de-DE"/>
              </w:rPr>
              <w:t>.jpg]</w:t>
            </w:r>
            <w:r w:rsidRPr="00D073F8">
              <w:rPr>
                <w:b/>
                <w:lang w:val="de-DE"/>
              </w:rPr>
              <w:br/>
            </w:r>
            <w:r w:rsidR="00082EE3">
              <w:t xml:space="preserve">Das neue Dusch-WC </w:t>
            </w:r>
            <w:proofErr w:type="spellStart"/>
            <w:r w:rsidR="00082EE3">
              <w:t>Geberit</w:t>
            </w:r>
            <w:proofErr w:type="spellEnd"/>
            <w:r w:rsidR="00082EE3">
              <w:t xml:space="preserve"> </w:t>
            </w:r>
            <w:proofErr w:type="spellStart"/>
            <w:r w:rsidR="00082EE3">
              <w:t>AquaClean</w:t>
            </w:r>
            <w:proofErr w:type="spellEnd"/>
            <w:r w:rsidR="00082EE3">
              <w:t xml:space="preserve"> Sela vereint elegantes Design mit durchdachter Technik. Es verfügt über zahlreiche Komfortfunktionen und </w:t>
            </w:r>
            <w:r w:rsidR="00546D4F">
              <w:t>passt</w:t>
            </w:r>
            <w:r w:rsidR="00082EE3">
              <w:t xml:space="preserve"> mit seiner schlanken Formensprache in jedes B</w:t>
            </w:r>
            <w:r w:rsidR="00546D4F">
              <w:t>adambiente</w:t>
            </w:r>
            <w:r w:rsidR="00082EE3">
              <w:t xml:space="preserve">. </w:t>
            </w:r>
            <w:r w:rsidRPr="00D073F8">
              <w:rPr>
                <w:bCs/>
                <w:lang w:val="de-DE"/>
              </w:rPr>
              <w:br/>
            </w:r>
            <w:r w:rsidRPr="00D073F8">
              <w:rPr>
                <w:lang w:val="de-DE"/>
              </w:rPr>
              <w:t xml:space="preserve">Foto: </w:t>
            </w:r>
            <w:proofErr w:type="spellStart"/>
            <w:r w:rsidRPr="00D073F8">
              <w:rPr>
                <w:lang w:val="de-DE"/>
              </w:rPr>
              <w:t>Geberit</w:t>
            </w:r>
            <w:proofErr w:type="spellEnd"/>
          </w:p>
        </w:tc>
      </w:tr>
    </w:tbl>
    <w:p w14:paraId="5192C383" w14:textId="77777777" w:rsidR="009F04B7" w:rsidRDefault="009F04B7" w:rsidP="00E41DB3">
      <w:pPr>
        <w:rPr>
          <w:lang w:val="de-DE"/>
        </w:rPr>
      </w:pPr>
    </w:p>
    <w:p w14:paraId="32B2EA99" w14:textId="0E58C92A" w:rsidR="008D397A" w:rsidRPr="00870E71" w:rsidRDefault="00CC6242" w:rsidP="00085424">
      <w:pPr>
        <w:spacing w:after="0" w:line="240" w:lineRule="auto"/>
        <w:rPr>
          <w:rStyle w:val="Betont"/>
          <w:b/>
          <w:lang w:val="de-DE"/>
        </w:rPr>
      </w:pPr>
      <w:r w:rsidRPr="00870E71">
        <w:rPr>
          <w:rStyle w:val="Betont"/>
          <w:b/>
          <w:lang w:val="de-DE"/>
        </w:rPr>
        <w:t>Weitere Auskünfte erteilt:</w:t>
      </w:r>
    </w:p>
    <w:p w14:paraId="63280DF3" w14:textId="76A7E1F7" w:rsidR="00F02A16" w:rsidRPr="00870E71" w:rsidRDefault="00CC6242" w:rsidP="00055A5C">
      <w:pPr>
        <w:pStyle w:val="Boilerpatebold"/>
        <w:rPr>
          <w:rStyle w:val="Betont"/>
          <w:b w:val="0"/>
          <w:lang w:val="de-DE"/>
        </w:rPr>
      </w:pPr>
      <w:r w:rsidRPr="00870E71">
        <w:rPr>
          <w:rStyle w:val="Betont"/>
          <w:b w:val="0"/>
          <w:lang w:val="de-DE"/>
        </w:rPr>
        <w:t>Ansel &amp; Möllers GmbH</w:t>
      </w:r>
      <w:r w:rsidR="00055A5C" w:rsidRPr="00870E71">
        <w:rPr>
          <w:rStyle w:val="Betont"/>
          <w:b w:val="0"/>
          <w:lang w:val="de-DE"/>
        </w:rPr>
        <w:br/>
      </w:r>
      <w:r w:rsidRPr="00870E71">
        <w:rPr>
          <w:rStyle w:val="Betont"/>
          <w:b w:val="0"/>
          <w:lang w:val="de-DE"/>
        </w:rPr>
        <w:t>König-Karl-Straße 10, 70372 Stuttgart</w:t>
      </w:r>
      <w:r w:rsidR="00AB7E1B" w:rsidRPr="00870E71">
        <w:rPr>
          <w:rStyle w:val="Betont"/>
          <w:b w:val="0"/>
          <w:lang w:val="de-DE"/>
        </w:rPr>
        <w:br/>
      </w:r>
      <w:r w:rsidR="00FD1A0E">
        <w:rPr>
          <w:rStyle w:val="Betont"/>
          <w:b w:val="0"/>
          <w:lang w:val="de-DE"/>
        </w:rPr>
        <w:t xml:space="preserve">Nathalie La </w:t>
      </w:r>
      <w:proofErr w:type="spellStart"/>
      <w:r w:rsidR="00FD1A0E">
        <w:rPr>
          <w:rStyle w:val="Betont"/>
          <w:b w:val="0"/>
          <w:lang w:val="de-DE"/>
        </w:rPr>
        <w:t>Corte</w:t>
      </w:r>
      <w:proofErr w:type="spellEnd"/>
      <w:r w:rsidR="00FD1A0E">
        <w:rPr>
          <w:rStyle w:val="Betont"/>
          <w:b w:val="0"/>
          <w:lang w:val="de-DE"/>
        </w:rPr>
        <w:t xml:space="preserve">, </w:t>
      </w:r>
      <w:r w:rsidR="00312F20">
        <w:rPr>
          <w:rStyle w:val="Betont"/>
          <w:b w:val="0"/>
          <w:lang w:val="de-DE"/>
        </w:rPr>
        <w:t>Michaela Lang</w:t>
      </w:r>
      <w:r w:rsidR="00FD1A0E">
        <w:rPr>
          <w:rStyle w:val="Betont"/>
          <w:b w:val="0"/>
          <w:lang w:val="de-DE"/>
        </w:rPr>
        <w:br/>
      </w:r>
      <w:r w:rsidR="00AB7E1B" w:rsidRPr="00870E71">
        <w:rPr>
          <w:rStyle w:val="Betont"/>
          <w:b w:val="0"/>
          <w:lang w:val="de-DE"/>
        </w:rPr>
        <w:t>Tel. +4</w:t>
      </w:r>
      <w:r w:rsidRPr="00870E71">
        <w:rPr>
          <w:rStyle w:val="Betont"/>
          <w:b w:val="0"/>
          <w:lang w:val="de-DE"/>
        </w:rPr>
        <w:t>9</w:t>
      </w:r>
      <w:r w:rsidR="00AB7E1B" w:rsidRPr="00870E71">
        <w:rPr>
          <w:rStyle w:val="Betont"/>
          <w:b w:val="0"/>
          <w:lang w:val="de-DE"/>
        </w:rPr>
        <w:t xml:space="preserve"> (0)</w:t>
      </w:r>
      <w:r w:rsidR="00FD1A0E">
        <w:rPr>
          <w:rStyle w:val="Betont"/>
          <w:b w:val="0"/>
          <w:lang w:val="de-DE"/>
        </w:rPr>
        <w:t>711 92545-17</w:t>
      </w:r>
    </w:p>
    <w:p w14:paraId="740EE9C4" w14:textId="3793632C" w:rsidR="00CC6242" w:rsidRPr="00870E71" w:rsidRDefault="00FD1A0E" w:rsidP="00055A5C">
      <w:pPr>
        <w:pStyle w:val="Boilerpatebold"/>
        <w:rPr>
          <w:rStyle w:val="Betont"/>
          <w:b w:val="0"/>
          <w:lang w:val="de-DE"/>
        </w:rPr>
      </w:pPr>
      <w:r>
        <w:rPr>
          <w:rStyle w:val="Betont"/>
          <w:b w:val="0"/>
          <w:lang w:val="de-DE"/>
        </w:rPr>
        <w:t>Mail: n.lacorte</w:t>
      </w:r>
      <w:r w:rsidR="00CC6242" w:rsidRPr="00870E71">
        <w:rPr>
          <w:rStyle w:val="Betont"/>
          <w:b w:val="0"/>
          <w:lang w:val="de-DE"/>
        </w:rPr>
        <w:t xml:space="preserve">@anselmoellers.de </w:t>
      </w:r>
    </w:p>
    <w:p w14:paraId="32AA1E14" w14:textId="77777777" w:rsidR="00055A5C" w:rsidRPr="00870E71" w:rsidRDefault="00055A5C" w:rsidP="00055A5C">
      <w:pPr>
        <w:pStyle w:val="Boilerpatebold"/>
        <w:rPr>
          <w:rStyle w:val="Betont"/>
          <w:b w:val="0"/>
          <w:highlight w:val="yellow"/>
          <w:lang w:val="de-DE"/>
        </w:rPr>
      </w:pPr>
    </w:p>
    <w:p w14:paraId="26835BAF" w14:textId="77777777" w:rsidR="00934FF8" w:rsidRPr="00870E71" w:rsidRDefault="00934FF8" w:rsidP="00055A5C">
      <w:pPr>
        <w:pStyle w:val="Boilerpatebold"/>
        <w:rPr>
          <w:rStyle w:val="Betont"/>
          <w:b w:val="0"/>
          <w:highlight w:val="yellow"/>
          <w:lang w:val="de-DE"/>
        </w:rPr>
      </w:pPr>
    </w:p>
    <w:p w14:paraId="424B40DF" w14:textId="61F547B2" w:rsidR="00AB7E1B" w:rsidRPr="00870E71" w:rsidRDefault="00225C5E" w:rsidP="00055A5C">
      <w:pPr>
        <w:pStyle w:val="Boilerpatebold"/>
        <w:rPr>
          <w:rStyle w:val="Betont"/>
          <w:lang w:val="de-DE"/>
        </w:rPr>
      </w:pPr>
      <w:r w:rsidRPr="00870E71">
        <w:rPr>
          <w:rStyle w:val="Betont"/>
          <w:lang w:val="de-DE"/>
        </w:rPr>
        <w:t xml:space="preserve">Über </w:t>
      </w:r>
      <w:proofErr w:type="spellStart"/>
      <w:r w:rsidRPr="00870E71">
        <w:rPr>
          <w:rStyle w:val="Betont"/>
          <w:lang w:val="de-DE"/>
        </w:rPr>
        <w:t>Geberit</w:t>
      </w:r>
      <w:proofErr w:type="spellEnd"/>
    </w:p>
    <w:p w14:paraId="0D0C7498" w14:textId="186E2FE7" w:rsidR="00055A5C" w:rsidRPr="00870E71" w:rsidRDefault="0089355F" w:rsidP="0089355F">
      <w:pPr>
        <w:pStyle w:val="Boilerpatebold"/>
        <w:rPr>
          <w:rStyle w:val="Betont"/>
          <w:b w:val="0"/>
          <w:lang w:val="de-DE"/>
        </w:rPr>
      </w:pPr>
      <w:r w:rsidRPr="00C24F36">
        <w:rPr>
          <w:b w:val="0"/>
          <w:lang w:val="de-DE"/>
        </w:rPr>
        <w:t xml:space="preserve">Die weltweit tätige </w:t>
      </w:r>
      <w:proofErr w:type="spellStart"/>
      <w:r w:rsidRPr="00C24F36">
        <w:rPr>
          <w:b w:val="0"/>
          <w:lang w:val="de-DE"/>
        </w:rPr>
        <w:t>Geberit</w:t>
      </w:r>
      <w:proofErr w:type="spellEnd"/>
      <w:r w:rsidRPr="00C24F36">
        <w:rPr>
          <w:b w:val="0"/>
          <w:lang w:val="de-DE"/>
        </w:rPr>
        <w:t xml:space="preserve"> Gruppe ist europäischer Marktführer für Sanitärprodukte. </w:t>
      </w:r>
      <w:proofErr w:type="spellStart"/>
      <w:r w:rsidRPr="00C24F36">
        <w:rPr>
          <w:b w:val="0"/>
          <w:lang w:val="de-DE"/>
        </w:rPr>
        <w:t>Geberit</w:t>
      </w:r>
      <w:proofErr w:type="spellEnd"/>
      <w:r w:rsidRPr="00C24F36">
        <w:rPr>
          <w:b w:val="0"/>
          <w:lang w:val="de-DE"/>
        </w:rPr>
        <w:t xml:space="preserve">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w:t>
      </w:r>
      <w:proofErr w:type="spellStart"/>
      <w:r w:rsidRPr="00C24F36">
        <w:rPr>
          <w:b w:val="0"/>
          <w:lang w:val="de-DE"/>
        </w:rPr>
        <w:t>Geberit</w:t>
      </w:r>
      <w:proofErr w:type="spellEnd"/>
      <w:r w:rsidRPr="00C24F36">
        <w:rPr>
          <w:b w:val="0"/>
          <w:lang w:val="de-DE"/>
        </w:rPr>
        <w:t xml:space="preserve"> 2018 einen Umsatz von CHF 3,1 Milliarden. Die </w:t>
      </w:r>
      <w:proofErr w:type="spellStart"/>
      <w:r w:rsidRPr="00C24F36">
        <w:rPr>
          <w:b w:val="0"/>
          <w:lang w:val="de-DE"/>
        </w:rPr>
        <w:t>Geberit</w:t>
      </w:r>
      <w:proofErr w:type="spellEnd"/>
      <w:r w:rsidRPr="00C24F36">
        <w:rPr>
          <w:b w:val="0"/>
          <w:lang w:val="de-DE"/>
        </w:rPr>
        <w:t xml:space="preserve"> Aktien sind an der SIX Swiss Exchange kotiert und seit 2012 Bestandteil des SMI (Swiss Market Index).</w:t>
      </w:r>
    </w:p>
    <w:sectPr w:rsidR="00055A5C" w:rsidRPr="00870E71">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560" w:right="851" w:bottom="1400" w:left="1701" w:header="560" w:footer="560" w:gutter="0"/>
      <w:pgNumType w:start="1"/>
      <w:cols w:space="720"/>
      <w:formProt w:val="0"/>
      <w:titlePg/>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F0469CB" w15:done="0"/>
  <w15:commentEx w15:paraId="01BA2B1E" w15:paraIdParent="7F0469CB" w15:done="0"/>
  <w15:commentEx w15:paraId="10ED3376" w15:paraIdParent="7F0469CB" w15:done="0"/>
  <w15:commentEx w15:paraId="40B0883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F0469CB" w16cid:durableId="2110BFB3"/>
  <w16cid:commentId w16cid:paraId="01BA2B1E" w16cid:durableId="2110F742"/>
  <w16cid:commentId w16cid:paraId="10ED3376" w16cid:durableId="2117B119"/>
  <w16cid:commentId w16cid:paraId="40B08832" w16cid:durableId="2110C172"/>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6D48A1" w14:textId="77777777" w:rsidR="00403CB0" w:rsidRDefault="00403CB0" w:rsidP="00C0638B">
      <w:r>
        <w:separator/>
      </w:r>
    </w:p>
  </w:endnote>
  <w:endnote w:type="continuationSeparator" w:id="0">
    <w:p w14:paraId="03A9269B" w14:textId="77777777" w:rsidR="00403CB0" w:rsidRDefault="00403CB0"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MS Mincho">
    <w:altName w:val="MS Mincho"/>
    <w:charset w:val="80"/>
    <w:family w:val="modern"/>
    <w:pitch w:val="fixed"/>
    <w:sig w:usb0="E00002FF" w:usb1="6AC7FDFB" w:usb2="08000012" w:usb3="00000000" w:csb0="0002009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8A16B0" w14:textId="77777777" w:rsidR="00403CB0" w:rsidRDefault="00403CB0">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C3A9A" w14:textId="02F2FFF0" w:rsidR="00403CB0" w:rsidRDefault="00403CB0" w:rsidP="00C0638B">
    <w:pPr>
      <w:pStyle w:val="Fuzeile"/>
    </w:pPr>
    <w:r>
      <w:rPr>
        <w:snapToGrid w:val="0"/>
      </w:rPr>
      <w:fldChar w:fldCharType="begin"/>
    </w:r>
    <w:r>
      <w:rPr>
        <w:snapToGrid w:val="0"/>
      </w:rPr>
      <w:instrText xml:space="preserve"> PAGE </w:instrText>
    </w:r>
    <w:r>
      <w:rPr>
        <w:snapToGrid w:val="0"/>
      </w:rPr>
      <w:fldChar w:fldCharType="separate"/>
    </w:r>
    <w:r w:rsidR="004C3EE8">
      <w:rPr>
        <w:noProof/>
        <w:snapToGrid w:val="0"/>
      </w:rPr>
      <w:t>2</w:t>
    </w:r>
    <w:r>
      <w:rPr>
        <w:snapToGrid w:val="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1CE668" w14:textId="77777777" w:rsidR="00403CB0" w:rsidRDefault="00403CB0">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CDF911" w14:textId="77777777" w:rsidR="00403CB0" w:rsidRDefault="00403CB0" w:rsidP="00C0638B">
      <w:r>
        <w:separator/>
      </w:r>
    </w:p>
  </w:footnote>
  <w:footnote w:type="continuationSeparator" w:id="0">
    <w:p w14:paraId="6F6FFF7C" w14:textId="77777777" w:rsidR="00403CB0" w:rsidRDefault="00403CB0"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B0F19" w14:textId="77777777" w:rsidR="00403CB0" w:rsidRDefault="00403CB0">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595F7" w14:textId="00244FC6" w:rsidR="00403CB0" w:rsidRDefault="00403CB0" w:rsidP="00C0638B">
    <w:pPr>
      <w:pStyle w:val="Kopfzeile"/>
    </w:pPr>
    <w:r>
      <w:t>MEDIA RELEASE</w:t>
    </w:r>
    <w:r>
      <w:rPr>
        <w:noProof/>
      </w:rPr>
      <w:t xml:space="preserve"> </w:t>
    </w:r>
    <w:r>
      <w:rPr>
        <w:noProof/>
        <w:lang w:val="de-DE" w:eastAsia="de-DE" w:bidi="ar-SA"/>
      </w:rPr>
      <w:drawing>
        <wp:anchor distT="0" distB="0" distL="114300" distR="114300" simplePos="0" relativeHeight="251657216"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403CB0" w:rsidRDefault="00403CB0" w:rsidP="00C0638B">
    <w:pPr>
      <w:pStyle w:val="Kopfzeile"/>
    </w:pPr>
  </w:p>
  <w:p w14:paraId="3939F970" w14:textId="77777777" w:rsidR="00403CB0" w:rsidRDefault="00403CB0" w:rsidP="00C0638B">
    <w:pPr>
      <w:pStyle w:val="Kopfzeile"/>
    </w:pPr>
  </w:p>
  <w:p w14:paraId="1D10099C" w14:textId="77777777" w:rsidR="00403CB0" w:rsidRDefault="00403CB0" w:rsidP="00C0638B">
    <w:pPr>
      <w:pStyle w:val="Kopfzeile"/>
    </w:pPr>
  </w:p>
  <w:p w14:paraId="6BA002F4" w14:textId="77777777" w:rsidR="00403CB0" w:rsidRDefault="00403CB0" w:rsidP="00C0638B">
    <w:pPr>
      <w:pStyle w:val="Kopfzeil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393C9" w14:textId="27114C82" w:rsidR="00403CB0" w:rsidRDefault="00403CB0" w:rsidP="00C0638B">
    <w:pPr>
      <w:pStyle w:val="Kopfzeile"/>
    </w:pPr>
    <w:r>
      <w:rPr>
        <w:noProof/>
        <w:lang w:val="de-DE" w:eastAsia="de-DE" w:bidi="ar-SA"/>
      </w:rPr>
      <w:drawing>
        <wp:anchor distT="0" distB="0" distL="114300" distR="114300" simplePos="0" relativeHeight="251658240"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nsid w:val="28197F44"/>
    <w:multiLevelType w:val="hybridMultilevel"/>
    <w:tmpl w:val="748A4F42"/>
    <w:lvl w:ilvl="0" w:tplc="4F4470F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4F9429D"/>
    <w:multiLevelType w:val="hybridMultilevel"/>
    <w:tmpl w:val="143CC950"/>
    <w:lvl w:ilvl="0" w:tplc="2B8AB6A2">
      <w:start w:val="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ristin Echle">
    <w15:presenceInfo w15:providerId="AD" w15:userId="S-1-5-21-2802412508-3495135876-4201757327-140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1E03"/>
    <w:rsid w:val="000042A0"/>
    <w:rsid w:val="00006036"/>
    <w:rsid w:val="0000632B"/>
    <w:rsid w:val="00011824"/>
    <w:rsid w:val="000145F3"/>
    <w:rsid w:val="00014747"/>
    <w:rsid w:val="00031FB8"/>
    <w:rsid w:val="000435CF"/>
    <w:rsid w:val="00045C33"/>
    <w:rsid w:val="00053C61"/>
    <w:rsid w:val="00055A5C"/>
    <w:rsid w:val="00057A5F"/>
    <w:rsid w:val="00063A9A"/>
    <w:rsid w:val="0006409A"/>
    <w:rsid w:val="00073E45"/>
    <w:rsid w:val="000825F5"/>
    <w:rsid w:val="00082B92"/>
    <w:rsid w:val="00082EE3"/>
    <w:rsid w:val="00085424"/>
    <w:rsid w:val="00087285"/>
    <w:rsid w:val="00096B04"/>
    <w:rsid w:val="000A20E7"/>
    <w:rsid w:val="000B5D29"/>
    <w:rsid w:val="000B7B00"/>
    <w:rsid w:val="000C4323"/>
    <w:rsid w:val="000C60C9"/>
    <w:rsid w:val="000D093D"/>
    <w:rsid w:val="000D1568"/>
    <w:rsid w:val="000D265B"/>
    <w:rsid w:val="000E26D3"/>
    <w:rsid w:val="000E4F7B"/>
    <w:rsid w:val="000F69A3"/>
    <w:rsid w:val="000F749D"/>
    <w:rsid w:val="00102708"/>
    <w:rsid w:val="00104EB8"/>
    <w:rsid w:val="0010640E"/>
    <w:rsid w:val="0011200D"/>
    <w:rsid w:val="00120AF2"/>
    <w:rsid w:val="00124F7C"/>
    <w:rsid w:val="0012754A"/>
    <w:rsid w:val="00136CA5"/>
    <w:rsid w:val="00137250"/>
    <w:rsid w:val="00150D35"/>
    <w:rsid w:val="00151AE6"/>
    <w:rsid w:val="0015720C"/>
    <w:rsid w:val="00157DA4"/>
    <w:rsid w:val="001642E1"/>
    <w:rsid w:val="001826EB"/>
    <w:rsid w:val="00191CD9"/>
    <w:rsid w:val="00197CB7"/>
    <w:rsid w:val="001A1C5C"/>
    <w:rsid w:val="001A5E6F"/>
    <w:rsid w:val="001C6A38"/>
    <w:rsid w:val="001C6E94"/>
    <w:rsid w:val="001D276A"/>
    <w:rsid w:val="001D3E24"/>
    <w:rsid w:val="001E18DB"/>
    <w:rsid w:val="001E5F11"/>
    <w:rsid w:val="002122B9"/>
    <w:rsid w:val="0021427B"/>
    <w:rsid w:val="002176F2"/>
    <w:rsid w:val="00224987"/>
    <w:rsid w:val="00225C5E"/>
    <w:rsid w:val="00227318"/>
    <w:rsid w:val="0022784D"/>
    <w:rsid w:val="002334FC"/>
    <w:rsid w:val="002403F9"/>
    <w:rsid w:val="0024228F"/>
    <w:rsid w:val="00243DCB"/>
    <w:rsid w:val="002454CC"/>
    <w:rsid w:val="00246DF2"/>
    <w:rsid w:val="00270B00"/>
    <w:rsid w:val="00274BB0"/>
    <w:rsid w:val="00276344"/>
    <w:rsid w:val="0027782E"/>
    <w:rsid w:val="002826F3"/>
    <w:rsid w:val="002909BE"/>
    <w:rsid w:val="002916A7"/>
    <w:rsid w:val="002A0A5D"/>
    <w:rsid w:val="002A68E4"/>
    <w:rsid w:val="002A7AFB"/>
    <w:rsid w:val="002B4364"/>
    <w:rsid w:val="002B6C1B"/>
    <w:rsid w:val="002C14D0"/>
    <w:rsid w:val="002C6FAB"/>
    <w:rsid w:val="002D0013"/>
    <w:rsid w:val="002D0A14"/>
    <w:rsid w:val="002D429A"/>
    <w:rsid w:val="002D5E34"/>
    <w:rsid w:val="002E34E0"/>
    <w:rsid w:val="002F103E"/>
    <w:rsid w:val="002F2F6F"/>
    <w:rsid w:val="002F4E16"/>
    <w:rsid w:val="003055BA"/>
    <w:rsid w:val="00305C12"/>
    <w:rsid w:val="00311832"/>
    <w:rsid w:val="00312433"/>
    <w:rsid w:val="00312F20"/>
    <w:rsid w:val="00315AE3"/>
    <w:rsid w:val="003240E8"/>
    <w:rsid w:val="00334C49"/>
    <w:rsid w:val="003351CE"/>
    <w:rsid w:val="003374CB"/>
    <w:rsid w:val="00341063"/>
    <w:rsid w:val="00375103"/>
    <w:rsid w:val="00375A4C"/>
    <w:rsid w:val="00376C26"/>
    <w:rsid w:val="00382935"/>
    <w:rsid w:val="00393EDE"/>
    <w:rsid w:val="003A2D41"/>
    <w:rsid w:val="003A6EC6"/>
    <w:rsid w:val="003B6BCC"/>
    <w:rsid w:val="003C2297"/>
    <w:rsid w:val="003C2ED0"/>
    <w:rsid w:val="003D09C0"/>
    <w:rsid w:val="003E7C41"/>
    <w:rsid w:val="00400327"/>
    <w:rsid w:val="00403CB0"/>
    <w:rsid w:val="00413303"/>
    <w:rsid w:val="00421E6C"/>
    <w:rsid w:val="004236FE"/>
    <w:rsid w:val="00431757"/>
    <w:rsid w:val="00431EA0"/>
    <w:rsid w:val="00433E16"/>
    <w:rsid w:val="004367AB"/>
    <w:rsid w:val="0045315B"/>
    <w:rsid w:val="0045394F"/>
    <w:rsid w:val="004543E0"/>
    <w:rsid w:val="00457C73"/>
    <w:rsid w:val="00463FFC"/>
    <w:rsid w:val="00466075"/>
    <w:rsid w:val="004677B1"/>
    <w:rsid w:val="004722A5"/>
    <w:rsid w:val="004776C0"/>
    <w:rsid w:val="00477AAE"/>
    <w:rsid w:val="00483DB1"/>
    <w:rsid w:val="00486575"/>
    <w:rsid w:val="004A297B"/>
    <w:rsid w:val="004A3EA4"/>
    <w:rsid w:val="004A6F14"/>
    <w:rsid w:val="004B26D2"/>
    <w:rsid w:val="004B3638"/>
    <w:rsid w:val="004B3FDC"/>
    <w:rsid w:val="004B748D"/>
    <w:rsid w:val="004B74B2"/>
    <w:rsid w:val="004C3EE8"/>
    <w:rsid w:val="004C3FDA"/>
    <w:rsid w:val="004C7279"/>
    <w:rsid w:val="004D3988"/>
    <w:rsid w:val="004E3CDC"/>
    <w:rsid w:val="004E7FBE"/>
    <w:rsid w:val="004F3334"/>
    <w:rsid w:val="004F45DB"/>
    <w:rsid w:val="004F6871"/>
    <w:rsid w:val="00505EE8"/>
    <w:rsid w:val="00511705"/>
    <w:rsid w:val="005117DD"/>
    <w:rsid w:val="00516F61"/>
    <w:rsid w:val="00520DD7"/>
    <w:rsid w:val="00522BB5"/>
    <w:rsid w:val="00524FAA"/>
    <w:rsid w:val="005308F0"/>
    <w:rsid w:val="00546D4F"/>
    <w:rsid w:val="00551BB2"/>
    <w:rsid w:val="00554B32"/>
    <w:rsid w:val="00567B52"/>
    <w:rsid w:val="00575061"/>
    <w:rsid w:val="005903FA"/>
    <w:rsid w:val="0059264C"/>
    <w:rsid w:val="005941FC"/>
    <w:rsid w:val="005A412E"/>
    <w:rsid w:val="005A5ABC"/>
    <w:rsid w:val="005B491D"/>
    <w:rsid w:val="005B6271"/>
    <w:rsid w:val="005C3DA7"/>
    <w:rsid w:val="005D264B"/>
    <w:rsid w:val="005F2B04"/>
    <w:rsid w:val="00613881"/>
    <w:rsid w:val="006251B0"/>
    <w:rsid w:val="00630D22"/>
    <w:rsid w:val="006330EE"/>
    <w:rsid w:val="00634009"/>
    <w:rsid w:val="00636E19"/>
    <w:rsid w:val="0065623B"/>
    <w:rsid w:val="0065706F"/>
    <w:rsid w:val="00657CC5"/>
    <w:rsid w:val="006606A9"/>
    <w:rsid w:val="006641F5"/>
    <w:rsid w:val="006652A6"/>
    <w:rsid w:val="00666AEC"/>
    <w:rsid w:val="006702E5"/>
    <w:rsid w:val="006703E3"/>
    <w:rsid w:val="00672F52"/>
    <w:rsid w:val="00673446"/>
    <w:rsid w:val="00685137"/>
    <w:rsid w:val="00695C38"/>
    <w:rsid w:val="00697EB6"/>
    <w:rsid w:val="006A10E9"/>
    <w:rsid w:val="006B1A0B"/>
    <w:rsid w:val="006B6CAA"/>
    <w:rsid w:val="006C01CE"/>
    <w:rsid w:val="006C10E4"/>
    <w:rsid w:val="006D225F"/>
    <w:rsid w:val="006D4B71"/>
    <w:rsid w:val="006D76A1"/>
    <w:rsid w:val="006E06FE"/>
    <w:rsid w:val="006E198D"/>
    <w:rsid w:val="006F4883"/>
    <w:rsid w:val="007124C6"/>
    <w:rsid w:val="007131F2"/>
    <w:rsid w:val="00722C18"/>
    <w:rsid w:val="0072308A"/>
    <w:rsid w:val="007248CF"/>
    <w:rsid w:val="00726BFB"/>
    <w:rsid w:val="00727196"/>
    <w:rsid w:val="00730462"/>
    <w:rsid w:val="00742FBF"/>
    <w:rsid w:val="00745B3E"/>
    <w:rsid w:val="007477A1"/>
    <w:rsid w:val="0075387D"/>
    <w:rsid w:val="00760D34"/>
    <w:rsid w:val="00771BDE"/>
    <w:rsid w:val="00776176"/>
    <w:rsid w:val="00785B70"/>
    <w:rsid w:val="00793836"/>
    <w:rsid w:val="007A11C4"/>
    <w:rsid w:val="007A5790"/>
    <w:rsid w:val="007B6554"/>
    <w:rsid w:val="007C484A"/>
    <w:rsid w:val="007C4859"/>
    <w:rsid w:val="007E2FE8"/>
    <w:rsid w:val="007E30EF"/>
    <w:rsid w:val="007E6A89"/>
    <w:rsid w:val="007F171A"/>
    <w:rsid w:val="007F23C9"/>
    <w:rsid w:val="007F5990"/>
    <w:rsid w:val="007F5FF9"/>
    <w:rsid w:val="00800476"/>
    <w:rsid w:val="008012AC"/>
    <w:rsid w:val="008023B0"/>
    <w:rsid w:val="00802A82"/>
    <w:rsid w:val="00813137"/>
    <w:rsid w:val="008223D1"/>
    <w:rsid w:val="00827C4B"/>
    <w:rsid w:val="0083087C"/>
    <w:rsid w:val="0083151A"/>
    <w:rsid w:val="00831F4B"/>
    <w:rsid w:val="00834C31"/>
    <w:rsid w:val="008512CF"/>
    <w:rsid w:val="00853E7F"/>
    <w:rsid w:val="00854763"/>
    <w:rsid w:val="00870E71"/>
    <w:rsid w:val="0088139E"/>
    <w:rsid w:val="0089355F"/>
    <w:rsid w:val="008A2804"/>
    <w:rsid w:val="008A72DE"/>
    <w:rsid w:val="008B15D6"/>
    <w:rsid w:val="008B2CC4"/>
    <w:rsid w:val="008B4FFC"/>
    <w:rsid w:val="008B560D"/>
    <w:rsid w:val="008B76DF"/>
    <w:rsid w:val="008C1271"/>
    <w:rsid w:val="008C5654"/>
    <w:rsid w:val="008C6E0C"/>
    <w:rsid w:val="008D0D23"/>
    <w:rsid w:val="008D28BC"/>
    <w:rsid w:val="008D2B5C"/>
    <w:rsid w:val="008D397A"/>
    <w:rsid w:val="008D46BA"/>
    <w:rsid w:val="008D4CFE"/>
    <w:rsid w:val="008D592C"/>
    <w:rsid w:val="008E0365"/>
    <w:rsid w:val="008E4E38"/>
    <w:rsid w:val="008E718F"/>
    <w:rsid w:val="0090698D"/>
    <w:rsid w:val="0090799F"/>
    <w:rsid w:val="0091546C"/>
    <w:rsid w:val="00916F3F"/>
    <w:rsid w:val="009266B1"/>
    <w:rsid w:val="0093169A"/>
    <w:rsid w:val="00934FF8"/>
    <w:rsid w:val="00935A78"/>
    <w:rsid w:val="0094590F"/>
    <w:rsid w:val="009475B3"/>
    <w:rsid w:val="00962DA2"/>
    <w:rsid w:val="00964D3A"/>
    <w:rsid w:val="00975305"/>
    <w:rsid w:val="00977B90"/>
    <w:rsid w:val="00986FB4"/>
    <w:rsid w:val="009A07C2"/>
    <w:rsid w:val="009B0E0F"/>
    <w:rsid w:val="009B3F7A"/>
    <w:rsid w:val="009B408D"/>
    <w:rsid w:val="009B6989"/>
    <w:rsid w:val="009C1BBA"/>
    <w:rsid w:val="009D2F1B"/>
    <w:rsid w:val="009E47D9"/>
    <w:rsid w:val="009F04B7"/>
    <w:rsid w:val="009F3E6A"/>
    <w:rsid w:val="009F6EC8"/>
    <w:rsid w:val="00A02C9C"/>
    <w:rsid w:val="00A14C74"/>
    <w:rsid w:val="00A15926"/>
    <w:rsid w:val="00A258F5"/>
    <w:rsid w:val="00A268F8"/>
    <w:rsid w:val="00A3185D"/>
    <w:rsid w:val="00A33B82"/>
    <w:rsid w:val="00A52B70"/>
    <w:rsid w:val="00A52F7C"/>
    <w:rsid w:val="00A61D71"/>
    <w:rsid w:val="00A63185"/>
    <w:rsid w:val="00A71391"/>
    <w:rsid w:val="00A76589"/>
    <w:rsid w:val="00A80CCD"/>
    <w:rsid w:val="00A83F56"/>
    <w:rsid w:val="00A8501E"/>
    <w:rsid w:val="00A859EC"/>
    <w:rsid w:val="00A969B2"/>
    <w:rsid w:val="00AA259D"/>
    <w:rsid w:val="00AA27E8"/>
    <w:rsid w:val="00AA566F"/>
    <w:rsid w:val="00AB0685"/>
    <w:rsid w:val="00AB7559"/>
    <w:rsid w:val="00AB7E1B"/>
    <w:rsid w:val="00AC4F47"/>
    <w:rsid w:val="00AF03BD"/>
    <w:rsid w:val="00AF4040"/>
    <w:rsid w:val="00AF43A4"/>
    <w:rsid w:val="00AF4B96"/>
    <w:rsid w:val="00AF4E1A"/>
    <w:rsid w:val="00B03573"/>
    <w:rsid w:val="00B06CF2"/>
    <w:rsid w:val="00B13B0B"/>
    <w:rsid w:val="00B20957"/>
    <w:rsid w:val="00B35F30"/>
    <w:rsid w:val="00B36EA7"/>
    <w:rsid w:val="00B4006F"/>
    <w:rsid w:val="00B406FE"/>
    <w:rsid w:val="00B4343A"/>
    <w:rsid w:val="00B43EA1"/>
    <w:rsid w:val="00B448BC"/>
    <w:rsid w:val="00B4524F"/>
    <w:rsid w:val="00B458FA"/>
    <w:rsid w:val="00B65D31"/>
    <w:rsid w:val="00B7341B"/>
    <w:rsid w:val="00B74BEF"/>
    <w:rsid w:val="00B7560D"/>
    <w:rsid w:val="00B84557"/>
    <w:rsid w:val="00B86960"/>
    <w:rsid w:val="00BA5A9D"/>
    <w:rsid w:val="00BC0A68"/>
    <w:rsid w:val="00BC7442"/>
    <w:rsid w:val="00BD4958"/>
    <w:rsid w:val="00BD5DDC"/>
    <w:rsid w:val="00BD76DC"/>
    <w:rsid w:val="00C033FE"/>
    <w:rsid w:val="00C05819"/>
    <w:rsid w:val="00C05CD4"/>
    <w:rsid w:val="00C0638B"/>
    <w:rsid w:val="00C13B48"/>
    <w:rsid w:val="00C201B7"/>
    <w:rsid w:val="00C2107F"/>
    <w:rsid w:val="00C24B92"/>
    <w:rsid w:val="00C24D76"/>
    <w:rsid w:val="00C31E71"/>
    <w:rsid w:val="00C33308"/>
    <w:rsid w:val="00C37712"/>
    <w:rsid w:val="00C37C6D"/>
    <w:rsid w:val="00C40E0A"/>
    <w:rsid w:val="00C4113B"/>
    <w:rsid w:val="00C4698C"/>
    <w:rsid w:val="00C5220D"/>
    <w:rsid w:val="00C6015B"/>
    <w:rsid w:val="00C652B5"/>
    <w:rsid w:val="00C65F18"/>
    <w:rsid w:val="00C729F7"/>
    <w:rsid w:val="00C72D1A"/>
    <w:rsid w:val="00C81531"/>
    <w:rsid w:val="00CB3CDF"/>
    <w:rsid w:val="00CB5078"/>
    <w:rsid w:val="00CB5126"/>
    <w:rsid w:val="00CB5339"/>
    <w:rsid w:val="00CC183C"/>
    <w:rsid w:val="00CC1C38"/>
    <w:rsid w:val="00CC277B"/>
    <w:rsid w:val="00CC4390"/>
    <w:rsid w:val="00CC6242"/>
    <w:rsid w:val="00CD2AEE"/>
    <w:rsid w:val="00CE03DA"/>
    <w:rsid w:val="00CE49E7"/>
    <w:rsid w:val="00CF5268"/>
    <w:rsid w:val="00D0714C"/>
    <w:rsid w:val="00D073F8"/>
    <w:rsid w:val="00D20A7A"/>
    <w:rsid w:val="00D237D4"/>
    <w:rsid w:val="00D25C6C"/>
    <w:rsid w:val="00D367A9"/>
    <w:rsid w:val="00D44A72"/>
    <w:rsid w:val="00D50120"/>
    <w:rsid w:val="00D556E5"/>
    <w:rsid w:val="00D77D2A"/>
    <w:rsid w:val="00D801AD"/>
    <w:rsid w:val="00D814A2"/>
    <w:rsid w:val="00D82246"/>
    <w:rsid w:val="00D83BCD"/>
    <w:rsid w:val="00D93F01"/>
    <w:rsid w:val="00DA2DE2"/>
    <w:rsid w:val="00DB0EC0"/>
    <w:rsid w:val="00DB1CAA"/>
    <w:rsid w:val="00DB295A"/>
    <w:rsid w:val="00DB2C53"/>
    <w:rsid w:val="00DB328B"/>
    <w:rsid w:val="00DB64CD"/>
    <w:rsid w:val="00DC133E"/>
    <w:rsid w:val="00DC45DE"/>
    <w:rsid w:val="00DC6EC9"/>
    <w:rsid w:val="00DD0B55"/>
    <w:rsid w:val="00DD24AD"/>
    <w:rsid w:val="00DE7DB0"/>
    <w:rsid w:val="00DF2F60"/>
    <w:rsid w:val="00DF32A7"/>
    <w:rsid w:val="00DF3CCD"/>
    <w:rsid w:val="00E0139D"/>
    <w:rsid w:val="00E03D94"/>
    <w:rsid w:val="00E0575F"/>
    <w:rsid w:val="00E07613"/>
    <w:rsid w:val="00E124BB"/>
    <w:rsid w:val="00E2523B"/>
    <w:rsid w:val="00E26938"/>
    <w:rsid w:val="00E33A28"/>
    <w:rsid w:val="00E369E2"/>
    <w:rsid w:val="00E4020A"/>
    <w:rsid w:val="00E41553"/>
    <w:rsid w:val="00E41DB3"/>
    <w:rsid w:val="00E55CD5"/>
    <w:rsid w:val="00E57295"/>
    <w:rsid w:val="00E60FE4"/>
    <w:rsid w:val="00E6677A"/>
    <w:rsid w:val="00E70A1D"/>
    <w:rsid w:val="00E72297"/>
    <w:rsid w:val="00E74AF0"/>
    <w:rsid w:val="00E767C3"/>
    <w:rsid w:val="00E90FF0"/>
    <w:rsid w:val="00EA110C"/>
    <w:rsid w:val="00EA286E"/>
    <w:rsid w:val="00EA61B8"/>
    <w:rsid w:val="00EB2887"/>
    <w:rsid w:val="00EC3B55"/>
    <w:rsid w:val="00EF00C0"/>
    <w:rsid w:val="00EF3556"/>
    <w:rsid w:val="00EF66D7"/>
    <w:rsid w:val="00EF69A1"/>
    <w:rsid w:val="00F00B02"/>
    <w:rsid w:val="00F02A16"/>
    <w:rsid w:val="00F030A7"/>
    <w:rsid w:val="00F31C10"/>
    <w:rsid w:val="00F53659"/>
    <w:rsid w:val="00F61D3D"/>
    <w:rsid w:val="00F7365E"/>
    <w:rsid w:val="00F84324"/>
    <w:rsid w:val="00F84A53"/>
    <w:rsid w:val="00F86DE1"/>
    <w:rsid w:val="00F87881"/>
    <w:rsid w:val="00F94023"/>
    <w:rsid w:val="00FB0951"/>
    <w:rsid w:val="00FC2F88"/>
    <w:rsid w:val="00FC77F8"/>
    <w:rsid w:val="00FD1A0E"/>
    <w:rsid w:val="00FE152D"/>
    <w:rsid w:val="00FE27FC"/>
    <w:rsid w:val="00FF0EF5"/>
    <w:rsid w:val="00FF4FE0"/>
    <w:rsid w:val="00FF769C"/>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5363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qFormat="1"/>
    <w:lsdException w:name="Subtitle" w:semiHidden="0" w:unhideWhenUsed="0" w:qFormat="1"/>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aliases w:val=" Char Zeichen, Char Char Char Char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paragraph" w:styleId="Bearbeitung">
    <w:name w:val="Revision"/>
    <w:hidden/>
    <w:uiPriority w:val="99"/>
    <w:semiHidden/>
    <w:rsid w:val="004B3638"/>
    <w:rPr>
      <w:rFonts w:ascii="Arial" w:hAnsi="Arial" w:cs="Arial"/>
      <w:szCs w:val="22"/>
    </w:rPr>
  </w:style>
  <w:style w:type="paragraph" w:styleId="StandardWeb">
    <w:name w:val="Normal (Web)"/>
    <w:basedOn w:val="Standard"/>
    <w:uiPriority w:val="99"/>
    <w:semiHidden/>
    <w:unhideWhenUsed/>
    <w:rsid w:val="00E03D94"/>
    <w:pPr>
      <w:spacing w:after="225" w:line="240" w:lineRule="auto"/>
    </w:pPr>
    <w:rPr>
      <w:rFonts w:ascii="Times New Roman" w:hAnsi="Times New Roman" w:cs="Times New Roman"/>
      <w:color w:val="000000"/>
      <w:sz w:val="24"/>
      <w:szCs w:val="24"/>
      <w:lang w:val="de-DE" w:eastAsia="de-DE" w:bidi="ar-SA"/>
    </w:rPr>
  </w:style>
  <w:style w:type="character" w:customStyle="1" w:styleId="we-clampcontents">
    <w:name w:val="we-clamp__contents"/>
    <w:basedOn w:val="Absatzstandardschriftart"/>
    <w:rsid w:val="00E03D94"/>
  </w:style>
  <w:style w:type="character" w:styleId="GesichteterLink">
    <w:name w:val="FollowedHyperlink"/>
    <w:basedOn w:val="Absatzstandardschriftart"/>
    <w:semiHidden/>
    <w:unhideWhenUsed/>
    <w:rsid w:val="002C6FAB"/>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2C6FAB"/>
    <w:rPr>
      <w:color w:val="605E5C"/>
      <w:shd w:val="clear" w:color="auto" w:fill="E1DFDD"/>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qFormat="1"/>
    <w:lsdException w:name="Subtitle" w:semiHidden="0" w:unhideWhenUsed="0" w:qFormat="1"/>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aliases w:val=" Char Zeichen, Char Char Char Char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paragraph" w:styleId="Bearbeitung">
    <w:name w:val="Revision"/>
    <w:hidden/>
    <w:uiPriority w:val="99"/>
    <w:semiHidden/>
    <w:rsid w:val="004B3638"/>
    <w:rPr>
      <w:rFonts w:ascii="Arial" w:hAnsi="Arial" w:cs="Arial"/>
      <w:szCs w:val="22"/>
    </w:rPr>
  </w:style>
  <w:style w:type="paragraph" w:styleId="StandardWeb">
    <w:name w:val="Normal (Web)"/>
    <w:basedOn w:val="Standard"/>
    <w:uiPriority w:val="99"/>
    <w:semiHidden/>
    <w:unhideWhenUsed/>
    <w:rsid w:val="00E03D94"/>
    <w:pPr>
      <w:spacing w:after="225" w:line="240" w:lineRule="auto"/>
    </w:pPr>
    <w:rPr>
      <w:rFonts w:ascii="Times New Roman" w:hAnsi="Times New Roman" w:cs="Times New Roman"/>
      <w:color w:val="000000"/>
      <w:sz w:val="24"/>
      <w:szCs w:val="24"/>
      <w:lang w:val="de-DE" w:eastAsia="de-DE" w:bidi="ar-SA"/>
    </w:rPr>
  </w:style>
  <w:style w:type="character" w:customStyle="1" w:styleId="we-clampcontents">
    <w:name w:val="we-clamp__contents"/>
    <w:basedOn w:val="Absatzstandardschriftart"/>
    <w:rsid w:val="00E03D94"/>
  </w:style>
  <w:style w:type="character" w:styleId="GesichteterLink">
    <w:name w:val="FollowedHyperlink"/>
    <w:basedOn w:val="Absatzstandardschriftart"/>
    <w:semiHidden/>
    <w:unhideWhenUsed/>
    <w:rsid w:val="002C6FAB"/>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2C6F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365840">
      <w:bodyDiv w:val="1"/>
      <w:marLeft w:val="0"/>
      <w:marRight w:val="0"/>
      <w:marTop w:val="0"/>
      <w:marBottom w:val="0"/>
      <w:divBdr>
        <w:top w:val="none" w:sz="0" w:space="0" w:color="auto"/>
        <w:left w:val="none" w:sz="0" w:space="0" w:color="auto"/>
        <w:bottom w:val="none" w:sz="0" w:space="0" w:color="auto"/>
        <w:right w:val="none" w:sz="0" w:space="0" w:color="auto"/>
      </w:divBdr>
    </w:div>
    <w:div w:id="1128663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fontTable" Target="fontTable.xml"/><Relationship Id="rId21" Type="http://schemas.openxmlformats.org/officeDocument/2006/relationships/theme" Target="theme/theme1.xml"/><Relationship Id="rId23" Type="http://schemas.microsoft.com/office/2011/relationships/people" Target="people.xml"/><Relationship Id="rId24" Type="http://schemas.microsoft.com/office/2011/relationships/commentsExtended" Target="commentsExtended.xml"/><Relationship Id="rId25" Type="http://schemas.microsoft.com/office/2016/09/relationships/commentsIds" Target="commentsIds.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header" Target="header3.xml"/><Relationship Id="rId19" Type="http://schemas.openxmlformats.org/officeDocument/2006/relationships/footer" Target="footer3.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3C2FAD94C4FD140BF0A425CD735E7E6" ma:contentTypeVersion="2" ma:contentTypeDescription="Create a new document." ma:contentTypeScope="" ma:versionID="4ad3ba4afc50b416c8b560a89f4f51ed">
  <xsd:schema xmlns:xsd="http://www.w3.org/2001/XMLSchema" xmlns:xs="http://www.w3.org/2001/XMLSchema" xmlns:p="http://schemas.microsoft.com/office/2006/metadata/properties" xmlns:ns2="2cd222b9-92c5-4878-8ee0-42d7cbe3c5ac" targetNamespace="http://schemas.microsoft.com/office/2006/metadata/properties" ma:root="true" ma:fieldsID="3b7ce68d6344c49733d8a8af22e6285d" ns2:_="">
    <xsd:import namespace="2cd222b9-92c5-4878-8ee0-42d7cbe3c5a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222b9-92c5-4878-8ee0-42d7cbe3c5a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2D3C5173-A657-4F5D-BB59-4228442FF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222b9-92c5-4878-8ee0-42d7cbe3c5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B87B2F-F3D1-402D-A6EC-D55F3239FB10}">
  <ds:schemaRefs>
    <ds:schemaRef ds:uri="2cd222b9-92c5-4878-8ee0-42d7cbe3c5ac"/>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8F177274-C922-1B4D-A9C8-07AD2E902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2</Pages>
  <Words>642</Words>
  <Characters>4050</Characters>
  <Application>Microsoft Macintosh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4683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Grewe</dc:creator>
  <cp:lastModifiedBy>Maren Sautner</cp:lastModifiedBy>
  <cp:revision>2</cp:revision>
  <cp:lastPrinted>2017-12-11T15:20:00Z</cp:lastPrinted>
  <dcterms:created xsi:type="dcterms:W3CDTF">2019-09-03T06:38:00Z</dcterms:created>
  <dcterms:modified xsi:type="dcterms:W3CDTF">2019-09-03T06:38:00Z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0x010100E3C2FAD94C4FD140BF0A425CD735E7E6</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anne.doerte.schmidt@geberit.com</vt:lpwstr>
  </property>
  <property fmtid="{D5CDD505-2E9C-101B-9397-08002B2CF9AE}" pid="6" name="MSIP_Label_583d9081-ff0c-403e-9495-6ce7896734ce_SetDate">
    <vt:lpwstr>2018-11-22T10:04:46.9528581Z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